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98" w:rsidRPr="00D103C0" w:rsidRDefault="00191A98" w:rsidP="004067EA">
      <w:pPr>
        <w:jc w:val="center"/>
        <w:rPr>
          <w:b/>
          <w:sz w:val="36"/>
          <w:szCs w:val="36"/>
        </w:rPr>
      </w:pPr>
      <w:r w:rsidRPr="00D103C0">
        <w:rPr>
          <w:b/>
          <w:sz w:val="36"/>
          <w:szCs w:val="36"/>
        </w:rPr>
        <w:t xml:space="preserve">C/C++ library to convert between </w:t>
      </w:r>
      <w:r w:rsidRPr="00D103C0">
        <w:rPr>
          <w:b/>
          <w:sz w:val="36"/>
          <w:szCs w:val="36"/>
        </w:rPr>
        <w:br/>
        <w:t>mapcodes and latitude/longitude</w:t>
      </w:r>
    </w:p>
    <w:p w:rsidR="00191A98" w:rsidRPr="00983EE5" w:rsidRDefault="00191A98" w:rsidP="007124EB">
      <w:pPr>
        <w:jc w:val="center"/>
        <w:rPr>
          <w:b/>
          <w:sz w:val="28"/>
          <w:szCs w:val="28"/>
        </w:rPr>
      </w:pPr>
      <w:r>
        <w:rPr>
          <w:b/>
          <w:sz w:val="28"/>
          <w:szCs w:val="28"/>
        </w:rPr>
        <w:t>Version 2.5.2</w:t>
      </w:r>
    </w:p>
    <w:p w:rsidR="00191A98" w:rsidRPr="00D103C0" w:rsidRDefault="00191A98" w:rsidP="00AE0832">
      <w:pPr>
        <w:jc w:val="center"/>
        <w:rPr>
          <w:i/>
        </w:rPr>
      </w:pPr>
      <w:r w:rsidRPr="00D103C0">
        <w:rPr>
          <w:i/>
        </w:rPr>
        <w:t>Copyright ©2003-2016</w:t>
      </w:r>
      <w:r>
        <w:rPr>
          <w:i/>
        </w:rPr>
        <w:t xml:space="preserve">, </w:t>
      </w:r>
      <w:r w:rsidRPr="00D103C0">
        <w:rPr>
          <w:i/>
        </w:rPr>
        <w:t>Mapcode Foundation</w:t>
      </w:r>
    </w:p>
    <w:p w:rsidR="00191A98" w:rsidRPr="00D103C0" w:rsidRDefault="00191A98" w:rsidP="008148FC"/>
    <w:p w:rsidR="00191A98" w:rsidRDefault="00191A98">
      <w:pPr>
        <w:pStyle w:val="TOC1"/>
        <w:rPr>
          <w:b w:val="0"/>
          <w:noProof/>
          <w:lang w:bidi="he-IL"/>
        </w:rPr>
      </w:pPr>
      <w:r>
        <w:fldChar w:fldCharType="begin"/>
      </w:r>
      <w:r>
        <w:instrText xml:space="preserve"> TOC \o "1-3" </w:instrText>
      </w:r>
      <w:r>
        <w:fldChar w:fldCharType="separate"/>
      </w:r>
      <w:r>
        <w:rPr>
          <w:noProof/>
        </w:rPr>
        <w:t>Introduction: how to use this library</w:t>
      </w:r>
      <w:r>
        <w:rPr>
          <w:noProof/>
        </w:rPr>
        <w:tab/>
      </w:r>
      <w:r>
        <w:rPr>
          <w:noProof/>
        </w:rPr>
        <w:fldChar w:fldCharType="begin"/>
      </w:r>
      <w:r>
        <w:rPr>
          <w:noProof/>
        </w:rPr>
        <w:instrText xml:space="preserve"> PAGEREF _Toc465975104 \h </w:instrText>
      </w:r>
      <w:r>
        <w:rPr>
          <w:noProof/>
        </w:rPr>
      </w:r>
      <w:r>
        <w:rPr>
          <w:noProof/>
        </w:rPr>
        <w:fldChar w:fldCharType="separate"/>
      </w:r>
      <w:r>
        <w:rPr>
          <w:noProof/>
        </w:rPr>
        <w:t>2</w:t>
      </w:r>
      <w:r>
        <w:rPr>
          <w:noProof/>
        </w:rPr>
        <w:fldChar w:fldCharType="end"/>
      </w:r>
    </w:p>
    <w:p w:rsidR="00191A98" w:rsidRDefault="00191A98">
      <w:pPr>
        <w:pStyle w:val="TOC1"/>
        <w:rPr>
          <w:b w:val="0"/>
          <w:noProof/>
          <w:lang w:bidi="he-IL"/>
        </w:rPr>
      </w:pPr>
      <w:r>
        <w:rPr>
          <w:noProof/>
        </w:rPr>
        <w:t>1. Converting a coordinate into a mapcode</w:t>
      </w:r>
      <w:r>
        <w:rPr>
          <w:noProof/>
        </w:rPr>
        <w:tab/>
      </w:r>
      <w:r>
        <w:rPr>
          <w:noProof/>
        </w:rPr>
        <w:fldChar w:fldCharType="begin"/>
      </w:r>
      <w:r>
        <w:rPr>
          <w:noProof/>
        </w:rPr>
        <w:instrText xml:space="preserve"> PAGEREF _Toc465975105 \h </w:instrText>
      </w:r>
      <w:r>
        <w:rPr>
          <w:noProof/>
        </w:rPr>
      </w:r>
      <w:r>
        <w:rPr>
          <w:noProof/>
        </w:rPr>
        <w:fldChar w:fldCharType="separate"/>
      </w:r>
      <w:r>
        <w:rPr>
          <w:noProof/>
        </w:rPr>
        <w:t>3</w:t>
      </w:r>
      <w:r>
        <w:rPr>
          <w:noProof/>
        </w:rPr>
        <w:fldChar w:fldCharType="end"/>
      </w:r>
    </w:p>
    <w:p w:rsidR="00191A98" w:rsidRDefault="00191A98">
      <w:pPr>
        <w:pStyle w:val="TOC2"/>
        <w:rPr>
          <w:noProof/>
          <w:lang w:bidi="he-IL"/>
        </w:rPr>
      </w:pPr>
      <w:r>
        <w:rPr>
          <w:noProof/>
        </w:rPr>
        <w:t>encodeLatLonToSingleMapcode()</w:t>
      </w:r>
      <w:r>
        <w:rPr>
          <w:noProof/>
        </w:rPr>
        <w:tab/>
      </w:r>
      <w:r>
        <w:rPr>
          <w:noProof/>
        </w:rPr>
        <w:fldChar w:fldCharType="begin"/>
      </w:r>
      <w:r>
        <w:rPr>
          <w:noProof/>
        </w:rPr>
        <w:instrText xml:space="preserve"> PAGEREF _Toc465975106 \h </w:instrText>
      </w:r>
      <w:r>
        <w:rPr>
          <w:noProof/>
        </w:rPr>
      </w:r>
      <w:r>
        <w:rPr>
          <w:noProof/>
        </w:rPr>
        <w:fldChar w:fldCharType="separate"/>
      </w:r>
      <w:r>
        <w:rPr>
          <w:noProof/>
        </w:rPr>
        <w:t>3</w:t>
      </w:r>
      <w:r>
        <w:rPr>
          <w:noProof/>
        </w:rPr>
        <w:fldChar w:fldCharType="end"/>
      </w:r>
    </w:p>
    <w:p w:rsidR="00191A98" w:rsidRDefault="00191A98">
      <w:pPr>
        <w:pStyle w:val="TOC2"/>
        <w:rPr>
          <w:noProof/>
          <w:lang w:bidi="he-IL"/>
        </w:rPr>
      </w:pPr>
      <w:r>
        <w:rPr>
          <w:noProof/>
        </w:rPr>
        <w:t>encodeLatLonToMapcodes()</w:t>
      </w:r>
      <w:r>
        <w:rPr>
          <w:noProof/>
        </w:rPr>
        <w:tab/>
      </w:r>
      <w:r>
        <w:rPr>
          <w:noProof/>
        </w:rPr>
        <w:fldChar w:fldCharType="begin"/>
      </w:r>
      <w:r>
        <w:rPr>
          <w:noProof/>
        </w:rPr>
        <w:instrText xml:space="preserve"> PAGEREF _Toc465975107 \h </w:instrText>
      </w:r>
      <w:r>
        <w:rPr>
          <w:noProof/>
        </w:rPr>
      </w:r>
      <w:r>
        <w:rPr>
          <w:noProof/>
        </w:rPr>
        <w:fldChar w:fldCharType="separate"/>
      </w:r>
      <w:r>
        <w:rPr>
          <w:noProof/>
        </w:rPr>
        <w:t>4</w:t>
      </w:r>
      <w:r>
        <w:rPr>
          <w:noProof/>
        </w:rPr>
        <w:fldChar w:fldCharType="end"/>
      </w:r>
    </w:p>
    <w:p w:rsidR="00191A98" w:rsidRDefault="00191A98">
      <w:pPr>
        <w:pStyle w:val="TOC1"/>
        <w:rPr>
          <w:b w:val="0"/>
          <w:noProof/>
          <w:lang w:bidi="he-IL"/>
        </w:rPr>
      </w:pPr>
      <w:r>
        <w:rPr>
          <w:noProof/>
        </w:rPr>
        <w:t>2. Converting a mapcode into a coordinate</w:t>
      </w:r>
      <w:r>
        <w:rPr>
          <w:noProof/>
        </w:rPr>
        <w:tab/>
      </w:r>
      <w:r>
        <w:rPr>
          <w:noProof/>
        </w:rPr>
        <w:fldChar w:fldCharType="begin"/>
      </w:r>
      <w:r>
        <w:rPr>
          <w:noProof/>
        </w:rPr>
        <w:instrText xml:space="preserve"> PAGEREF _Toc465975108 \h </w:instrText>
      </w:r>
      <w:r>
        <w:rPr>
          <w:noProof/>
        </w:rPr>
      </w:r>
      <w:r>
        <w:rPr>
          <w:noProof/>
        </w:rPr>
        <w:fldChar w:fldCharType="separate"/>
      </w:r>
      <w:r>
        <w:rPr>
          <w:noProof/>
        </w:rPr>
        <w:t>6</w:t>
      </w:r>
      <w:r>
        <w:rPr>
          <w:noProof/>
        </w:rPr>
        <w:fldChar w:fldCharType="end"/>
      </w:r>
    </w:p>
    <w:p w:rsidR="00191A98" w:rsidRDefault="00191A98">
      <w:pPr>
        <w:pStyle w:val="TOC2"/>
        <w:rPr>
          <w:noProof/>
          <w:lang w:bidi="he-IL"/>
        </w:rPr>
      </w:pPr>
      <w:r>
        <w:rPr>
          <w:noProof/>
        </w:rPr>
        <w:t>decodeMapcodeToLatLonUtf8()</w:t>
      </w:r>
      <w:r>
        <w:rPr>
          <w:noProof/>
        </w:rPr>
        <w:tab/>
      </w:r>
      <w:r>
        <w:rPr>
          <w:noProof/>
        </w:rPr>
        <w:fldChar w:fldCharType="begin"/>
      </w:r>
      <w:r>
        <w:rPr>
          <w:noProof/>
        </w:rPr>
        <w:instrText xml:space="preserve"> PAGEREF _Toc465975109 \h </w:instrText>
      </w:r>
      <w:r>
        <w:rPr>
          <w:noProof/>
        </w:rPr>
      </w:r>
      <w:r>
        <w:rPr>
          <w:noProof/>
        </w:rPr>
        <w:fldChar w:fldCharType="separate"/>
      </w:r>
      <w:r>
        <w:rPr>
          <w:noProof/>
        </w:rPr>
        <w:t>6</w:t>
      </w:r>
      <w:r>
        <w:rPr>
          <w:noProof/>
        </w:rPr>
        <w:fldChar w:fldCharType="end"/>
      </w:r>
    </w:p>
    <w:p w:rsidR="00191A98" w:rsidRDefault="00191A98">
      <w:pPr>
        <w:pStyle w:val="TOC2"/>
        <w:rPr>
          <w:noProof/>
          <w:lang w:bidi="he-IL"/>
        </w:rPr>
      </w:pPr>
      <w:r>
        <w:rPr>
          <w:noProof/>
        </w:rPr>
        <w:t>decodeMapcodeToLatLonUtf16()</w:t>
      </w:r>
      <w:r>
        <w:rPr>
          <w:noProof/>
        </w:rPr>
        <w:tab/>
      </w:r>
      <w:r>
        <w:rPr>
          <w:noProof/>
        </w:rPr>
        <w:fldChar w:fldCharType="begin"/>
      </w:r>
      <w:r>
        <w:rPr>
          <w:noProof/>
        </w:rPr>
        <w:instrText xml:space="preserve"> PAGEREF _Toc465975110 \h </w:instrText>
      </w:r>
      <w:r>
        <w:rPr>
          <w:noProof/>
        </w:rPr>
      </w:r>
      <w:r>
        <w:rPr>
          <w:noProof/>
        </w:rPr>
        <w:fldChar w:fldCharType="separate"/>
      </w:r>
      <w:r>
        <w:rPr>
          <w:noProof/>
        </w:rPr>
        <w:t>6</w:t>
      </w:r>
      <w:r>
        <w:rPr>
          <w:noProof/>
        </w:rPr>
        <w:fldChar w:fldCharType="end"/>
      </w:r>
    </w:p>
    <w:p w:rsidR="00191A98" w:rsidRDefault="00191A98">
      <w:pPr>
        <w:pStyle w:val="TOC1"/>
        <w:rPr>
          <w:b w:val="0"/>
          <w:noProof/>
          <w:lang w:bidi="he-IL"/>
        </w:rPr>
      </w:pPr>
      <w:r>
        <w:rPr>
          <w:noProof/>
        </w:rPr>
        <w:t>2.1 Recognizing an input as a mapcode</w:t>
      </w:r>
      <w:r>
        <w:rPr>
          <w:noProof/>
        </w:rPr>
        <w:tab/>
      </w:r>
      <w:r>
        <w:rPr>
          <w:noProof/>
        </w:rPr>
        <w:fldChar w:fldCharType="begin"/>
      </w:r>
      <w:r>
        <w:rPr>
          <w:noProof/>
        </w:rPr>
        <w:instrText xml:space="preserve"> PAGEREF _Toc465975111 \h </w:instrText>
      </w:r>
      <w:r>
        <w:rPr>
          <w:noProof/>
        </w:rPr>
      </w:r>
      <w:r>
        <w:rPr>
          <w:noProof/>
        </w:rPr>
        <w:fldChar w:fldCharType="separate"/>
      </w:r>
      <w:r>
        <w:rPr>
          <w:noProof/>
        </w:rPr>
        <w:t>11</w:t>
      </w:r>
      <w:r>
        <w:rPr>
          <w:noProof/>
        </w:rPr>
        <w:fldChar w:fldCharType="end"/>
      </w:r>
    </w:p>
    <w:p w:rsidR="00191A98" w:rsidRDefault="00191A98">
      <w:pPr>
        <w:pStyle w:val="TOC2"/>
        <w:rPr>
          <w:noProof/>
          <w:lang w:bidi="he-IL"/>
        </w:rPr>
      </w:pPr>
      <w:r>
        <w:rPr>
          <w:noProof/>
        </w:rPr>
        <w:t>compareUtf8WithMapcodeFormat()</w:t>
      </w:r>
      <w:r>
        <w:rPr>
          <w:noProof/>
        </w:rPr>
        <w:tab/>
      </w:r>
      <w:r>
        <w:rPr>
          <w:noProof/>
        </w:rPr>
        <w:fldChar w:fldCharType="begin"/>
      </w:r>
      <w:r>
        <w:rPr>
          <w:noProof/>
        </w:rPr>
        <w:instrText xml:space="preserve"> PAGEREF _Toc465975112 \h </w:instrText>
      </w:r>
      <w:r>
        <w:rPr>
          <w:noProof/>
        </w:rPr>
      </w:r>
      <w:r>
        <w:rPr>
          <w:noProof/>
        </w:rPr>
        <w:fldChar w:fldCharType="separate"/>
      </w:r>
      <w:r>
        <w:rPr>
          <w:noProof/>
        </w:rPr>
        <w:t>11</w:t>
      </w:r>
      <w:r>
        <w:rPr>
          <w:noProof/>
        </w:rPr>
        <w:fldChar w:fldCharType="end"/>
      </w:r>
    </w:p>
    <w:p w:rsidR="00191A98" w:rsidRDefault="00191A98">
      <w:pPr>
        <w:pStyle w:val="TOC2"/>
        <w:rPr>
          <w:noProof/>
          <w:lang w:bidi="he-IL"/>
        </w:rPr>
      </w:pPr>
      <w:r>
        <w:rPr>
          <w:noProof/>
        </w:rPr>
        <w:t>compareUtf16WithMapcodeFormat()</w:t>
      </w:r>
      <w:r>
        <w:rPr>
          <w:noProof/>
        </w:rPr>
        <w:tab/>
      </w:r>
      <w:r>
        <w:rPr>
          <w:noProof/>
        </w:rPr>
        <w:fldChar w:fldCharType="begin"/>
      </w:r>
      <w:r>
        <w:rPr>
          <w:noProof/>
        </w:rPr>
        <w:instrText xml:space="preserve"> PAGEREF _Toc465975113 \h </w:instrText>
      </w:r>
      <w:r>
        <w:rPr>
          <w:noProof/>
        </w:rPr>
      </w:r>
      <w:r>
        <w:rPr>
          <w:noProof/>
        </w:rPr>
        <w:fldChar w:fldCharType="separate"/>
      </w:r>
      <w:r>
        <w:rPr>
          <w:noProof/>
        </w:rPr>
        <w:t>11</w:t>
      </w:r>
      <w:r>
        <w:rPr>
          <w:noProof/>
        </w:rPr>
        <w:fldChar w:fldCharType="end"/>
      </w:r>
    </w:p>
    <w:p w:rsidR="00191A98" w:rsidRDefault="00191A98">
      <w:pPr>
        <w:pStyle w:val="TOC1"/>
        <w:rPr>
          <w:b w:val="0"/>
          <w:noProof/>
          <w:lang w:bidi="he-IL"/>
        </w:rPr>
      </w:pPr>
      <w:r>
        <w:rPr>
          <w:noProof/>
        </w:rPr>
        <w:t>2.2 Higher precision mapcodes</w:t>
      </w:r>
      <w:r>
        <w:rPr>
          <w:noProof/>
        </w:rPr>
        <w:tab/>
      </w:r>
      <w:r>
        <w:rPr>
          <w:noProof/>
        </w:rPr>
        <w:fldChar w:fldCharType="begin"/>
      </w:r>
      <w:r>
        <w:rPr>
          <w:noProof/>
        </w:rPr>
        <w:instrText xml:space="preserve"> PAGEREF _Toc465975114 \h </w:instrText>
      </w:r>
      <w:r>
        <w:rPr>
          <w:noProof/>
        </w:rPr>
      </w:r>
      <w:r>
        <w:rPr>
          <w:noProof/>
        </w:rPr>
        <w:fldChar w:fldCharType="separate"/>
      </w:r>
      <w:r>
        <w:rPr>
          <w:noProof/>
        </w:rPr>
        <w:t>12</w:t>
      </w:r>
      <w:r>
        <w:rPr>
          <w:noProof/>
        </w:rPr>
        <w:fldChar w:fldCharType="end"/>
      </w:r>
    </w:p>
    <w:p w:rsidR="00191A98" w:rsidRDefault="00191A98">
      <w:pPr>
        <w:pStyle w:val="TOC1"/>
        <w:rPr>
          <w:b w:val="0"/>
          <w:noProof/>
          <w:lang w:bidi="he-IL"/>
        </w:rPr>
      </w:pPr>
      <w:r>
        <w:rPr>
          <w:noProof/>
        </w:rPr>
        <w:t>3. Routines related to territories</w:t>
      </w:r>
      <w:r>
        <w:rPr>
          <w:noProof/>
        </w:rPr>
        <w:tab/>
      </w:r>
      <w:r>
        <w:rPr>
          <w:noProof/>
        </w:rPr>
        <w:fldChar w:fldCharType="begin"/>
      </w:r>
      <w:r>
        <w:rPr>
          <w:noProof/>
        </w:rPr>
        <w:instrText xml:space="preserve"> PAGEREF _Toc465975115 \h </w:instrText>
      </w:r>
      <w:r>
        <w:rPr>
          <w:noProof/>
        </w:rPr>
      </w:r>
      <w:r>
        <w:rPr>
          <w:noProof/>
        </w:rPr>
        <w:fldChar w:fldCharType="separate"/>
      </w:r>
      <w:r>
        <w:rPr>
          <w:noProof/>
        </w:rPr>
        <w:t>13</w:t>
      </w:r>
      <w:r>
        <w:rPr>
          <w:noProof/>
        </w:rPr>
        <w:fldChar w:fldCharType="end"/>
      </w:r>
    </w:p>
    <w:p w:rsidR="00191A98" w:rsidRDefault="00191A98">
      <w:pPr>
        <w:pStyle w:val="TOC2"/>
        <w:rPr>
          <w:noProof/>
          <w:lang w:bidi="he-IL"/>
        </w:rPr>
      </w:pPr>
      <w:r>
        <w:rPr>
          <w:noProof/>
        </w:rPr>
        <w:t>getTerritoryCode()</w:t>
      </w:r>
      <w:r>
        <w:rPr>
          <w:noProof/>
        </w:rPr>
        <w:tab/>
      </w:r>
      <w:r>
        <w:rPr>
          <w:noProof/>
        </w:rPr>
        <w:fldChar w:fldCharType="begin"/>
      </w:r>
      <w:r>
        <w:rPr>
          <w:noProof/>
        </w:rPr>
        <w:instrText xml:space="preserve"> PAGEREF _Toc465975116 \h </w:instrText>
      </w:r>
      <w:r>
        <w:rPr>
          <w:noProof/>
        </w:rPr>
      </w:r>
      <w:r>
        <w:rPr>
          <w:noProof/>
        </w:rPr>
        <w:fldChar w:fldCharType="separate"/>
      </w:r>
      <w:r>
        <w:rPr>
          <w:noProof/>
        </w:rPr>
        <w:t>13</w:t>
      </w:r>
      <w:r>
        <w:rPr>
          <w:noProof/>
        </w:rPr>
        <w:fldChar w:fldCharType="end"/>
      </w:r>
    </w:p>
    <w:p w:rsidR="00191A98" w:rsidRDefault="00191A98">
      <w:pPr>
        <w:pStyle w:val="TOC2"/>
        <w:rPr>
          <w:noProof/>
          <w:lang w:bidi="he-IL"/>
        </w:rPr>
      </w:pPr>
      <w:r>
        <w:rPr>
          <w:noProof/>
        </w:rPr>
        <w:t>getTerritoryIsoName()</w:t>
      </w:r>
      <w:r>
        <w:rPr>
          <w:noProof/>
        </w:rPr>
        <w:tab/>
      </w:r>
      <w:r>
        <w:rPr>
          <w:noProof/>
        </w:rPr>
        <w:fldChar w:fldCharType="begin"/>
      </w:r>
      <w:r>
        <w:rPr>
          <w:noProof/>
        </w:rPr>
        <w:instrText xml:space="preserve"> PAGEREF _Toc465975117 \h </w:instrText>
      </w:r>
      <w:r>
        <w:rPr>
          <w:noProof/>
        </w:rPr>
      </w:r>
      <w:r>
        <w:rPr>
          <w:noProof/>
        </w:rPr>
        <w:fldChar w:fldCharType="separate"/>
      </w:r>
      <w:r>
        <w:rPr>
          <w:noProof/>
        </w:rPr>
        <w:t>13</w:t>
      </w:r>
      <w:r>
        <w:rPr>
          <w:noProof/>
        </w:rPr>
        <w:fldChar w:fldCharType="end"/>
      </w:r>
    </w:p>
    <w:p w:rsidR="00191A98" w:rsidRDefault="00191A98">
      <w:pPr>
        <w:pStyle w:val="TOC2"/>
        <w:rPr>
          <w:noProof/>
          <w:lang w:bidi="he-IL"/>
        </w:rPr>
      </w:pPr>
      <w:r>
        <w:rPr>
          <w:noProof/>
        </w:rPr>
        <w:t>getParentCountryOf ()</w:t>
      </w:r>
      <w:r>
        <w:rPr>
          <w:noProof/>
        </w:rPr>
        <w:tab/>
      </w:r>
      <w:r>
        <w:rPr>
          <w:noProof/>
        </w:rPr>
        <w:fldChar w:fldCharType="begin"/>
      </w:r>
      <w:r>
        <w:rPr>
          <w:noProof/>
        </w:rPr>
        <w:instrText xml:space="preserve"> PAGEREF _Toc465975118 \h </w:instrText>
      </w:r>
      <w:r>
        <w:rPr>
          <w:noProof/>
        </w:rPr>
      </w:r>
      <w:r>
        <w:rPr>
          <w:noProof/>
        </w:rPr>
        <w:fldChar w:fldCharType="separate"/>
      </w:r>
      <w:r>
        <w:rPr>
          <w:noProof/>
        </w:rPr>
        <w:t>14</w:t>
      </w:r>
      <w:r>
        <w:rPr>
          <w:noProof/>
        </w:rPr>
        <w:fldChar w:fldCharType="end"/>
      </w:r>
    </w:p>
    <w:p w:rsidR="00191A98" w:rsidRDefault="00191A98">
      <w:pPr>
        <w:pStyle w:val="TOC1"/>
        <w:rPr>
          <w:b w:val="0"/>
          <w:noProof/>
          <w:lang w:bidi="he-IL"/>
        </w:rPr>
      </w:pPr>
      <w:r>
        <w:rPr>
          <w:noProof/>
        </w:rPr>
        <w:t>4. Routines related to distance</w:t>
      </w:r>
      <w:r>
        <w:rPr>
          <w:noProof/>
        </w:rPr>
        <w:tab/>
      </w:r>
      <w:r>
        <w:rPr>
          <w:noProof/>
        </w:rPr>
        <w:fldChar w:fldCharType="begin"/>
      </w:r>
      <w:r>
        <w:rPr>
          <w:noProof/>
        </w:rPr>
        <w:instrText xml:space="preserve"> PAGEREF _Toc465975119 \h </w:instrText>
      </w:r>
      <w:r>
        <w:rPr>
          <w:noProof/>
        </w:rPr>
      </w:r>
      <w:r>
        <w:rPr>
          <w:noProof/>
        </w:rPr>
        <w:fldChar w:fldCharType="separate"/>
      </w:r>
      <w:r>
        <w:rPr>
          <w:noProof/>
        </w:rPr>
        <w:t>15</w:t>
      </w:r>
      <w:r>
        <w:rPr>
          <w:noProof/>
        </w:rPr>
        <w:fldChar w:fldCharType="end"/>
      </w:r>
    </w:p>
    <w:p w:rsidR="00191A98" w:rsidRDefault="00191A98">
      <w:pPr>
        <w:pStyle w:val="TOC2"/>
        <w:rPr>
          <w:noProof/>
          <w:lang w:bidi="he-IL"/>
        </w:rPr>
      </w:pPr>
      <w:r>
        <w:rPr>
          <w:noProof/>
        </w:rPr>
        <w:t>distanceInMeters ()</w:t>
      </w:r>
      <w:r>
        <w:rPr>
          <w:noProof/>
        </w:rPr>
        <w:tab/>
      </w:r>
      <w:r>
        <w:rPr>
          <w:noProof/>
        </w:rPr>
        <w:fldChar w:fldCharType="begin"/>
      </w:r>
      <w:r>
        <w:rPr>
          <w:noProof/>
        </w:rPr>
        <w:instrText xml:space="preserve"> PAGEREF _Toc465975120 \h </w:instrText>
      </w:r>
      <w:r>
        <w:rPr>
          <w:noProof/>
        </w:rPr>
      </w:r>
      <w:r>
        <w:rPr>
          <w:noProof/>
        </w:rPr>
        <w:fldChar w:fldCharType="separate"/>
      </w:r>
      <w:r>
        <w:rPr>
          <w:noProof/>
        </w:rPr>
        <w:t>15</w:t>
      </w:r>
      <w:r>
        <w:rPr>
          <w:noProof/>
        </w:rPr>
        <w:fldChar w:fldCharType="end"/>
      </w:r>
    </w:p>
    <w:p w:rsidR="00191A98" w:rsidRDefault="00191A98">
      <w:pPr>
        <w:pStyle w:val="TOC2"/>
        <w:rPr>
          <w:noProof/>
          <w:lang w:bidi="he-IL"/>
        </w:rPr>
      </w:pPr>
      <w:r>
        <w:rPr>
          <w:noProof/>
        </w:rPr>
        <w:t>maxErrorInMeters()</w:t>
      </w:r>
      <w:r>
        <w:rPr>
          <w:noProof/>
        </w:rPr>
        <w:tab/>
      </w:r>
      <w:r>
        <w:rPr>
          <w:noProof/>
        </w:rPr>
        <w:fldChar w:fldCharType="begin"/>
      </w:r>
      <w:r>
        <w:rPr>
          <w:noProof/>
        </w:rPr>
        <w:instrText xml:space="preserve"> PAGEREF _Toc465975121 \h </w:instrText>
      </w:r>
      <w:r>
        <w:rPr>
          <w:noProof/>
        </w:rPr>
      </w:r>
      <w:r>
        <w:rPr>
          <w:noProof/>
        </w:rPr>
        <w:fldChar w:fldCharType="separate"/>
      </w:r>
      <w:r>
        <w:rPr>
          <w:noProof/>
        </w:rPr>
        <w:t>15</w:t>
      </w:r>
      <w:r>
        <w:rPr>
          <w:noProof/>
        </w:rPr>
        <w:fldChar w:fldCharType="end"/>
      </w:r>
    </w:p>
    <w:p w:rsidR="00191A98" w:rsidRDefault="00191A98">
      <w:pPr>
        <w:pStyle w:val="TOC1"/>
        <w:rPr>
          <w:b w:val="0"/>
          <w:noProof/>
          <w:lang w:bidi="he-IL"/>
        </w:rPr>
      </w:pPr>
      <w:r>
        <w:rPr>
          <w:noProof/>
        </w:rPr>
        <w:t>5. Routines related to Unicode and/or foreign alphabets</w:t>
      </w:r>
      <w:r>
        <w:rPr>
          <w:noProof/>
        </w:rPr>
        <w:tab/>
      </w:r>
      <w:r>
        <w:rPr>
          <w:noProof/>
        </w:rPr>
        <w:fldChar w:fldCharType="begin"/>
      </w:r>
      <w:r>
        <w:rPr>
          <w:noProof/>
        </w:rPr>
        <w:instrText xml:space="preserve"> PAGEREF _Toc465975122 \h </w:instrText>
      </w:r>
      <w:r>
        <w:rPr>
          <w:noProof/>
        </w:rPr>
      </w:r>
      <w:r>
        <w:rPr>
          <w:noProof/>
        </w:rPr>
        <w:fldChar w:fldCharType="separate"/>
      </w:r>
      <w:r>
        <w:rPr>
          <w:noProof/>
        </w:rPr>
        <w:t>16</w:t>
      </w:r>
      <w:r>
        <w:rPr>
          <w:noProof/>
        </w:rPr>
        <w:fldChar w:fldCharType="end"/>
      </w:r>
    </w:p>
    <w:p w:rsidR="00191A98" w:rsidRDefault="00191A98">
      <w:pPr>
        <w:pStyle w:val="TOC2"/>
        <w:rPr>
          <w:noProof/>
          <w:lang w:bidi="he-IL"/>
        </w:rPr>
      </w:pPr>
      <w:r>
        <w:rPr>
          <w:noProof/>
        </w:rPr>
        <w:t>convertMapcodeToAlphabetUtf8()</w:t>
      </w:r>
      <w:r>
        <w:rPr>
          <w:noProof/>
        </w:rPr>
        <w:tab/>
      </w:r>
      <w:r>
        <w:rPr>
          <w:noProof/>
        </w:rPr>
        <w:fldChar w:fldCharType="begin"/>
      </w:r>
      <w:r>
        <w:rPr>
          <w:noProof/>
        </w:rPr>
        <w:instrText xml:space="preserve"> PAGEREF _Toc465975123 \h </w:instrText>
      </w:r>
      <w:r>
        <w:rPr>
          <w:noProof/>
        </w:rPr>
      </w:r>
      <w:r>
        <w:rPr>
          <w:noProof/>
        </w:rPr>
        <w:fldChar w:fldCharType="separate"/>
      </w:r>
      <w:r>
        <w:rPr>
          <w:noProof/>
        </w:rPr>
        <w:t>16</w:t>
      </w:r>
      <w:r>
        <w:rPr>
          <w:noProof/>
        </w:rPr>
        <w:fldChar w:fldCharType="end"/>
      </w:r>
    </w:p>
    <w:p w:rsidR="00191A98" w:rsidRDefault="00191A98">
      <w:pPr>
        <w:pStyle w:val="TOC2"/>
        <w:rPr>
          <w:noProof/>
          <w:lang w:bidi="he-IL"/>
        </w:rPr>
      </w:pPr>
      <w:r>
        <w:rPr>
          <w:noProof/>
        </w:rPr>
        <w:t>convertMapcodeToAlphabetUtf16()</w:t>
      </w:r>
      <w:r>
        <w:rPr>
          <w:noProof/>
        </w:rPr>
        <w:tab/>
      </w:r>
      <w:r>
        <w:rPr>
          <w:noProof/>
        </w:rPr>
        <w:fldChar w:fldCharType="begin"/>
      </w:r>
      <w:r>
        <w:rPr>
          <w:noProof/>
        </w:rPr>
        <w:instrText xml:space="preserve"> PAGEREF _Toc465975124 \h </w:instrText>
      </w:r>
      <w:r>
        <w:rPr>
          <w:noProof/>
        </w:rPr>
      </w:r>
      <w:r>
        <w:rPr>
          <w:noProof/>
        </w:rPr>
        <w:fldChar w:fldCharType="separate"/>
      </w:r>
      <w:r>
        <w:rPr>
          <w:noProof/>
        </w:rPr>
        <w:t>16</w:t>
      </w:r>
      <w:r>
        <w:rPr>
          <w:noProof/>
        </w:rPr>
        <w:fldChar w:fldCharType="end"/>
      </w:r>
    </w:p>
    <w:p w:rsidR="00191A98" w:rsidRDefault="00191A98">
      <w:pPr>
        <w:pStyle w:val="TOC2"/>
        <w:rPr>
          <w:noProof/>
          <w:lang w:bidi="he-IL"/>
        </w:rPr>
      </w:pPr>
      <w:r>
        <w:rPr>
          <w:noProof/>
        </w:rPr>
        <w:t>getFullTerritoryNameInLocaleUtf8()</w:t>
      </w:r>
      <w:r>
        <w:rPr>
          <w:noProof/>
        </w:rPr>
        <w:tab/>
      </w:r>
      <w:r>
        <w:rPr>
          <w:noProof/>
        </w:rPr>
        <w:fldChar w:fldCharType="begin"/>
      </w:r>
      <w:r>
        <w:rPr>
          <w:noProof/>
        </w:rPr>
        <w:instrText xml:space="preserve"> PAGEREF _Toc465975125 \h </w:instrText>
      </w:r>
      <w:r>
        <w:rPr>
          <w:noProof/>
        </w:rPr>
      </w:r>
      <w:r>
        <w:rPr>
          <w:noProof/>
        </w:rPr>
        <w:fldChar w:fldCharType="separate"/>
      </w:r>
      <w:r>
        <w:rPr>
          <w:noProof/>
        </w:rPr>
        <w:t>17</w:t>
      </w:r>
      <w:r>
        <w:rPr>
          <w:noProof/>
        </w:rPr>
        <w:fldChar w:fldCharType="end"/>
      </w:r>
    </w:p>
    <w:p w:rsidR="00191A98" w:rsidRDefault="00191A98">
      <w:pPr>
        <w:pStyle w:val="TOC2"/>
        <w:rPr>
          <w:noProof/>
          <w:lang w:bidi="he-IL"/>
        </w:rPr>
      </w:pPr>
      <w:r>
        <w:rPr>
          <w:noProof/>
        </w:rPr>
        <w:t>getFullTerritoryNameInEnglish ()</w:t>
      </w:r>
      <w:r>
        <w:rPr>
          <w:noProof/>
        </w:rPr>
        <w:tab/>
      </w:r>
      <w:r>
        <w:rPr>
          <w:noProof/>
        </w:rPr>
        <w:fldChar w:fldCharType="begin"/>
      </w:r>
      <w:r>
        <w:rPr>
          <w:noProof/>
        </w:rPr>
        <w:instrText xml:space="preserve"> PAGEREF _Toc465975126 \h </w:instrText>
      </w:r>
      <w:r>
        <w:rPr>
          <w:noProof/>
        </w:rPr>
      </w:r>
      <w:r>
        <w:rPr>
          <w:noProof/>
        </w:rPr>
        <w:fldChar w:fldCharType="separate"/>
      </w:r>
      <w:r>
        <w:rPr>
          <w:noProof/>
        </w:rPr>
        <w:t>17</w:t>
      </w:r>
      <w:r>
        <w:rPr>
          <w:noProof/>
        </w:rPr>
        <w:fldChar w:fldCharType="end"/>
      </w:r>
    </w:p>
    <w:p w:rsidR="00191A98" w:rsidRDefault="00191A98">
      <w:pPr>
        <w:pStyle w:val="TOC2"/>
        <w:rPr>
          <w:noProof/>
          <w:lang w:bidi="he-IL"/>
        </w:rPr>
      </w:pPr>
      <w:r>
        <w:rPr>
          <w:noProof/>
        </w:rPr>
        <w:t>getAlphabetsForTerritory()</w:t>
      </w:r>
      <w:r>
        <w:rPr>
          <w:noProof/>
        </w:rPr>
        <w:tab/>
      </w:r>
      <w:r>
        <w:rPr>
          <w:noProof/>
        </w:rPr>
        <w:fldChar w:fldCharType="begin"/>
      </w:r>
      <w:r>
        <w:rPr>
          <w:noProof/>
        </w:rPr>
        <w:instrText xml:space="preserve"> PAGEREF _Toc465975127 \h </w:instrText>
      </w:r>
      <w:r>
        <w:rPr>
          <w:noProof/>
        </w:rPr>
      </w:r>
      <w:r>
        <w:rPr>
          <w:noProof/>
        </w:rPr>
        <w:fldChar w:fldCharType="separate"/>
      </w:r>
      <w:r>
        <w:rPr>
          <w:noProof/>
        </w:rPr>
        <w:t>18</w:t>
      </w:r>
      <w:r>
        <w:rPr>
          <w:noProof/>
        </w:rPr>
        <w:fldChar w:fldCharType="end"/>
      </w:r>
    </w:p>
    <w:p w:rsidR="00191A98" w:rsidRDefault="00191A98">
      <w:pPr>
        <w:pStyle w:val="TOC2"/>
        <w:rPr>
          <w:noProof/>
          <w:lang w:bidi="he-IL"/>
        </w:rPr>
      </w:pPr>
      <w:r>
        <w:rPr>
          <w:noProof/>
        </w:rPr>
        <w:t>getFullTerritoryNameLocalUtf8 ()</w:t>
      </w:r>
      <w:r>
        <w:rPr>
          <w:noProof/>
        </w:rPr>
        <w:tab/>
      </w:r>
      <w:r>
        <w:rPr>
          <w:noProof/>
        </w:rPr>
        <w:fldChar w:fldCharType="begin"/>
      </w:r>
      <w:r>
        <w:rPr>
          <w:noProof/>
        </w:rPr>
        <w:instrText xml:space="preserve"> PAGEREF _Toc465975128 \h </w:instrText>
      </w:r>
      <w:r>
        <w:rPr>
          <w:noProof/>
        </w:rPr>
      </w:r>
      <w:r>
        <w:rPr>
          <w:noProof/>
        </w:rPr>
        <w:fldChar w:fldCharType="separate"/>
      </w:r>
      <w:r>
        <w:rPr>
          <w:noProof/>
        </w:rPr>
        <w:t>18</w:t>
      </w:r>
      <w:r>
        <w:rPr>
          <w:noProof/>
        </w:rPr>
        <w:fldChar w:fldCharType="end"/>
      </w:r>
    </w:p>
    <w:p w:rsidR="00191A98" w:rsidRDefault="00191A98">
      <w:pPr>
        <w:pStyle w:val="TOC2"/>
        <w:rPr>
          <w:noProof/>
          <w:lang w:bidi="he-IL"/>
        </w:rPr>
      </w:pPr>
      <w:r>
        <w:rPr>
          <w:noProof/>
        </w:rPr>
        <w:t>getFullTerritoryNameLocalInAlphabetUtf8 ()</w:t>
      </w:r>
      <w:r>
        <w:rPr>
          <w:noProof/>
        </w:rPr>
        <w:tab/>
      </w:r>
      <w:r>
        <w:rPr>
          <w:noProof/>
        </w:rPr>
        <w:fldChar w:fldCharType="begin"/>
      </w:r>
      <w:r>
        <w:rPr>
          <w:noProof/>
        </w:rPr>
        <w:instrText xml:space="preserve"> PAGEREF _Toc465975129 \h </w:instrText>
      </w:r>
      <w:r>
        <w:rPr>
          <w:noProof/>
        </w:rPr>
      </w:r>
      <w:r>
        <w:rPr>
          <w:noProof/>
        </w:rPr>
        <w:fldChar w:fldCharType="separate"/>
      </w:r>
      <w:r>
        <w:rPr>
          <w:noProof/>
        </w:rPr>
        <w:t>19</w:t>
      </w:r>
      <w:r>
        <w:rPr>
          <w:noProof/>
        </w:rPr>
        <w:fldChar w:fldCharType="end"/>
      </w:r>
    </w:p>
    <w:p w:rsidR="00191A98" w:rsidRDefault="00191A98">
      <w:pPr>
        <w:pStyle w:val="TOC1"/>
        <w:rPr>
          <w:b w:val="0"/>
          <w:noProof/>
          <w:lang w:bidi="he-IL"/>
        </w:rPr>
      </w:pPr>
      <w:r>
        <w:rPr>
          <w:noProof/>
        </w:rPr>
        <w:t>6. Data changes</w:t>
      </w:r>
      <w:r>
        <w:rPr>
          <w:noProof/>
        </w:rPr>
        <w:tab/>
      </w:r>
      <w:r>
        <w:rPr>
          <w:noProof/>
        </w:rPr>
        <w:fldChar w:fldCharType="begin"/>
      </w:r>
      <w:r>
        <w:rPr>
          <w:noProof/>
        </w:rPr>
        <w:instrText xml:space="preserve"> PAGEREF _Toc465975130 \h </w:instrText>
      </w:r>
      <w:r>
        <w:rPr>
          <w:noProof/>
        </w:rPr>
      </w:r>
      <w:r>
        <w:rPr>
          <w:noProof/>
        </w:rPr>
        <w:fldChar w:fldCharType="separate"/>
      </w:r>
      <w:r>
        <w:rPr>
          <w:noProof/>
        </w:rPr>
        <w:t>20</w:t>
      </w:r>
      <w:r>
        <w:rPr>
          <w:noProof/>
        </w:rPr>
        <w:fldChar w:fldCharType="end"/>
      </w:r>
    </w:p>
    <w:p w:rsidR="00191A98" w:rsidRDefault="00191A98">
      <w:pPr>
        <w:pStyle w:val="TOC2"/>
        <w:rPr>
          <w:noProof/>
          <w:lang w:bidi="he-IL"/>
        </w:rPr>
      </w:pPr>
      <w:r w:rsidRPr="000E6032">
        <w:rPr>
          <w:noProof/>
        </w:rPr>
        <w:t>6.1 Data changes in version 2.0</w:t>
      </w:r>
      <w:r>
        <w:rPr>
          <w:noProof/>
        </w:rPr>
        <w:tab/>
      </w:r>
      <w:r>
        <w:rPr>
          <w:noProof/>
        </w:rPr>
        <w:fldChar w:fldCharType="begin"/>
      </w:r>
      <w:r>
        <w:rPr>
          <w:noProof/>
        </w:rPr>
        <w:instrText xml:space="preserve"> PAGEREF _Toc465975131 \h </w:instrText>
      </w:r>
      <w:r>
        <w:rPr>
          <w:noProof/>
        </w:rPr>
      </w:r>
      <w:r>
        <w:rPr>
          <w:noProof/>
        </w:rPr>
        <w:fldChar w:fldCharType="separate"/>
      </w:r>
      <w:r>
        <w:rPr>
          <w:noProof/>
        </w:rPr>
        <w:t>20</w:t>
      </w:r>
      <w:r>
        <w:rPr>
          <w:noProof/>
        </w:rPr>
        <w:fldChar w:fldCharType="end"/>
      </w:r>
    </w:p>
    <w:p w:rsidR="00191A98" w:rsidRDefault="00191A98">
      <w:pPr>
        <w:pStyle w:val="TOC2"/>
        <w:rPr>
          <w:noProof/>
          <w:lang w:bidi="he-IL"/>
        </w:rPr>
      </w:pPr>
      <w:r w:rsidRPr="000E6032">
        <w:rPr>
          <w:noProof/>
        </w:rPr>
        <w:t>6.1 Data changes in version 2.2</w:t>
      </w:r>
      <w:r>
        <w:rPr>
          <w:noProof/>
        </w:rPr>
        <w:tab/>
      </w:r>
      <w:r>
        <w:rPr>
          <w:noProof/>
        </w:rPr>
        <w:fldChar w:fldCharType="begin"/>
      </w:r>
      <w:r>
        <w:rPr>
          <w:noProof/>
        </w:rPr>
        <w:instrText xml:space="preserve"> PAGEREF _Toc465975132 \h </w:instrText>
      </w:r>
      <w:r>
        <w:rPr>
          <w:noProof/>
        </w:rPr>
      </w:r>
      <w:r>
        <w:rPr>
          <w:noProof/>
        </w:rPr>
        <w:fldChar w:fldCharType="separate"/>
      </w:r>
      <w:r>
        <w:rPr>
          <w:noProof/>
        </w:rPr>
        <w:t>22</w:t>
      </w:r>
      <w:r>
        <w:rPr>
          <w:noProof/>
        </w:rPr>
        <w:fldChar w:fldCharType="end"/>
      </w:r>
    </w:p>
    <w:p w:rsidR="00191A98" w:rsidRDefault="00191A98">
      <w:pPr>
        <w:pStyle w:val="TOC1"/>
        <w:rPr>
          <w:b w:val="0"/>
          <w:noProof/>
          <w:lang w:bidi="he-IL"/>
        </w:rPr>
      </w:pPr>
      <w:r>
        <w:rPr>
          <w:noProof/>
        </w:rPr>
        <w:t>7. C library version history</w:t>
      </w:r>
      <w:r>
        <w:rPr>
          <w:noProof/>
        </w:rPr>
        <w:tab/>
      </w:r>
      <w:r>
        <w:rPr>
          <w:noProof/>
        </w:rPr>
        <w:fldChar w:fldCharType="begin"/>
      </w:r>
      <w:r>
        <w:rPr>
          <w:noProof/>
        </w:rPr>
        <w:instrText xml:space="preserve"> PAGEREF _Toc465975133 \h </w:instrText>
      </w:r>
      <w:r>
        <w:rPr>
          <w:noProof/>
        </w:rPr>
      </w:r>
      <w:r>
        <w:rPr>
          <w:noProof/>
        </w:rPr>
        <w:fldChar w:fldCharType="separate"/>
      </w:r>
      <w:r>
        <w:rPr>
          <w:noProof/>
        </w:rPr>
        <w:t>24</w:t>
      </w:r>
      <w:r>
        <w:rPr>
          <w:noProof/>
        </w:rPr>
        <w:fldChar w:fldCharType="end"/>
      </w:r>
    </w:p>
    <w:p w:rsidR="00191A98" w:rsidRPr="00D103C0" w:rsidRDefault="00191A98" w:rsidP="008148FC">
      <w:r>
        <w:fldChar w:fldCharType="end"/>
      </w:r>
    </w:p>
    <w:p w:rsidR="00191A98" w:rsidRDefault="00191A98" w:rsidP="00A751E0">
      <w:pPr>
        <w:pStyle w:val="Heading1"/>
      </w:pPr>
      <w:bookmarkStart w:id="0" w:name="_Toc465975104"/>
      <w:r>
        <w:t>Introduction: how to use this library</w:t>
      </w:r>
      <w:bookmarkEnd w:id="0"/>
    </w:p>
    <w:p w:rsidR="00191A98" w:rsidRDefault="00191A98" w:rsidP="00A751E0">
      <w:r>
        <w:t>The key use of this library is to</w:t>
      </w:r>
    </w:p>
    <w:p w:rsidR="00191A98" w:rsidRDefault="00191A98" w:rsidP="00A751E0">
      <w:pPr>
        <w:numPr>
          <w:ilvl w:val="0"/>
          <w:numId w:val="41"/>
        </w:numPr>
      </w:pPr>
      <w:r>
        <w:t>Take a string (for example, some user input), recognize whether it specifies a valid mapcode, and decode it into a coordinate (a WGS84 latitude/longitude).</w:t>
      </w:r>
    </w:p>
    <w:p w:rsidR="00191A98" w:rsidRDefault="00191A98" w:rsidP="00A751E0">
      <w:pPr>
        <w:numPr>
          <w:ilvl w:val="0"/>
          <w:numId w:val="41"/>
        </w:numPr>
      </w:pPr>
      <w:r>
        <w:t>Take a coordinate, and encode it into a mapcode.</w:t>
      </w:r>
    </w:p>
    <w:p w:rsidR="00191A98" w:rsidRDefault="00191A98" w:rsidP="00A751E0">
      <w:r>
        <w:t xml:space="preserve">Given </w:t>
      </w:r>
      <w:r>
        <w:rPr>
          <w:i/>
          <w:iCs/>
        </w:rPr>
        <w:t>any</w:t>
      </w:r>
      <w:r>
        <w:t xml:space="preserve"> string, there is a very lightweight routine (</w:t>
      </w:r>
      <w:r>
        <w:rPr>
          <w:b/>
          <w:bCs/>
        </w:rPr>
        <w:t>compare…WithMapcodeFormat</w:t>
      </w:r>
      <w:r>
        <w:t xml:space="preserve">) which will identify </w:t>
      </w:r>
      <w:r w:rsidRPr="00A751E0">
        <w:rPr>
          <w:i/>
          <w:iCs/>
        </w:rPr>
        <w:t>whether</w:t>
      </w:r>
      <w:r>
        <w:t xml:space="preserve"> the string looks like a valid mapcode. There is also a routine </w:t>
      </w:r>
      <w:r>
        <w:rPr>
          <w:b/>
          <w:bCs/>
        </w:rPr>
        <w:t xml:space="preserve">(decode…MapcodeToLatLon) </w:t>
      </w:r>
      <w:r>
        <w:t>to actually do the decoding.</w:t>
      </w:r>
    </w:p>
    <w:p w:rsidR="00191A98" w:rsidRDefault="00191A98" w:rsidP="00D15656">
      <w:r>
        <w:t xml:space="preserve">There are also routines of the form </w:t>
      </w:r>
      <w:r w:rsidRPr="00A751E0">
        <w:rPr>
          <w:b/>
          <w:bCs/>
        </w:rPr>
        <w:t>encode</w:t>
      </w:r>
      <w:r>
        <w:rPr>
          <w:b/>
          <w:bCs/>
        </w:rPr>
        <w:t>LatLonTo…Mapcode</w:t>
      </w:r>
      <w:r>
        <w:t xml:space="preserve"> which will take a coordinate and produce one or more mapcodes to represent the coordinate. Such mapcodes are always in the latin alphabet. To represent the result in a different form, use a </w:t>
      </w:r>
      <w:r>
        <w:rPr>
          <w:b/>
          <w:bCs/>
        </w:rPr>
        <w:t>convertMapcodeToUtf…Alphabet</w:t>
      </w:r>
      <w:r>
        <w:t xml:space="preserve"> routine.</w:t>
      </w:r>
    </w:p>
    <w:p w:rsidR="00191A98" w:rsidRDefault="00191A98" w:rsidP="00D15656"/>
    <w:p w:rsidR="00191A98" w:rsidRDefault="00191A98" w:rsidP="00281972">
      <w:r>
        <w:t xml:space="preserve">There are several supporting routines. For example, users in The Netherlands may habitually leave out the “NLD” code, and users in </w:t>
      </w:r>
      <w:smartTag w:uri="urn:schemas-microsoft-com:office:smarttags" w:element="State">
        <w:smartTag w:uri="urn:schemas-microsoft-com:office:smarttags" w:element="place">
          <w:r>
            <w:t>California</w:t>
          </w:r>
        </w:smartTag>
      </w:smartTag>
      <w:r>
        <w:t xml:space="preserve"> may abbreviate “US-CA” to just “CA”. To help the </w:t>
      </w:r>
      <w:r>
        <w:rPr>
          <w:b/>
          <w:bCs/>
        </w:rPr>
        <w:t>decode</w:t>
      </w:r>
      <w:r>
        <w:t xml:space="preserve">… routine to “fill in the blanks”, you can pass a context. To convert between the internal representation (like </w:t>
      </w:r>
      <w:r w:rsidRPr="00281972">
        <w:rPr>
          <w:b/>
          <w:bCs/>
        </w:rPr>
        <w:t>TERRITORY_NLD</w:t>
      </w:r>
      <w:r>
        <w:t>), the official ISO3166 name (like “NLD”) and the full name (like “The Netherlands” or “</w:t>
      </w:r>
      <w:smartTag w:uri="urn:schemas-microsoft-com:office:smarttags" w:element="City">
        <w:smartTag w:uri="urn:schemas-microsoft-com:office:smarttags" w:element="place">
          <w:r>
            <w:t>Nederland</w:t>
          </w:r>
        </w:smartTag>
      </w:smartTag>
      <w:r>
        <w:t>”), use</w:t>
      </w:r>
    </w:p>
    <w:p w:rsidR="00191A98" w:rsidRDefault="00191A98" w:rsidP="00281972">
      <w:pPr>
        <w:rPr>
          <w:b/>
          <w:bCs/>
        </w:rPr>
      </w:pPr>
      <w:r>
        <w:tab/>
      </w:r>
      <w:r>
        <w:rPr>
          <w:b/>
          <w:bCs/>
        </w:rPr>
        <w:t>getTerritoryCode()</w:t>
      </w:r>
    </w:p>
    <w:p w:rsidR="00191A98" w:rsidRDefault="00191A98" w:rsidP="00281972">
      <w:pPr>
        <w:rPr>
          <w:b/>
          <w:bCs/>
        </w:rPr>
      </w:pPr>
      <w:r>
        <w:rPr>
          <w:b/>
          <w:bCs/>
        </w:rPr>
        <w:tab/>
        <w:t>getTerritoryIsoName()</w:t>
      </w:r>
    </w:p>
    <w:p w:rsidR="00191A98" w:rsidRPr="00FB7719" w:rsidRDefault="00191A98" w:rsidP="00FB7719">
      <w:pPr>
        <w:rPr>
          <w:b/>
          <w:bCs/>
        </w:rPr>
      </w:pPr>
      <w:r>
        <w:rPr>
          <w:b/>
          <w:bCs/>
        </w:rPr>
        <w:tab/>
      </w:r>
      <w:r w:rsidRPr="0082735A">
        <w:rPr>
          <w:b/>
          <w:bCs/>
        </w:rPr>
        <w:t>getFullTerritoryName</w:t>
      </w:r>
      <w:r>
        <w:rPr>
          <w:b/>
          <w:bCs/>
        </w:rPr>
        <w:t>…()</w:t>
      </w:r>
    </w:p>
    <w:p w:rsidR="00191A98" w:rsidRPr="00A751E0" w:rsidRDefault="00191A98" w:rsidP="00A751E0"/>
    <w:p w:rsidR="00191A98" w:rsidRDefault="00191A98" w:rsidP="004067EA">
      <w:pPr>
        <w:pStyle w:val="Heading1"/>
      </w:pPr>
      <w:bookmarkStart w:id="1" w:name="_Toc465975105"/>
      <w:r>
        <w:t xml:space="preserve">1. </w:t>
      </w:r>
      <w:r w:rsidRPr="00D103C0">
        <w:t>Converting a coordinate into a mapcode</w:t>
      </w:r>
      <w:bookmarkEnd w:id="1"/>
    </w:p>
    <w:p w:rsidR="00191A98" w:rsidRPr="008148FC" w:rsidRDefault="00191A98" w:rsidP="00687C99">
      <w:pPr>
        <w:pStyle w:val="Heading2"/>
      </w:pPr>
      <w:bookmarkStart w:id="2" w:name="_Toc465975106"/>
      <w:r w:rsidRPr="008148FC">
        <w:t>encodeLatLonToSingleMapcode()</w:t>
      </w:r>
      <w:bookmarkEnd w:id="2"/>
    </w:p>
    <w:p w:rsidR="00191A98" w:rsidRPr="00983EE5" w:rsidRDefault="00191A98" w:rsidP="00983EE5">
      <w:pPr>
        <w:pStyle w:val="Code"/>
        <w:rPr>
          <w:bCs/>
          <w:i/>
          <w:iCs/>
        </w:rPr>
      </w:pPr>
      <w:r w:rsidRPr="00983EE5">
        <w:t>int encodeLatLonToSingleMapcode(</w:t>
      </w:r>
      <w:r w:rsidRPr="00983EE5">
        <w:rPr>
          <w:bCs/>
        </w:rPr>
        <w:t xml:space="preserve">  </w:t>
      </w:r>
      <w:r w:rsidRPr="00983EE5">
        <w:rPr>
          <w:bCs/>
          <w:i/>
          <w:iCs/>
        </w:rPr>
        <w:t>// find shortest mapcode</w:t>
      </w:r>
    </w:p>
    <w:p w:rsidR="00191A98" w:rsidRPr="00983EE5" w:rsidRDefault="00191A98" w:rsidP="00983EE5">
      <w:pPr>
        <w:pStyle w:val="Code"/>
      </w:pPr>
      <w:r w:rsidRPr="00983EE5">
        <w:t xml:space="preserve">  char*   result, </w:t>
      </w:r>
    </w:p>
    <w:p w:rsidR="00191A98" w:rsidRPr="00983EE5" w:rsidRDefault="00191A98" w:rsidP="00983EE5">
      <w:pPr>
        <w:pStyle w:val="Code"/>
      </w:pPr>
      <w:r w:rsidRPr="00983EE5">
        <w:t xml:space="preserve">  double  lat, </w:t>
      </w:r>
    </w:p>
    <w:p w:rsidR="00191A98" w:rsidRPr="00983EE5" w:rsidRDefault="00191A98" w:rsidP="00983EE5">
      <w:pPr>
        <w:pStyle w:val="Code"/>
      </w:pPr>
      <w:r w:rsidRPr="00983EE5">
        <w:t xml:space="preserve">  double  lon, </w:t>
      </w:r>
    </w:p>
    <w:p w:rsidR="00191A98" w:rsidRPr="00983EE5" w:rsidRDefault="00191A98" w:rsidP="00837975">
      <w:pPr>
        <w:pStyle w:val="Code"/>
      </w:pPr>
      <w:r w:rsidRPr="00983EE5">
        <w:t xml:space="preserve">  </w:t>
      </w:r>
      <w:smartTag w:uri="urn:schemas-microsoft-com:office:smarttags" w:element="PlaceName">
        <w:smartTag w:uri="urn:schemas-microsoft-com:office:smarttags" w:element="place">
          <w:smartTag w:uri="urn:schemas-microsoft-com:office:smarttags" w:element="PlaceName">
            <w:r>
              <w:t>enum</w:t>
            </w:r>
          </w:smartTag>
          <w:r>
            <w:t xml:space="preserve"> </w:t>
          </w:r>
          <w:smartTag w:uri="urn:schemas-microsoft-com:office:smarttags" w:element="PlaceType">
            <w:r>
              <w:t>Territory</w:t>
            </w:r>
          </w:smartTag>
        </w:smartTag>
      </w:smartTag>
      <w:r>
        <w:t xml:space="preserve"> territory</w:t>
      </w:r>
      <w:r w:rsidRPr="00983EE5">
        <w:t xml:space="preserve">, </w:t>
      </w:r>
      <w:r w:rsidRPr="00983EE5">
        <w:rPr>
          <w:i/>
        </w:rPr>
        <w:t xml:space="preserve">    </w:t>
      </w:r>
      <w:r>
        <w:rPr>
          <w:i/>
        </w:rPr>
        <w:t xml:space="preserve">  </w:t>
      </w:r>
      <w:r w:rsidRPr="00983EE5">
        <w:rPr>
          <w:i/>
        </w:rPr>
        <w:t xml:space="preserve">// cannot be </w:t>
      </w:r>
      <w:r>
        <w:t>TERRITORY_UNKNOWN</w:t>
      </w:r>
    </w:p>
    <w:p w:rsidR="00191A98" w:rsidRPr="00983EE5" w:rsidRDefault="00191A98" w:rsidP="00983EE5">
      <w:pPr>
        <w:pStyle w:val="Code"/>
      </w:pPr>
      <w:r w:rsidRPr="00983EE5">
        <w:t xml:space="preserve">  int</w:t>
      </w:r>
      <w:r>
        <w:t xml:space="preserve"> </w:t>
      </w:r>
      <w:r w:rsidRPr="00983EE5">
        <w:t xml:space="preserve">    extraDigits)</w:t>
      </w:r>
    </w:p>
    <w:p w:rsidR="00191A98" w:rsidRPr="00D103C0" w:rsidRDefault="00191A98" w:rsidP="007E427F">
      <w:pPr>
        <w:pStyle w:val="myTitle"/>
      </w:pPr>
      <w:r>
        <w:t>Input</w:t>
      </w:r>
    </w:p>
    <w:p w:rsidR="00191A98" w:rsidRPr="00D103C0" w:rsidRDefault="00191A98" w:rsidP="007E427F">
      <w:pPr>
        <w:numPr>
          <w:ilvl w:val="0"/>
          <w:numId w:val="15"/>
        </w:numPr>
      </w:pPr>
      <w:r w:rsidRPr="00D103C0">
        <w:rPr>
          <w:b/>
        </w:rPr>
        <w:t>lat:</w:t>
      </w:r>
      <w:r w:rsidRPr="00D103C0">
        <w:t xml:space="preserve"> </w:t>
      </w:r>
      <w:r>
        <w:t>L</w:t>
      </w:r>
      <w:r w:rsidRPr="00D103C0">
        <w:t>atitude in degrees, capped to -90.0 to 90.0 by method</w:t>
      </w:r>
      <w:r>
        <w:t>.</w:t>
      </w:r>
    </w:p>
    <w:p w:rsidR="00191A98" w:rsidRPr="00D103C0" w:rsidRDefault="00191A98" w:rsidP="007E427F">
      <w:pPr>
        <w:numPr>
          <w:ilvl w:val="0"/>
          <w:numId w:val="16"/>
        </w:numPr>
      </w:pPr>
      <w:r w:rsidRPr="00D103C0">
        <w:rPr>
          <w:b/>
        </w:rPr>
        <w:t>lon:</w:t>
      </w:r>
      <w:r w:rsidRPr="00D103C0">
        <w:t xml:space="preserve"> </w:t>
      </w:r>
      <w:r>
        <w:t>L</w:t>
      </w:r>
      <w:r w:rsidRPr="00D103C0">
        <w:t>ongitude in degrees, wrapped to -180.0 to 180.0 by method</w:t>
      </w:r>
      <w:r>
        <w:t>.</w:t>
      </w:r>
    </w:p>
    <w:p w:rsidR="00191A98" w:rsidRPr="00D103C0" w:rsidRDefault="00191A98" w:rsidP="007E427F">
      <w:pPr>
        <w:numPr>
          <w:ilvl w:val="0"/>
          <w:numId w:val="17"/>
        </w:numPr>
      </w:pPr>
      <w:r>
        <w:rPr>
          <w:b/>
        </w:rPr>
        <w:t>territory</w:t>
      </w:r>
      <w:r w:rsidRPr="00D103C0">
        <w:rPr>
          <w:b/>
        </w:rPr>
        <w:t xml:space="preserve">: </w:t>
      </w:r>
      <w:r>
        <w:t>T</w:t>
      </w:r>
      <w:r w:rsidRPr="00D103C0">
        <w:t>erritory to encode in (</w:t>
      </w:r>
      <w:r>
        <w:t>must be a valid territory</w:t>
      </w:r>
      <w:r w:rsidRPr="00D103C0">
        <w:t>)</w:t>
      </w:r>
      <w:r>
        <w:t>.</w:t>
      </w:r>
    </w:p>
    <w:p w:rsidR="00191A98" w:rsidRPr="00D103C0" w:rsidRDefault="00191A98" w:rsidP="007E427F">
      <w:pPr>
        <w:numPr>
          <w:ilvl w:val="0"/>
          <w:numId w:val="18"/>
        </w:numPr>
      </w:pPr>
      <w:r w:rsidRPr="00D103C0">
        <w:rPr>
          <w:b/>
        </w:rPr>
        <w:t>extraDigits:</w:t>
      </w:r>
      <w:r w:rsidRPr="00D103C0">
        <w:rPr>
          <w:b/>
          <w:bCs/>
        </w:rPr>
        <w:t xml:space="preserve"> </w:t>
      </w:r>
      <w:r>
        <w:t>T</w:t>
      </w:r>
      <w:r w:rsidRPr="00D103C0">
        <w:t>he number of high-precision extra "digits" to add to the generated mapcode. The preferred default is 0). See section 2.2 below.</w:t>
      </w:r>
    </w:p>
    <w:p w:rsidR="00191A98" w:rsidRPr="00D103C0" w:rsidRDefault="00191A98" w:rsidP="007E427F">
      <w:pPr>
        <w:pStyle w:val="myTitle"/>
      </w:pPr>
      <w:r>
        <w:t>O</w:t>
      </w:r>
      <w:r w:rsidRPr="00D103C0">
        <w:t>utput</w:t>
      </w:r>
    </w:p>
    <w:p w:rsidR="00191A98" w:rsidRPr="00D103C0" w:rsidRDefault="00191A98" w:rsidP="007E427F">
      <w:pPr>
        <w:numPr>
          <w:ilvl w:val="0"/>
          <w:numId w:val="19"/>
        </w:numPr>
      </w:pPr>
      <w:r w:rsidRPr="00D103C0">
        <w:rPr>
          <w:b/>
        </w:rPr>
        <w:t>return value</w:t>
      </w:r>
      <w:r w:rsidRPr="00D103C0">
        <w:t xml:space="preserve">: </w:t>
      </w:r>
      <w:r>
        <w:t>N</w:t>
      </w:r>
      <w:r w:rsidRPr="00D103C0">
        <w:t>umber of results (0 or negative if no mapcode was found</w:t>
      </w:r>
      <w:r>
        <w:t>, 1 otherwise</w:t>
      </w:r>
      <w:r w:rsidRPr="00D103C0">
        <w:t>)</w:t>
      </w:r>
      <w:r>
        <w:t>.</w:t>
      </w:r>
    </w:p>
    <w:p w:rsidR="00191A98" w:rsidRPr="00D103C0" w:rsidRDefault="00191A98" w:rsidP="007E427F">
      <w:pPr>
        <w:numPr>
          <w:ilvl w:val="0"/>
          <w:numId w:val="20"/>
        </w:numPr>
      </w:pPr>
      <w:r w:rsidRPr="00D103C0">
        <w:rPr>
          <w:b/>
        </w:rPr>
        <w:t>result:</w:t>
      </w:r>
      <w:r w:rsidRPr="00D103C0">
        <w:t xml:space="preserve"> </w:t>
      </w:r>
      <w:r>
        <w:t>A</w:t>
      </w:r>
      <w:r w:rsidRPr="00D103C0">
        <w:t xml:space="preserve"> string representing the full mapcode found, including territory code; the caller must allocate the memory for the result string (</w:t>
      </w:r>
      <w:r w:rsidRPr="00D103C0">
        <w:rPr>
          <w:sz w:val="20"/>
          <w:szCs w:val="20"/>
        </w:rPr>
        <w:t>MAX_MAPCODE_RESULT_LEN</w:t>
      </w:r>
      <w:r w:rsidRPr="00D103C0">
        <w:t>).</w:t>
      </w:r>
    </w:p>
    <w:p w:rsidR="00191A98" w:rsidRPr="00983EE5" w:rsidRDefault="00191A98" w:rsidP="007E427F">
      <w:pPr>
        <w:pStyle w:val="myTitle"/>
      </w:pPr>
      <w:r w:rsidRPr="00983EE5">
        <w:t>Example</w:t>
      </w:r>
    </w:p>
    <w:p w:rsidR="00191A98" w:rsidRPr="00983EE5" w:rsidRDefault="00191A98" w:rsidP="00983EE5">
      <w:pPr>
        <w:pStyle w:val="Code"/>
      </w:pPr>
      <w:r w:rsidRPr="00983EE5">
        <w:t>double lat              = 52.376514;</w:t>
      </w:r>
    </w:p>
    <w:p w:rsidR="00191A98" w:rsidRPr="00983EE5" w:rsidRDefault="00191A98" w:rsidP="00983EE5">
      <w:pPr>
        <w:pStyle w:val="Code"/>
      </w:pPr>
      <w:r w:rsidRPr="00983EE5">
        <w:t>double lon              =  4.908542;</w:t>
      </w:r>
    </w:p>
    <w:p w:rsidR="00191A98" w:rsidRPr="00983EE5" w:rsidRDefault="00191A98" w:rsidP="00983EE5">
      <w:pPr>
        <w:pStyle w:val="Code"/>
      </w:pPr>
      <w:r w:rsidRPr="00983EE5">
        <w:t>const char* countryabbr = "NLD";</w:t>
      </w:r>
    </w:p>
    <w:p w:rsidR="00191A98" w:rsidRPr="00983EE5" w:rsidRDefault="00191A98" w:rsidP="00983EE5">
      <w:pPr>
        <w:pStyle w:val="Code"/>
      </w:pPr>
    </w:p>
    <w:p w:rsidR="00191A98" w:rsidRPr="00983EE5" w:rsidRDefault="00191A98" w:rsidP="00983EE5">
      <w:pPr>
        <w:pStyle w:val="Code"/>
      </w:pPr>
      <w:r w:rsidRPr="00983EE5">
        <w:t>char result[MAX_MAPCODE_RESULT_LEN];</w:t>
      </w:r>
    </w:p>
    <w:p w:rsidR="00191A98" w:rsidRPr="00983EE5" w:rsidRDefault="00191A98" w:rsidP="00837975">
      <w:pPr>
        <w:pStyle w:val="Code"/>
      </w:pPr>
      <w:smartTag w:uri="urn:schemas-microsoft-com:office:smarttags" w:element="PlaceName">
        <w:smartTag w:uri="urn:schemas-microsoft-com:office:smarttags" w:element="place">
          <w:smartTag w:uri="urn:schemas-microsoft-com:office:smarttags" w:element="PlaceName">
            <w:r>
              <w:t>enum</w:t>
            </w:r>
          </w:smartTag>
          <w:r>
            <w:t xml:space="preserve"> </w:t>
          </w:r>
          <w:smartTag w:uri="urn:schemas-microsoft-com:office:smarttags" w:element="PlaceType">
            <w:r>
              <w:t>Territory</w:t>
            </w:r>
          </w:smartTag>
        </w:smartTag>
      </w:smartTag>
      <w:r w:rsidRPr="00983EE5">
        <w:t xml:space="preserve"> tc = getTerritoryCode(countryabbr, </w:t>
      </w:r>
      <w:r>
        <w:t>TERRITORY_UNKNOWN</w:t>
      </w:r>
      <w:r w:rsidRPr="00983EE5">
        <w:t>);</w:t>
      </w:r>
    </w:p>
    <w:p w:rsidR="00191A98" w:rsidRPr="00983EE5" w:rsidRDefault="00191A98" w:rsidP="00837975">
      <w:pPr>
        <w:pStyle w:val="Code"/>
      </w:pPr>
      <w:r w:rsidRPr="00983EE5">
        <w:t xml:space="preserve">int </w:t>
      </w:r>
      <w:r>
        <w:t>nr</w:t>
      </w:r>
      <w:r w:rsidRPr="00983EE5">
        <w:t xml:space="preserve"> = encodeLatLonToSingleMapcode(result, lat, lon, tc, 0);</w:t>
      </w:r>
    </w:p>
    <w:p w:rsidR="00191A98" w:rsidRPr="00983EE5" w:rsidRDefault="00191A98" w:rsidP="00983EE5">
      <w:pPr>
        <w:pStyle w:val="Code"/>
      </w:pPr>
      <w:r w:rsidRPr="00983EE5">
        <w:t>if (n</w:t>
      </w:r>
      <w:r>
        <w:t>r</w:t>
      </w:r>
      <w:r w:rsidRPr="00983EE5">
        <w:t xml:space="preserve"> &gt; 0)</w:t>
      </w:r>
    </w:p>
    <w:p w:rsidR="00191A98" w:rsidRPr="00983EE5" w:rsidRDefault="00191A98" w:rsidP="00983EE5">
      <w:pPr>
        <w:pStyle w:val="Code"/>
      </w:pPr>
      <w:r w:rsidRPr="00983EE5">
        <w:t xml:space="preserve">  printf("%0.6f,%0.6f has mapcode %s\n", lat, lon, result);</w:t>
      </w:r>
    </w:p>
    <w:p w:rsidR="00191A98" w:rsidRPr="00983EE5" w:rsidRDefault="00191A98" w:rsidP="00983EE5">
      <w:pPr>
        <w:pStyle w:val="Code"/>
      </w:pPr>
      <w:r w:rsidRPr="00983EE5">
        <w:t>else</w:t>
      </w:r>
    </w:p>
    <w:p w:rsidR="00191A98" w:rsidRPr="00983EE5" w:rsidRDefault="00191A98" w:rsidP="00983EE5">
      <w:pPr>
        <w:pStyle w:val="Code"/>
      </w:pPr>
      <w:r w:rsidRPr="00983EE5">
        <w:t xml:space="preserve">  printf("No results\n");</w:t>
      </w:r>
    </w:p>
    <w:p w:rsidR="00191A98" w:rsidRPr="00983EE5" w:rsidRDefault="00191A98" w:rsidP="00C0037C">
      <w:pPr>
        <w:rPr>
          <w:b/>
        </w:rPr>
      </w:pPr>
      <w:r>
        <w:rPr>
          <w:b/>
        </w:rPr>
        <w:t>Example output</w:t>
      </w:r>
    </w:p>
    <w:p w:rsidR="00191A98" w:rsidRDefault="00191A98" w:rsidP="00983EE5">
      <w:pPr>
        <w:pStyle w:val="Code"/>
      </w:pPr>
      <w:r w:rsidRPr="00D103C0">
        <w:t>52.376514,4.908542 has mapcode NLD 49.4V</w:t>
      </w:r>
    </w:p>
    <w:p w:rsidR="00191A98" w:rsidRDefault="00191A98" w:rsidP="00A751E0">
      <w:r w:rsidRPr="00D103C0">
        <w:t xml:space="preserve">Thus, </w:t>
      </w:r>
      <w:r w:rsidRPr="00A751E0">
        <w:rPr>
          <w:b/>
          <w:bCs/>
        </w:rPr>
        <w:t xml:space="preserve">getTerritoryCode </w:t>
      </w:r>
      <w:r w:rsidRPr="00D103C0">
        <w:t xml:space="preserve">is used to </w:t>
      </w:r>
      <w:r>
        <w:t xml:space="preserve">enumerate </w:t>
      </w:r>
      <w:r w:rsidRPr="00D103C0">
        <w:t xml:space="preserve">the territory “NLD”. Then </w:t>
      </w:r>
      <w:r w:rsidRPr="00D103C0">
        <w:rPr>
          <w:b/>
          <w:bCs/>
        </w:rPr>
        <w:t>encodeLatLonToSingleMapcode</w:t>
      </w:r>
      <w:r w:rsidRPr="00D103C0">
        <w:t xml:space="preserve"> is used to determine the mapcode for the coordinate 52.376514,4.908542. </w:t>
      </w:r>
    </w:p>
    <w:p w:rsidR="00191A98" w:rsidRDefault="00191A98" w:rsidP="00687C99">
      <w:pPr>
        <w:pStyle w:val="Heading2"/>
      </w:pPr>
      <w:bookmarkStart w:id="3" w:name="_Toc465975107"/>
      <w:r w:rsidRPr="008148FC">
        <w:t>encodeLatLonToMapcodes</w:t>
      </w:r>
      <w:r>
        <w:t>()</w:t>
      </w:r>
      <w:bookmarkEnd w:id="3"/>
    </w:p>
    <w:p w:rsidR="00191A98" w:rsidRPr="00D103C0" w:rsidRDefault="00191A98" w:rsidP="004937B2">
      <w:r w:rsidRPr="00D103C0">
        <w:t xml:space="preserve">If you are not sure of the territory, and/or if you are interested in alternative (longer) mapcodes for the same coordinate in the </w:t>
      </w:r>
      <w:r w:rsidRPr="00D103C0">
        <w:rPr>
          <w:i/>
          <w:iCs/>
        </w:rPr>
        <w:t>same</w:t>
      </w:r>
      <w:r w:rsidRPr="00D103C0">
        <w:t xml:space="preserve"> territory, you can also generate </w:t>
      </w:r>
      <w:r w:rsidRPr="00D103C0">
        <w:rPr>
          <w:i/>
        </w:rPr>
        <w:t>all</w:t>
      </w:r>
      <w:r w:rsidRPr="00D103C0">
        <w:t xml:space="preserve"> possible mapcodes for a coordinate:</w:t>
      </w:r>
    </w:p>
    <w:p w:rsidR="00191A98" w:rsidRPr="00983EE5" w:rsidRDefault="00191A98" w:rsidP="00983EE5">
      <w:pPr>
        <w:pStyle w:val="Code"/>
        <w:rPr>
          <w:bCs/>
          <w:i/>
          <w:iCs/>
        </w:rPr>
      </w:pPr>
      <w:r w:rsidRPr="00983EE5">
        <w:t xml:space="preserve">int encodeLatLonToMapcodes(  </w:t>
      </w:r>
      <w:r w:rsidRPr="00983EE5">
        <w:rPr>
          <w:bCs/>
          <w:i/>
          <w:iCs/>
        </w:rPr>
        <w:t>// find all mapcodes</w:t>
      </w:r>
    </w:p>
    <w:p w:rsidR="00191A98" w:rsidRPr="00983EE5" w:rsidRDefault="00191A98" w:rsidP="00983EE5">
      <w:pPr>
        <w:pStyle w:val="Code"/>
      </w:pPr>
      <w:r w:rsidRPr="00983EE5">
        <w:t xml:space="preserve">  </w:t>
      </w:r>
      <w:r>
        <w:t xml:space="preserve">Mapcodes* </w:t>
      </w:r>
      <w:r w:rsidRPr="00983EE5">
        <w:t>mapcodes,</w:t>
      </w:r>
    </w:p>
    <w:p w:rsidR="00191A98" w:rsidRPr="00983EE5" w:rsidRDefault="00191A98" w:rsidP="00983EE5">
      <w:pPr>
        <w:pStyle w:val="Code"/>
      </w:pPr>
      <w:r>
        <w:t xml:space="preserve">  double    </w:t>
      </w:r>
      <w:r w:rsidRPr="00983EE5">
        <w:t xml:space="preserve">lat, </w:t>
      </w:r>
    </w:p>
    <w:p w:rsidR="00191A98" w:rsidRPr="00983EE5" w:rsidRDefault="00191A98" w:rsidP="00983EE5">
      <w:pPr>
        <w:pStyle w:val="Code"/>
      </w:pPr>
      <w:r>
        <w:t xml:space="preserve">  d</w:t>
      </w:r>
      <w:r w:rsidRPr="00983EE5">
        <w:t xml:space="preserve">ouble    lon, </w:t>
      </w:r>
    </w:p>
    <w:p w:rsidR="00191A98" w:rsidRPr="00983EE5" w:rsidRDefault="00191A98" w:rsidP="00C75EAD">
      <w:pPr>
        <w:pStyle w:val="Code"/>
      </w:pPr>
      <w:r w:rsidRPr="00983EE5">
        <w:t xml:space="preserve">  </w:t>
      </w:r>
      <w:smartTag w:uri="urn:schemas-microsoft-com:office:smarttags" w:element="PlaceName">
        <w:smartTag w:uri="urn:schemas-microsoft-com:office:smarttags" w:element="place">
          <w:smartTag w:uri="urn:schemas-microsoft-com:office:smarttags" w:element="PlaceName">
            <w:r>
              <w:t>enum</w:t>
            </w:r>
          </w:smartTag>
          <w:r>
            <w:t xml:space="preserve"> </w:t>
          </w:r>
          <w:smartTag w:uri="urn:schemas-microsoft-com:office:smarttags" w:element="PlaceType">
            <w:r>
              <w:t>Territory</w:t>
            </w:r>
          </w:smartTag>
        </w:smartTag>
      </w:smartTag>
      <w:r>
        <w:t xml:space="preserve"> territory,  </w:t>
      </w:r>
      <w:r w:rsidRPr="00983EE5">
        <w:t xml:space="preserve">// </w:t>
      </w:r>
      <w:r>
        <w:t xml:space="preserve">TERRITORY_UNKNOWN gets ALL </w:t>
      </w:r>
      <w:r w:rsidRPr="00983EE5">
        <w:t>territories</w:t>
      </w:r>
    </w:p>
    <w:p w:rsidR="00191A98" w:rsidRPr="00983EE5" w:rsidRDefault="00191A98" w:rsidP="00983EE5">
      <w:pPr>
        <w:pStyle w:val="Code"/>
      </w:pPr>
      <w:r>
        <w:t xml:space="preserve">  i</w:t>
      </w:r>
      <w:r w:rsidRPr="00983EE5">
        <w:t>nt       extraDigits)</w:t>
      </w:r>
    </w:p>
    <w:p w:rsidR="00191A98" w:rsidRPr="008148FC" w:rsidRDefault="00191A98" w:rsidP="007E427F">
      <w:r w:rsidRPr="008148FC">
        <w:t>where</w:t>
      </w:r>
    </w:p>
    <w:p w:rsidR="00191A98" w:rsidRPr="00983EE5" w:rsidRDefault="00191A98" w:rsidP="00983EE5">
      <w:pPr>
        <w:pStyle w:val="Code"/>
      </w:pPr>
      <w:r w:rsidRPr="00983EE5">
        <w:t>typedef struct {</w:t>
      </w:r>
    </w:p>
    <w:p w:rsidR="00191A98" w:rsidRPr="00983EE5" w:rsidRDefault="00191A98" w:rsidP="00983EE5">
      <w:pPr>
        <w:pStyle w:val="Code"/>
      </w:pPr>
      <w:r w:rsidRPr="00983EE5">
        <w:t xml:space="preserve">  int </w:t>
      </w:r>
      <w:r w:rsidRPr="00983EE5">
        <w:rPr>
          <w:bCs/>
        </w:rPr>
        <w:t>count;</w:t>
      </w:r>
    </w:p>
    <w:p w:rsidR="00191A98" w:rsidRPr="00983EE5" w:rsidRDefault="00191A98" w:rsidP="00983EE5">
      <w:pPr>
        <w:pStyle w:val="Code"/>
      </w:pPr>
      <w:r w:rsidRPr="00983EE5">
        <w:t xml:space="preserve">  char </w:t>
      </w:r>
      <w:r w:rsidRPr="00983EE5">
        <w:rPr>
          <w:bCs/>
        </w:rPr>
        <w:t>mapcodes</w:t>
      </w:r>
      <w:r w:rsidRPr="00983EE5">
        <w:t>[count][</w:t>
      </w:r>
      <w:r w:rsidRPr="00983EE5">
        <w:rPr>
          <w:sz w:val="16"/>
          <w:szCs w:val="16"/>
        </w:rPr>
        <w:t>MAX_MAPCODE_RESULT_LEN</w:t>
      </w:r>
      <w:r w:rsidRPr="00983EE5">
        <w:t>];</w:t>
      </w:r>
    </w:p>
    <w:p w:rsidR="00191A98" w:rsidRPr="00983EE5" w:rsidRDefault="00191A98" w:rsidP="00983EE5">
      <w:pPr>
        <w:pStyle w:val="Code"/>
      </w:pPr>
      <w:r w:rsidRPr="00983EE5">
        <w:t>} Mapcodes;</w:t>
      </w:r>
    </w:p>
    <w:p w:rsidR="00191A98" w:rsidRPr="00D103C0" w:rsidRDefault="00191A98" w:rsidP="007E427F">
      <w:pPr>
        <w:pStyle w:val="myTitle"/>
      </w:pPr>
      <w:r>
        <w:t>I</w:t>
      </w:r>
      <w:r w:rsidRPr="00D103C0">
        <w:t>nput</w:t>
      </w:r>
    </w:p>
    <w:p w:rsidR="00191A98" w:rsidRPr="00D103C0" w:rsidRDefault="00191A98" w:rsidP="00992BB7">
      <w:pPr>
        <w:numPr>
          <w:ilvl w:val="0"/>
          <w:numId w:val="35"/>
        </w:numPr>
      </w:pPr>
      <w:r w:rsidRPr="00D103C0">
        <w:rPr>
          <w:b/>
        </w:rPr>
        <w:t>mapcodes:</w:t>
      </w:r>
      <w:r w:rsidRPr="00D103C0">
        <w:t xml:space="preserve"> </w:t>
      </w:r>
      <w:r>
        <w:t>A</w:t>
      </w:r>
      <w:r w:rsidRPr="00D103C0">
        <w:t xml:space="preserve"> structure capable of storing the results. The x-th result will be in mapcodes.mapcode[x] and will have a territory name followed by a space followed by a mapcode, or just the mapcode if it is international.</w:t>
      </w:r>
    </w:p>
    <w:p w:rsidR="00191A98" w:rsidRPr="00D103C0" w:rsidRDefault="00191A98" w:rsidP="007E427F">
      <w:pPr>
        <w:numPr>
          <w:ilvl w:val="0"/>
          <w:numId w:val="22"/>
        </w:numPr>
      </w:pPr>
      <w:r w:rsidRPr="00D103C0">
        <w:rPr>
          <w:b/>
        </w:rPr>
        <w:t>lat:</w:t>
      </w:r>
      <w:r w:rsidRPr="00D103C0">
        <w:t xml:space="preserve"> </w:t>
      </w:r>
      <w:r>
        <w:t>L</w:t>
      </w:r>
      <w:r w:rsidRPr="00D103C0">
        <w:t>atitude in degrees, capped to -90.0 to 90.0 by method</w:t>
      </w:r>
      <w:r>
        <w:t>.</w:t>
      </w:r>
    </w:p>
    <w:p w:rsidR="00191A98" w:rsidRPr="00D103C0" w:rsidRDefault="00191A98" w:rsidP="007E427F">
      <w:pPr>
        <w:numPr>
          <w:ilvl w:val="0"/>
          <w:numId w:val="23"/>
        </w:numPr>
      </w:pPr>
      <w:r w:rsidRPr="00D103C0">
        <w:rPr>
          <w:b/>
        </w:rPr>
        <w:t>lon:</w:t>
      </w:r>
      <w:r w:rsidRPr="00D103C0">
        <w:t xml:space="preserve"> </w:t>
      </w:r>
      <w:r>
        <w:t>L</w:t>
      </w:r>
      <w:r w:rsidRPr="00D103C0">
        <w:t>ongitude in degrees, wrapped to -180.0 to 180.0 by method</w:t>
      </w:r>
      <w:r>
        <w:t>.</w:t>
      </w:r>
    </w:p>
    <w:p w:rsidR="00191A98" w:rsidRPr="00D103C0" w:rsidRDefault="00191A98" w:rsidP="007E427F">
      <w:pPr>
        <w:numPr>
          <w:ilvl w:val="0"/>
          <w:numId w:val="24"/>
        </w:numPr>
      </w:pPr>
      <w:r w:rsidRPr="00D103C0">
        <w:rPr>
          <w:b/>
        </w:rPr>
        <w:t xml:space="preserve">territory: </w:t>
      </w:r>
      <w:r>
        <w:rPr>
          <w:b/>
        </w:rPr>
        <w:t>t</w:t>
      </w:r>
      <w:r w:rsidRPr="00D103C0">
        <w:t xml:space="preserve">erritory </w:t>
      </w:r>
      <w:r>
        <w:t>to encode in</w:t>
      </w:r>
      <w:r w:rsidRPr="00D103C0">
        <w:t xml:space="preserve">, or pass </w:t>
      </w:r>
      <w:r>
        <w:t>TERRITORY_UNKNOWN</w:t>
      </w:r>
      <w:r w:rsidRPr="00D103C0">
        <w:t xml:space="preserve"> to encode in all possible territories</w:t>
      </w:r>
      <w:r>
        <w:t>.</w:t>
      </w:r>
    </w:p>
    <w:p w:rsidR="00191A98" w:rsidRPr="00D103C0" w:rsidRDefault="00191A98" w:rsidP="007E427F">
      <w:pPr>
        <w:numPr>
          <w:ilvl w:val="0"/>
          <w:numId w:val="25"/>
        </w:numPr>
      </w:pPr>
      <w:r w:rsidRPr="00D103C0">
        <w:rPr>
          <w:b/>
        </w:rPr>
        <w:t>extraDigits:</w:t>
      </w:r>
      <w:r w:rsidRPr="00D103C0">
        <w:rPr>
          <w:b/>
          <w:bCs/>
        </w:rPr>
        <w:t xml:space="preserve"> </w:t>
      </w:r>
      <w:r>
        <w:t>T</w:t>
      </w:r>
      <w:r w:rsidRPr="00D103C0">
        <w:t>he number of high-precision extra "digits" to add to the generated mapcode. The preferred default is 0. See section 2.2 below.</w:t>
      </w:r>
    </w:p>
    <w:p w:rsidR="00191A98" w:rsidRPr="00D103C0" w:rsidRDefault="00191A98" w:rsidP="007E427F">
      <w:pPr>
        <w:pStyle w:val="myTitle"/>
      </w:pPr>
      <w:r>
        <w:t>Output</w:t>
      </w:r>
    </w:p>
    <w:p w:rsidR="00191A98" w:rsidRPr="00D103C0" w:rsidRDefault="00191A98" w:rsidP="007E427F">
      <w:pPr>
        <w:numPr>
          <w:ilvl w:val="0"/>
          <w:numId w:val="26"/>
        </w:numPr>
      </w:pPr>
      <w:r w:rsidRPr="00D103C0">
        <w:rPr>
          <w:b/>
        </w:rPr>
        <w:t>return value</w:t>
      </w:r>
      <w:r w:rsidRPr="00D103C0">
        <w:t xml:space="preserve">: </w:t>
      </w:r>
      <w:r>
        <w:t>The number of results.</w:t>
      </w:r>
    </w:p>
    <w:p w:rsidR="00191A98" w:rsidRPr="00983EE5" w:rsidRDefault="00191A98" w:rsidP="0028694F">
      <w:pPr>
        <w:pStyle w:val="myTitle"/>
      </w:pPr>
      <w:r w:rsidRPr="00983EE5">
        <w:t>Example</w:t>
      </w:r>
    </w:p>
    <w:p w:rsidR="00191A98" w:rsidRPr="00D103C0" w:rsidRDefault="00191A98" w:rsidP="00983EE5">
      <w:pPr>
        <w:pStyle w:val="Code"/>
      </w:pPr>
      <w:r w:rsidRPr="00D103C0">
        <w:t>int i;</w:t>
      </w:r>
    </w:p>
    <w:p w:rsidR="00191A98" w:rsidRPr="00D103C0" w:rsidRDefault="00191A98" w:rsidP="00983EE5">
      <w:pPr>
        <w:pStyle w:val="Code"/>
      </w:pPr>
      <w:r w:rsidRPr="00D103C0">
        <w:t>double lat = 51;</w:t>
      </w:r>
    </w:p>
    <w:p w:rsidR="00191A98" w:rsidRPr="00D103C0" w:rsidRDefault="00191A98" w:rsidP="00983EE5">
      <w:pPr>
        <w:pStyle w:val="Code"/>
      </w:pPr>
      <w:r w:rsidRPr="00D103C0">
        <w:t>double lon =  5;</w:t>
      </w:r>
    </w:p>
    <w:p w:rsidR="00191A98" w:rsidRPr="00D103C0" w:rsidRDefault="00191A98" w:rsidP="00983EE5">
      <w:pPr>
        <w:pStyle w:val="Code"/>
      </w:pPr>
      <w:r w:rsidRPr="00D103C0">
        <w:t>int precision = 0; // normal precision</w:t>
      </w:r>
    </w:p>
    <w:p w:rsidR="00191A98" w:rsidRPr="00D103C0" w:rsidRDefault="00191A98" w:rsidP="00983EE5">
      <w:pPr>
        <w:pStyle w:val="Code"/>
      </w:pPr>
      <w:r w:rsidRPr="00D103C0">
        <w:t xml:space="preserve">Mapcodes m; </w:t>
      </w:r>
      <w:r>
        <w:t xml:space="preserve">       </w:t>
      </w:r>
      <w:r w:rsidRPr="00D103C0">
        <w:t>// storage</w:t>
      </w:r>
    </w:p>
    <w:p w:rsidR="00191A98" w:rsidRPr="00D103C0" w:rsidRDefault="00191A98" w:rsidP="00D42FA8">
      <w:pPr>
        <w:pStyle w:val="Code"/>
      </w:pPr>
      <w:r w:rsidRPr="00D103C0">
        <w:t xml:space="preserve">encodeLatLonToMapcodes(&amp;m, lat, lon, </w:t>
      </w:r>
      <w:r>
        <w:t>TERRITORY_UNKNOWN</w:t>
      </w:r>
      <w:r w:rsidRPr="00D103C0">
        <w:t>, precision);</w:t>
      </w:r>
    </w:p>
    <w:p w:rsidR="00191A98" w:rsidRPr="00D103C0" w:rsidRDefault="00191A98" w:rsidP="00983EE5">
      <w:pPr>
        <w:pStyle w:val="Code"/>
      </w:pPr>
    </w:p>
    <w:p w:rsidR="00191A98" w:rsidRPr="00D103C0" w:rsidRDefault="00191A98" w:rsidP="00983EE5">
      <w:pPr>
        <w:pStyle w:val="Code"/>
      </w:pPr>
      <w:r w:rsidRPr="00D103C0">
        <w:t xml:space="preserve">printf("%d mapcodes for %0.6f,%0.6f:\n", m.count, lat, lon); </w:t>
      </w:r>
    </w:p>
    <w:p w:rsidR="00191A98" w:rsidRPr="00D103C0" w:rsidRDefault="00191A98" w:rsidP="00983EE5">
      <w:pPr>
        <w:pStyle w:val="Code"/>
      </w:pPr>
      <w:r w:rsidRPr="00D103C0">
        <w:t xml:space="preserve">for (i = 0; i &lt; m.count; i++) </w:t>
      </w:r>
    </w:p>
    <w:p w:rsidR="00191A98" w:rsidRPr="00D103C0" w:rsidRDefault="00191A98" w:rsidP="00983EE5">
      <w:pPr>
        <w:pStyle w:val="Code"/>
      </w:pPr>
      <w:r>
        <w:t xml:space="preserve">  </w:t>
      </w:r>
      <w:r w:rsidRPr="00D103C0">
        <w:t>printf("</w:t>
      </w:r>
      <w:r>
        <w:t xml:space="preserve">  </w:t>
      </w:r>
      <w:r w:rsidRPr="00D103C0">
        <w:t>%s\n", m.mapcode[i]);</w:t>
      </w:r>
    </w:p>
    <w:p w:rsidR="00191A98" w:rsidRPr="00983EE5" w:rsidRDefault="00191A98" w:rsidP="0028694F">
      <w:pPr>
        <w:pStyle w:val="myTitle"/>
      </w:pPr>
      <w:r>
        <w:t>Example output</w:t>
      </w:r>
    </w:p>
    <w:p w:rsidR="00191A98" w:rsidRPr="00D103C0" w:rsidRDefault="00191A98" w:rsidP="00983EE5">
      <w:pPr>
        <w:pStyle w:val="Code"/>
      </w:pPr>
      <w:r w:rsidRPr="00D103C0">
        <w:t>4 mapcodes for 51.000000,5.000000:</w:t>
      </w:r>
    </w:p>
    <w:p w:rsidR="00191A98" w:rsidRPr="00D103C0" w:rsidRDefault="00191A98" w:rsidP="00983EE5">
      <w:pPr>
        <w:pStyle w:val="Code"/>
      </w:pPr>
      <w:r>
        <w:t xml:space="preserve">  </w:t>
      </w:r>
      <w:r w:rsidRPr="00D103C0">
        <w:t>BEL C17.DF3</w:t>
      </w:r>
    </w:p>
    <w:p w:rsidR="00191A98" w:rsidRPr="00D103C0" w:rsidRDefault="00191A98" w:rsidP="00983EE5">
      <w:pPr>
        <w:pStyle w:val="Code"/>
      </w:pPr>
      <w:r>
        <w:t xml:space="preserve">  </w:t>
      </w:r>
      <w:r w:rsidRPr="00D103C0">
        <w:t>BEL P6CG.MRQ</w:t>
      </w:r>
    </w:p>
    <w:p w:rsidR="00191A98" w:rsidRPr="00D103C0" w:rsidRDefault="00191A98" w:rsidP="00983EE5">
      <w:pPr>
        <w:pStyle w:val="Code"/>
      </w:pPr>
      <w:r>
        <w:t xml:space="preserve">  </w:t>
      </w:r>
      <w:r w:rsidRPr="00D103C0">
        <w:t>FRA P6CG.MRQ</w:t>
      </w:r>
    </w:p>
    <w:p w:rsidR="00191A98" w:rsidRPr="00D103C0" w:rsidRDefault="00191A98" w:rsidP="00983EE5">
      <w:pPr>
        <w:pStyle w:val="Code"/>
      </w:pPr>
      <w:r>
        <w:t xml:space="preserve">  </w:t>
      </w:r>
      <w:r w:rsidRPr="00D103C0">
        <w:t>VHXP4.M457</w:t>
      </w:r>
    </w:p>
    <w:p w:rsidR="00191A98" w:rsidRPr="00D103C0" w:rsidRDefault="00191A98" w:rsidP="00705454">
      <w:r w:rsidRPr="00D103C0">
        <w:t xml:space="preserve">Since 0 was passed as territory, mapcodes are generated for </w:t>
      </w:r>
      <w:r w:rsidRPr="00D103C0">
        <w:rPr>
          <w:i/>
          <w:iCs/>
        </w:rPr>
        <w:t>any territory for which the mapcode rectangle contains the coordinate</w:t>
      </w:r>
      <w:r w:rsidRPr="00D103C0">
        <w:t xml:space="preserve">. This includes not only </w:t>
      </w:r>
      <w:smartTag w:uri="urn:schemas-microsoft-com:office:smarttags" w:element="country-region">
        <w:r w:rsidRPr="00D103C0">
          <w:t>Belgium</w:t>
        </w:r>
      </w:smartTag>
      <w:r w:rsidRPr="00D103C0">
        <w:t xml:space="preserve"> (where the coordinate belongs), but also </w:t>
      </w:r>
      <w:smartTag w:uri="urn:schemas-microsoft-com:office:smarttags" w:element="country-region">
        <w:smartTag w:uri="urn:schemas-microsoft-com:office:smarttags" w:element="place">
          <w:r w:rsidRPr="00D103C0">
            <w:t>France</w:t>
          </w:r>
        </w:smartTag>
      </w:smartTag>
      <w:r w:rsidRPr="00D103C0">
        <w:t xml:space="preserve">. </w:t>
      </w:r>
    </w:p>
    <w:p w:rsidR="00191A98" w:rsidRPr="00D103C0" w:rsidRDefault="00191A98" w:rsidP="00705454">
      <w:r w:rsidRPr="00D103C0">
        <w:t>The mapcodes are grouped per territory. The territories themselves are listed in no particular order, except that the international mapcode is always the last code in the list.</w:t>
      </w:r>
    </w:p>
    <w:p w:rsidR="00191A98" w:rsidRPr="00D103C0" w:rsidRDefault="00191A98" w:rsidP="00705454">
      <w:r w:rsidRPr="00D103C0">
        <w:t xml:space="preserve">Furthermore, there are </w:t>
      </w:r>
      <w:r w:rsidRPr="00D103C0">
        <w:rPr>
          <w:i/>
          <w:iCs/>
        </w:rPr>
        <w:t>two</w:t>
      </w:r>
      <w:r w:rsidRPr="00D103C0">
        <w:t xml:space="preserve"> mapcodes generated in </w:t>
      </w:r>
      <w:smartTag w:uri="urn:schemas-microsoft-com:office:smarttags" w:element="country-region">
        <w:smartTag w:uri="urn:schemas-microsoft-com:office:smarttags" w:element="place">
          <w:r w:rsidRPr="00D103C0">
            <w:t>Belgium</w:t>
          </w:r>
        </w:smartTag>
      </w:smartTag>
      <w:r w:rsidRPr="00D103C0">
        <w:t xml:space="preserve">, both correct. The first mapcode generated in a particular territory is always the shortest mapcode in that territory, and is always the mapcode that would be generated by </w:t>
      </w:r>
      <w:r w:rsidRPr="00D103C0">
        <w:rPr>
          <w:b/>
          <w:bCs/>
        </w:rPr>
        <w:t>encodeLatLonToMapcodes</w:t>
      </w:r>
      <w:r w:rsidRPr="00D103C0">
        <w:t xml:space="preserve"> for that territory.</w:t>
      </w:r>
    </w:p>
    <w:p w:rsidR="00191A98" w:rsidRPr="00D103C0" w:rsidRDefault="00191A98" w:rsidP="00705454">
      <w:r w:rsidRPr="00D103C0">
        <w:t xml:space="preserve">Finally, note that passing 0 as territory is </w:t>
      </w:r>
      <w:r w:rsidRPr="00D103C0">
        <w:rPr>
          <w:u w:val="single"/>
        </w:rPr>
        <w:t>guaranteed</w:t>
      </w:r>
      <w:r w:rsidRPr="00D103C0">
        <w:t xml:space="preserve"> to return at least one result (an international mapcode). </w:t>
      </w:r>
    </w:p>
    <w:p w:rsidR="00191A98" w:rsidRDefault="00191A98" w:rsidP="000068CC">
      <w:pPr>
        <w:pStyle w:val="Heading1"/>
      </w:pPr>
      <w:bookmarkStart w:id="4" w:name="_Toc465975108"/>
      <w:r w:rsidRPr="00D103C0">
        <w:t>2. Converting a mapcode into a coordinate</w:t>
      </w:r>
      <w:bookmarkEnd w:id="4"/>
    </w:p>
    <w:p w:rsidR="00191A98" w:rsidRPr="00687C99" w:rsidRDefault="00191A98" w:rsidP="00110784">
      <w:pPr>
        <w:pStyle w:val="Heading2"/>
      </w:pPr>
      <w:bookmarkStart w:id="5" w:name="_Toc465975109"/>
      <w:r>
        <w:t>decodeMapcodeToLatLonUtf8()</w:t>
      </w:r>
      <w:bookmarkEnd w:id="5"/>
    </w:p>
    <w:p w:rsidR="00191A98" w:rsidRPr="00D103C0" w:rsidRDefault="00191A98" w:rsidP="00110784">
      <w:pPr>
        <w:pStyle w:val="Code"/>
      </w:pPr>
      <w:r w:rsidRPr="00D103C0">
        <w:t xml:space="preserve">int </w:t>
      </w:r>
      <w:r>
        <w:t>decodeMapcodeToLatLonUtf8</w:t>
      </w:r>
      <w:r w:rsidRPr="00D103C0">
        <w:t>(</w:t>
      </w:r>
    </w:p>
    <w:p w:rsidR="00191A98" w:rsidRPr="00D103C0" w:rsidRDefault="00191A98" w:rsidP="00110784">
      <w:pPr>
        <w:pStyle w:val="Code"/>
      </w:pPr>
      <w:r w:rsidRPr="00D103C0">
        <w:t>double*</w:t>
      </w:r>
      <w:r>
        <w:t xml:space="preserve">     </w:t>
      </w:r>
      <w:r w:rsidRPr="00D103C0">
        <w:t xml:space="preserve">lat, </w:t>
      </w:r>
    </w:p>
    <w:p w:rsidR="00191A98" w:rsidRDefault="00191A98" w:rsidP="00110784">
      <w:pPr>
        <w:pStyle w:val="Code"/>
      </w:pPr>
      <w:r w:rsidRPr="00D103C0">
        <w:t>double*</w:t>
      </w:r>
      <w:r>
        <w:t xml:space="preserve">     </w:t>
      </w:r>
      <w:r w:rsidRPr="00D103C0">
        <w:t xml:space="preserve">lon, </w:t>
      </w:r>
    </w:p>
    <w:p w:rsidR="00191A98" w:rsidRPr="00D103C0" w:rsidRDefault="00191A98" w:rsidP="00110784">
      <w:pPr>
        <w:pStyle w:val="Code"/>
      </w:pPr>
      <w:r w:rsidRPr="00D103C0">
        <w:t>const char*</w:t>
      </w:r>
      <w:r>
        <w:t xml:space="preserve"> </w:t>
      </w:r>
      <w:r w:rsidRPr="00D103C0">
        <w:t xml:space="preserve">mapcode, </w:t>
      </w:r>
    </w:p>
    <w:p w:rsidR="00191A98" w:rsidRPr="00D103C0" w:rsidRDefault="00191A98" w:rsidP="00110784">
      <w:pPr>
        <w:pStyle w:val="Code"/>
      </w:pPr>
      <w:smartTag w:uri="urn:schemas-microsoft-com:office:smarttags" w:element="PlaceName">
        <w:smartTag w:uri="urn:schemas-microsoft-com:office:smarttags" w:element="place">
          <w:smartTag w:uri="urn:schemas-microsoft-com:office:smarttags" w:element="PlaceName">
            <w:r>
              <w:t>enum</w:t>
            </w:r>
          </w:smartTag>
          <w:r>
            <w:t xml:space="preserve"> </w:t>
          </w:r>
          <w:smartTag w:uri="urn:schemas-microsoft-com:office:smarttags" w:element="PlaceType">
            <w:r>
              <w:t>Territory</w:t>
            </w:r>
          </w:smartTag>
        </w:smartTag>
      </w:smartTag>
      <w:r>
        <w:tab/>
        <w:t>optionalTerritory,</w:t>
      </w:r>
    </w:p>
    <w:p w:rsidR="00191A98" w:rsidRPr="00D103C0" w:rsidRDefault="00191A98" w:rsidP="00767B5B">
      <w:pPr>
        <w:pStyle w:val="Code"/>
      </w:pPr>
      <w:r>
        <w:t>MapcodeElements *optionalMapcodeElements)</w:t>
      </w:r>
    </w:p>
    <w:p w:rsidR="00191A98" w:rsidRPr="00687C99" w:rsidRDefault="00191A98" w:rsidP="00110784">
      <w:pPr>
        <w:pStyle w:val="Heading2"/>
      </w:pPr>
      <w:bookmarkStart w:id="6" w:name="_Toc465975110"/>
      <w:r>
        <w:t>decodeMapcodeToLatLonUtf16()</w:t>
      </w:r>
      <w:bookmarkEnd w:id="6"/>
    </w:p>
    <w:p w:rsidR="00191A98" w:rsidRPr="00D103C0" w:rsidRDefault="00191A98" w:rsidP="00110784">
      <w:pPr>
        <w:pStyle w:val="Code"/>
      </w:pPr>
      <w:r w:rsidRPr="00D103C0">
        <w:t xml:space="preserve">int </w:t>
      </w:r>
      <w:r>
        <w:t>decodeMapcodeToLatLonUtf8</w:t>
      </w:r>
      <w:r w:rsidRPr="00D103C0">
        <w:t>(</w:t>
      </w:r>
    </w:p>
    <w:p w:rsidR="00191A98" w:rsidRPr="00D103C0" w:rsidRDefault="00191A98" w:rsidP="00110784">
      <w:pPr>
        <w:pStyle w:val="Code"/>
      </w:pPr>
      <w:r w:rsidRPr="00D103C0">
        <w:t>double*</w:t>
      </w:r>
      <w:r>
        <w:t xml:space="preserve">     </w:t>
      </w:r>
      <w:r w:rsidRPr="00D103C0">
        <w:t xml:space="preserve">lat, </w:t>
      </w:r>
    </w:p>
    <w:p w:rsidR="00191A98" w:rsidRPr="00D103C0" w:rsidRDefault="00191A98" w:rsidP="00110784">
      <w:pPr>
        <w:pStyle w:val="Code"/>
      </w:pPr>
      <w:r w:rsidRPr="00D103C0">
        <w:t>double*</w:t>
      </w:r>
      <w:r>
        <w:t xml:space="preserve">     </w:t>
      </w:r>
      <w:r w:rsidRPr="00D103C0">
        <w:t xml:space="preserve">lon, </w:t>
      </w:r>
    </w:p>
    <w:p w:rsidR="00191A98" w:rsidRPr="00D103C0" w:rsidRDefault="00191A98" w:rsidP="0042314E">
      <w:pPr>
        <w:pStyle w:val="Code"/>
      </w:pPr>
      <w:r w:rsidRPr="00D103C0">
        <w:t xml:space="preserve">const </w:t>
      </w:r>
      <w:r>
        <w:t>UWORD</w:t>
      </w:r>
      <w:r w:rsidRPr="00D103C0">
        <w:t>*</w:t>
      </w:r>
      <w:r>
        <w:t xml:space="preserve"> </w:t>
      </w:r>
      <w:r w:rsidRPr="00D103C0">
        <w:t xml:space="preserve">mapcode, </w:t>
      </w:r>
    </w:p>
    <w:p w:rsidR="00191A98" w:rsidRDefault="00191A98" w:rsidP="00110784">
      <w:pPr>
        <w:pStyle w:val="Code"/>
      </w:pPr>
      <w:smartTag w:uri="urn:schemas-microsoft-com:office:smarttags" w:element="PlaceName">
        <w:smartTag w:uri="urn:schemas-microsoft-com:office:smarttags" w:element="place">
          <w:smartTag w:uri="urn:schemas-microsoft-com:office:smarttags" w:element="PlaceName">
            <w:r>
              <w:t>enum</w:t>
            </w:r>
          </w:smartTag>
          <w:r>
            <w:t xml:space="preserve"> </w:t>
          </w:r>
          <w:smartTag w:uri="urn:schemas-microsoft-com:office:smarttags" w:element="PlaceType">
            <w:r>
              <w:t>Territory</w:t>
            </w:r>
          </w:smartTag>
        </w:smartTag>
      </w:smartTag>
      <w:r>
        <w:tab/>
        <w:t>optionalTerritory,</w:t>
      </w:r>
    </w:p>
    <w:p w:rsidR="00191A98" w:rsidRPr="00D103C0" w:rsidRDefault="00191A98" w:rsidP="00767B5B">
      <w:pPr>
        <w:pStyle w:val="Code"/>
      </w:pPr>
      <w:r>
        <w:t>MapcodeElements *optionalMapcodeElements)</w:t>
      </w:r>
    </w:p>
    <w:p w:rsidR="00191A98" w:rsidRDefault="00191A98" w:rsidP="00110784">
      <w:pPr>
        <w:pStyle w:val="Code"/>
      </w:pPr>
    </w:p>
    <w:p w:rsidR="00191A98" w:rsidRPr="00D103C0" w:rsidRDefault="00191A98" w:rsidP="0028694F">
      <w:pPr>
        <w:pStyle w:val="myTitle"/>
      </w:pPr>
      <w:r>
        <w:t>I</w:t>
      </w:r>
      <w:r w:rsidRPr="00D103C0">
        <w:t>nput</w:t>
      </w:r>
    </w:p>
    <w:p w:rsidR="00191A98" w:rsidRPr="00D103C0" w:rsidRDefault="00191A98" w:rsidP="00992BB7">
      <w:pPr>
        <w:numPr>
          <w:ilvl w:val="0"/>
          <w:numId w:val="3"/>
        </w:numPr>
        <w:tabs>
          <w:tab w:val="clear" w:pos="720"/>
          <w:tab w:val="num" w:pos="1080"/>
        </w:tabs>
        <w:ind w:left="1080"/>
      </w:pPr>
      <w:r w:rsidRPr="00D103C0">
        <w:rPr>
          <w:b/>
        </w:rPr>
        <w:t xml:space="preserve">mapcode: </w:t>
      </w:r>
      <w:r>
        <w:t>A</w:t>
      </w:r>
      <w:r w:rsidRPr="00D103C0">
        <w:t xml:space="preserve"> “free-form” user input, which may be recognized if it is of the form</w:t>
      </w:r>
    </w:p>
    <w:p w:rsidR="00191A98" w:rsidRDefault="00191A98" w:rsidP="00C958BA">
      <w:pPr>
        <w:pStyle w:val="Code"/>
        <w:ind w:left="360" w:firstLine="720"/>
      </w:pPr>
      <w:r>
        <w:t xml:space="preserve"> </w:t>
      </w:r>
      <w:r w:rsidRPr="00D103C0">
        <w:t>[whitespace] [xxx[-yyy]] [whitespace] PPP.QQQ [-RR] [whitespace]</w:t>
      </w:r>
    </w:p>
    <w:p w:rsidR="00191A98" w:rsidRPr="008148FC" w:rsidRDefault="00191A98" w:rsidP="00992BB7">
      <w:pPr>
        <w:ind w:left="360" w:firstLine="720"/>
      </w:pPr>
      <w:r w:rsidRPr="008148FC">
        <w:t>where:</w:t>
      </w:r>
    </w:p>
    <w:p w:rsidR="00191A98" w:rsidRPr="00D103C0" w:rsidRDefault="00191A98" w:rsidP="00992BB7">
      <w:pPr>
        <w:ind w:left="1800"/>
      </w:pPr>
      <w:r>
        <w:rPr>
          <w:b/>
        </w:rPr>
        <w:t>xxx</w:t>
      </w:r>
      <w:r>
        <w:t>: A</w:t>
      </w:r>
      <w:r w:rsidRPr="00D103C0">
        <w:t xml:space="preserve"> country code (2 or 3 characters)</w:t>
      </w:r>
      <w:r>
        <w:t>.</w:t>
      </w:r>
    </w:p>
    <w:p w:rsidR="00191A98" w:rsidRPr="00D103C0" w:rsidRDefault="00191A98" w:rsidP="00992BB7">
      <w:pPr>
        <w:ind w:left="1800"/>
      </w:pPr>
      <w:r>
        <w:rPr>
          <w:b/>
        </w:rPr>
        <w:t>yyy:</w:t>
      </w:r>
      <w:r w:rsidRPr="00D103C0">
        <w:t xml:space="preserve"> </w:t>
      </w:r>
      <w:r>
        <w:t>A</w:t>
      </w:r>
      <w:r w:rsidRPr="00D103C0">
        <w:t xml:space="preserve"> state code (2 or 3 characters)</w:t>
      </w:r>
      <w:r>
        <w:t>.</w:t>
      </w:r>
    </w:p>
    <w:p w:rsidR="00191A98" w:rsidRPr="00D103C0" w:rsidRDefault="00191A98" w:rsidP="00992BB7">
      <w:pPr>
        <w:ind w:left="1800"/>
      </w:pPr>
      <w:r w:rsidRPr="008148FC">
        <w:rPr>
          <w:b/>
        </w:rPr>
        <w:t>PPP</w:t>
      </w:r>
      <w:r w:rsidRPr="00D103C0">
        <w:t xml:space="preserve"> : </w:t>
      </w:r>
      <w:r>
        <w:t>M</w:t>
      </w:r>
      <w:r w:rsidRPr="00D103C0">
        <w:t>apcode prefix (between 2 and 5 characters)</w:t>
      </w:r>
      <w:r>
        <w:t>.</w:t>
      </w:r>
    </w:p>
    <w:p w:rsidR="00191A98" w:rsidRPr="00D103C0" w:rsidRDefault="00191A98" w:rsidP="00992BB7">
      <w:pPr>
        <w:ind w:left="1800"/>
      </w:pPr>
      <w:r w:rsidRPr="008148FC">
        <w:rPr>
          <w:b/>
        </w:rPr>
        <w:t>QQQ</w:t>
      </w:r>
      <w:r w:rsidRPr="00D103C0">
        <w:t xml:space="preserve">: </w:t>
      </w:r>
      <w:r>
        <w:t>M</w:t>
      </w:r>
      <w:r w:rsidRPr="00D103C0">
        <w:t>apcode postfix (between 2 and 4 characters)</w:t>
      </w:r>
      <w:r>
        <w:t>.</w:t>
      </w:r>
    </w:p>
    <w:p w:rsidR="00191A98" w:rsidRPr="00D103C0" w:rsidRDefault="00191A98" w:rsidP="00992BB7">
      <w:pPr>
        <w:ind w:left="1800"/>
      </w:pPr>
      <w:r>
        <w:rPr>
          <w:b/>
        </w:rPr>
        <w:t>RR</w:t>
      </w:r>
      <w:r w:rsidRPr="00D103C0">
        <w:t xml:space="preserve">: </w:t>
      </w:r>
      <w:r>
        <w:t>H</w:t>
      </w:r>
      <w:r w:rsidRPr="00D103C0">
        <w:t>igh-precision addendum (</w:t>
      </w:r>
      <w:r>
        <w:t>up to 8 characters</w:t>
      </w:r>
      <w:r w:rsidRPr="00D103C0">
        <w:t>)</w:t>
      </w:r>
      <w:r>
        <w:t>.</w:t>
      </w:r>
    </w:p>
    <w:p w:rsidR="00191A98" w:rsidRPr="008148FC" w:rsidRDefault="00191A98" w:rsidP="00E2052E">
      <w:pPr>
        <w:numPr>
          <w:ilvl w:val="0"/>
          <w:numId w:val="3"/>
        </w:numPr>
        <w:tabs>
          <w:tab w:val="clear" w:pos="720"/>
          <w:tab w:val="num" w:pos="1080"/>
        </w:tabs>
        <w:ind w:left="1080"/>
      </w:pPr>
      <w:r w:rsidRPr="007E427F">
        <w:rPr>
          <w:b/>
          <w:bCs/>
        </w:rPr>
        <w:t>optionalTerritory</w:t>
      </w:r>
      <w:r w:rsidRPr="00D103C0">
        <w:rPr>
          <w:b/>
        </w:rPr>
        <w:t xml:space="preserve">: </w:t>
      </w:r>
      <w:r w:rsidRPr="007E427F">
        <w:rPr>
          <w:bCs/>
        </w:rPr>
        <w:t>a territory</w:t>
      </w:r>
      <w:r>
        <w:rPr>
          <w:b/>
        </w:rPr>
        <w:t xml:space="preserve"> </w:t>
      </w:r>
      <w:r w:rsidRPr="00D103C0">
        <w:t xml:space="preserve">to help disambiguate </w:t>
      </w:r>
      <w:r>
        <w:t>asciiString does not contain an (unambiguous) ISO3166 territory code. P</w:t>
      </w:r>
      <w:r w:rsidRPr="00D103C0">
        <w:t xml:space="preserve">ass </w:t>
      </w:r>
      <w:r>
        <w:t xml:space="preserve">TERRITORY_UNKNOWN if not available. </w:t>
      </w:r>
      <w:r w:rsidRPr="008148FC">
        <w:t xml:space="preserve">Examples: </w:t>
      </w:r>
    </w:p>
    <w:p w:rsidR="00191A98" w:rsidRPr="00D103C0" w:rsidRDefault="00191A98" w:rsidP="00992BB7">
      <w:pPr>
        <w:ind w:left="1080"/>
      </w:pPr>
      <w:r>
        <w:t>U</w:t>
      </w:r>
      <w:r w:rsidRPr="00D103C0">
        <w:t>ser input “US-CA XX.XX” needs no disambiguation and returns a location in California</w:t>
      </w:r>
      <w:r>
        <w:t>.</w:t>
      </w:r>
    </w:p>
    <w:p w:rsidR="00191A98" w:rsidRPr="00D103C0" w:rsidRDefault="00191A98" w:rsidP="00992BB7">
      <w:pPr>
        <w:ind w:left="1080"/>
      </w:pPr>
      <w:r>
        <w:t>U</w:t>
      </w:r>
      <w:r w:rsidRPr="00D103C0">
        <w:t>ser input “IN XX.XX” can be decoded without a territoryCode, but it is unpredictable whether it decodes to a location in Indiana, USA or in the Ingushetia, Russia.</w:t>
      </w:r>
    </w:p>
    <w:p w:rsidR="00191A98" w:rsidRPr="00D103C0" w:rsidRDefault="00191A98" w:rsidP="00992BB7">
      <w:pPr>
        <w:ind w:left="1080"/>
      </w:pPr>
      <w:r>
        <w:t>U</w:t>
      </w:r>
      <w:r w:rsidRPr="00D103C0">
        <w:t xml:space="preserve">ser input “XX.XX” is impossible to decode unless a valid </w:t>
      </w:r>
      <w:r>
        <w:t>territory code</w:t>
      </w:r>
      <w:r w:rsidRPr="00D103C0">
        <w:t xml:space="preserve"> is provided</w:t>
      </w:r>
      <w:r>
        <w:t>.</w:t>
      </w:r>
    </w:p>
    <w:p w:rsidR="00191A98" w:rsidRPr="00D103C0" w:rsidRDefault="00191A98" w:rsidP="0028694F">
      <w:pPr>
        <w:pStyle w:val="myTitle"/>
      </w:pPr>
      <w:r>
        <w:t>O</w:t>
      </w:r>
      <w:r w:rsidRPr="00D103C0">
        <w:t>utput</w:t>
      </w:r>
    </w:p>
    <w:p w:rsidR="00191A98" w:rsidRDefault="00191A98" w:rsidP="00992BB7">
      <w:pPr>
        <w:pStyle w:val="ListParagraph"/>
        <w:numPr>
          <w:ilvl w:val="0"/>
          <w:numId w:val="36"/>
        </w:numPr>
      </w:pPr>
      <w:r w:rsidRPr="00841A2C">
        <w:rPr>
          <w:b/>
        </w:rPr>
        <w:t xml:space="preserve">Return value: </w:t>
      </w:r>
      <w:r>
        <w:t>R</w:t>
      </w:r>
      <w:r w:rsidRPr="00D103C0">
        <w:t xml:space="preserve">eturns nonzero in case of error. Otherwise, </w:t>
      </w:r>
      <w:r w:rsidRPr="00687C99">
        <w:t>lat</w:t>
      </w:r>
      <w:r w:rsidRPr="00D103C0">
        <w:t xml:space="preserve"> and </w:t>
      </w:r>
      <w:r w:rsidRPr="00687C99">
        <w:t>lon</w:t>
      </w:r>
      <w:r w:rsidRPr="00D103C0">
        <w:t xml:space="preserve"> are filled with the decoded coordinates. Latitudes are always in the range [-90, 90] and</w:t>
      </w:r>
      <w:r>
        <w:t xml:space="preserve"> longitudes in range [-180, 180)</w:t>
      </w:r>
      <w:r w:rsidRPr="00D103C0">
        <w:t>.</w:t>
      </w:r>
    </w:p>
    <w:p w:rsidR="00191A98" w:rsidRPr="00327209" w:rsidRDefault="00191A98" w:rsidP="00110784">
      <w:pPr>
        <w:pStyle w:val="Code"/>
      </w:pPr>
    </w:p>
    <w:p w:rsidR="00191A98" w:rsidRPr="008019A3" w:rsidRDefault="00191A98" w:rsidP="008019A3">
      <w:pPr>
        <w:numPr>
          <w:ilvl w:val="0"/>
          <w:numId w:val="36"/>
        </w:numPr>
        <w:rPr>
          <w:b/>
          <w:bCs/>
        </w:rPr>
      </w:pPr>
      <w:r>
        <w:rPr>
          <w:b/>
          <w:bCs/>
        </w:rPr>
        <w:t>optionalM</w:t>
      </w:r>
      <w:r w:rsidRPr="00C44894">
        <w:rPr>
          <w:b/>
          <w:bCs/>
        </w:rPr>
        <w:t xml:space="preserve">apcodeElements: </w:t>
      </w:r>
      <w:r w:rsidRPr="00C44894">
        <w:t>a</w:t>
      </w:r>
      <w:r>
        <w:t>n optional</w:t>
      </w:r>
      <w:r w:rsidRPr="00C44894">
        <w:t xml:space="preserve"> </w:t>
      </w:r>
      <w:r>
        <w:t xml:space="preserve">MapcodeElements </w:t>
      </w:r>
      <w:r w:rsidRPr="00C44894">
        <w:t xml:space="preserve">structure that </w:t>
      </w:r>
      <w:r>
        <w:t xml:space="preserve">(if not NULL) </w:t>
      </w:r>
      <w:r w:rsidRPr="00C44894">
        <w:t>is filled</w:t>
      </w:r>
      <w:r>
        <w:t xml:space="preserve"> with the trimmed, disambiguated results of the parsing process, if successful. Note that the structure is only correctly filled if the return value is 0. It’s structure is:</w:t>
      </w:r>
    </w:p>
    <w:p w:rsidR="00191A98" w:rsidRDefault="00191A98" w:rsidP="008019A3">
      <w:pPr>
        <w:pStyle w:val="Code"/>
        <w:ind w:left="2160"/>
      </w:pPr>
      <w:r>
        <w:t>typedef struct {</w:t>
      </w:r>
    </w:p>
    <w:p w:rsidR="00191A98" w:rsidRDefault="00191A98" w:rsidP="008019A3">
      <w:pPr>
        <w:pStyle w:val="Code"/>
        <w:ind w:left="2160"/>
      </w:pPr>
      <w:r>
        <w:t xml:space="preserve">    char territoryISO[MAX_ISOCODE_LEN + 1];</w:t>
      </w:r>
      <w:r>
        <w:br/>
        <w:t xml:space="preserve">    enum Territory territoryCode;                      </w:t>
      </w:r>
    </w:p>
    <w:p w:rsidR="00191A98" w:rsidRDefault="00191A98" w:rsidP="008019A3">
      <w:pPr>
        <w:pStyle w:val="Code"/>
        <w:ind w:left="2160"/>
      </w:pPr>
      <w:r>
        <w:t xml:space="preserve">    char properMapcode[MAX_PROPER_MAPCODE_LEN + 1];    </w:t>
      </w:r>
    </w:p>
    <w:p w:rsidR="00191A98" w:rsidRDefault="00191A98" w:rsidP="008019A3">
      <w:pPr>
        <w:pStyle w:val="Code"/>
        <w:ind w:left="2160"/>
      </w:pPr>
      <w:r>
        <w:t xml:space="preserve">    char precisionExtension[MAX_PRECISION_DIGITS + 1]; </w:t>
      </w:r>
    </w:p>
    <w:p w:rsidR="00191A98" w:rsidRDefault="00191A98" w:rsidP="008019A3">
      <w:pPr>
        <w:pStyle w:val="Code"/>
        <w:ind w:left="2160"/>
      </w:pPr>
      <w:r>
        <w:t>} MapcodeElements;</w:t>
      </w:r>
    </w:p>
    <w:p w:rsidR="00191A98" w:rsidRPr="008019A3" w:rsidRDefault="00191A98" w:rsidP="008019A3">
      <w:pPr>
        <w:ind w:left="720"/>
      </w:pPr>
      <w:r>
        <w:t xml:space="preserve">     </w:t>
      </w:r>
      <w:r w:rsidRPr="008019A3">
        <w:t>where</w:t>
      </w:r>
    </w:p>
    <w:p w:rsidR="00191A98" w:rsidRDefault="00191A98" w:rsidP="00110784">
      <w:pPr>
        <w:numPr>
          <w:ilvl w:val="2"/>
          <w:numId w:val="36"/>
        </w:numPr>
        <w:rPr>
          <w:b/>
          <w:bCs/>
        </w:rPr>
      </w:pPr>
      <w:r>
        <w:rPr>
          <w:b/>
          <w:bCs/>
        </w:rPr>
        <w:t xml:space="preserve">territoryISO: </w:t>
      </w:r>
      <w:r>
        <w:t>the (trimmed and uppercased) characters parsed as candidate ISO3166 territory code</w:t>
      </w:r>
    </w:p>
    <w:p w:rsidR="00191A98" w:rsidRPr="00116306" w:rsidRDefault="00191A98" w:rsidP="001C04D0">
      <w:pPr>
        <w:numPr>
          <w:ilvl w:val="2"/>
          <w:numId w:val="36"/>
        </w:numPr>
        <w:rPr>
          <w:b/>
          <w:bCs/>
        </w:rPr>
      </w:pPr>
      <w:r>
        <w:rPr>
          <w:b/>
          <w:bCs/>
        </w:rPr>
        <w:t xml:space="preserve">territoryCode: </w:t>
      </w:r>
      <w:r w:rsidRPr="00E6273D">
        <w:t xml:space="preserve">the </w:t>
      </w:r>
      <w:r>
        <w:t xml:space="preserve">result of recognizing </w:t>
      </w:r>
      <w:r w:rsidRPr="00E6273D">
        <w:rPr>
          <w:b/>
          <w:bCs/>
        </w:rPr>
        <w:t>territoryISO</w:t>
      </w:r>
      <w:r>
        <w:t xml:space="preserve"> as a territory, disambiguated with </w:t>
      </w:r>
      <w:r w:rsidRPr="007E427F">
        <w:rPr>
          <w:b/>
          <w:bCs/>
        </w:rPr>
        <w:t>optionalTerritory</w:t>
      </w:r>
      <w:r>
        <w:t xml:space="preserve">. TERRITORY_NONE if territoryISO is empty and no </w:t>
      </w:r>
      <w:r w:rsidRPr="007E427F">
        <w:rPr>
          <w:b/>
          <w:bCs/>
        </w:rPr>
        <w:t>optionalTerritory</w:t>
      </w:r>
      <w:r>
        <w:t xml:space="preserve"> is provided.</w:t>
      </w:r>
    </w:p>
    <w:p w:rsidR="00191A98" w:rsidRDefault="00191A98" w:rsidP="001C04D0">
      <w:pPr>
        <w:numPr>
          <w:ilvl w:val="2"/>
          <w:numId w:val="36"/>
        </w:numPr>
        <w:rPr>
          <w:b/>
          <w:bCs/>
        </w:rPr>
      </w:pPr>
      <w:r>
        <w:rPr>
          <w:b/>
          <w:bCs/>
        </w:rPr>
        <w:t xml:space="preserve">properMapcode: </w:t>
      </w:r>
      <w:r>
        <w:t xml:space="preserve">the trimmed and </w:t>
      </w:r>
      <w:r>
        <w:rPr>
          <w:u w:val="single"/>
        </w:rPr>
        <w:t>romanized</w:t>
      </w:r>
      <w:r>
        <w:t xml:space="preserve"> characters parsed as candidate proper mapcode</w:t>
      </w:r>
    </w:p>
    <w:p w:rsidR="00191A98" w:rsidRDefault="00191A98" w:rsidP="00110784">
      <w:pPr>
        <w:numPr>
          <w:ilvl w:val="2"/>
          <w:numId w:val="36"/>
        </w:numPr>
        <w:rPr>
          <w:b/>
          <w:bCs/>
        </w:rPr>
      </w:pPr>
      <w:r>
        <w:rPr>
          <w:b/>
          <w:bCs/>
        </w:rPr>
        <w:t xml:space="preserve">precisionExtension: </w:t>
      </w:r>
      <w:r>
        <w:t>the (trimmed and uppercased) characters parsed as candidate extension (excluding the hyphen)</w:t>
      </w:r>
    </w:p>
    <w:p w:rsidR="00191A98" w:rsidRPr="008148FC" w:rsidRDefault="00191A98" w:rsidP="0028694F">
      <w:pPr>
        <w:pStyle w:val="myTitle"/>
      </w:pPr>
      <w:r w:rsidRPr="008148FC">
        <w:t>Example</w:t>
      </w:r>
    </w:p>
    <w:p w:rsidR="00191A98" w:rsidRPr="00D103C0" w:rsidRDefault="00191A98" w:rsidP="008148FC">
      <w:pPr>
        <w:pStyle w:val="Code"/>
      </w:pPr>
      <w:r w:rsidRPr="00D103C0">
        <w:t>const char* userinput = "NLD 49.4V";</w:t>
      </w:r>
    </w:p>
    <w:p w:rsidR="00191A98" w:rsidRPr="00D103C0" w:rsidRDefault="00191A98" w:rsidP="008148FC">
      <w:pPr>
        <w:pStyle w:val="Code"/>
      </w:pPr>
      <w:r w:rsidRPr="00D103C0">
        <w:t>double lat, lon;</w:t>
      </w:r>
    </w:p>
    <w:p w:rsidR="00191A98" w:rsidRDefault="00191A98" w:rsidP="007E427F">
      <w:pPr>
        <w:pStyle w:val="Code"/>
      </w:pPr>
      <w:r w:rsidRPr="00D103C0">
        <w:t xml:space="preserve">int err = </w:t>
      </w:r>
      <w:r>
        <w:t>decodeMapcodeToLatLonUtf8</w:t>
      </w:r>
      <w:r w:rsidRPr="00D103C0">
        <w:t>(</w:t>
      </w:r>
    </w:p>
    <w:p w:rsidR="00191A98" w:rsidRPr="00D103C0" w:rsidRDefault="00191A98" w:rsidP="00992BB7">
      <w:pPr>
        <w:pStyle w:val="Code"/>
      </w:pPr>
      <w:r>
        <w:t xml:space="preserve">  </w:t>
      </w:r>
      <w:r w:rsidRPr="00D103C0">
        <w:t xml:space="preserve">&amp;lat, &amp;lon, userinput, </w:t>
      </w:r>
      <w:r>
        <w:t>TERRITORY_NONE, 0</w:t>
      </w:r>
      <w:r w:rsidRPr="00D103C0">
        <w:t>);</w:t>
      </w:r>
    </w:p>
    <w:p w:rsidR="00191A98" w:rsidRPr="00D103C0" w:rsidRDefault="00191A98" w:rsidP="008148FC">
      <w:pPr>
        <w:pStyle w:val="Code"/>
      </w:pPr>
      <w:r w:rsidRPr="00D103C0">
        <w:t>if (err)</w:t>
      </w:r>
    </w:p>
    <w:p w:rsidR="00191A98" w:rsidRPr="00D103C0" w:rsidRDefault="00191A98" w:rsidP="008148FC">
      <w:pPr>
        <w:pStyle w:val="Code"/>
      </w:pPr>
      <w:r w:rsidRPr="00D103C0">
        <w:t xml:space="preserve">  printf("\"%s\" is not a valid mapcode\n", userinput);</w:t>
      </w:r>
    </w:p>
    <w:p w:rsidR="00191A98" w:rsidRPr="00D103C0" w:rsidRDefault="00191A98" w:rsidP="008148FC">
      <w:pPr>
        <w:pStyle w:val="Code"/>
      </w:pPr>
      <w:r w:rsidRPr="00D103C0">
        <w:t>else</w:t>
      </w:r>
    </w:p>
    <w:p w:rsidR="00191A98" w:rsidRPr="00D103C0" w:rsidRDefault="00191A98" w:rsidP="008148FC">
      <w:pPr>
        <w:pStyle w:val="Code"/>
      </w:pPr>
      <w:r w:rsidRPr="00D103C0">
        <w:t xml:space="preserve">  printf("\"%s\" represents %0.6f,%0.6f\n", userinput, lat, lon);</w:t>
      </w:r>
    </w:p>
    <w:p w:rsidR="00191A98" w:rsidRPr="008148FC" w:rsidRDefault="00191A98" w:rsidP="00992BB7">
      <w:pPr>
        <w:pStyle w:val="myTitle"/>
      </w:pPr>
      <w:r w:rsidRPr="008148FC">
        <w:t>Example output</w:t>
      </w:r>
    </w:p>
    <w:p w:rsidR="00191A98" w:rsidRPr="00D103C0" w:rsidRDefault="00191A98" w:rsidP="008148FC">
      <w:pPr>
        <w:pStyle w:val="Code"/>
      </w:pPr>
      <w:r w:rsidRPr="00D103C0">
        <w:t>"NLD 49.4V" represents 52.376514,4.908543</w:t>
      </w:r>
    </w:p>
    <w:p w:rsidR="00191A98" w:rsidRPr="00D103C0" w:rsidRDefault="00191A98" w:rsidP="000914F6">
      <w:r w:rsidRPr="00D103C0">
        <w:t xml:space="preserve">Note that the above piece of code will only “accidentally” handle </w:t>
      </w:r>
      <w:r w:rsidRPr="00D103C0">
        <w:rPr>
          <w:i/>
        </w:rPr>
        <w:t>ambiguous</w:t>
      </w:r>
      <w:r w:rsidRPr="00D103C0">
        <w:t xml:space="preserve"> partial mapcodes correctly. For example, </w:t>
      </w:r>
      <w:r w:rsidRPr="00D103C0">
        <w:rPr>
          <w:b/>
        </w:rPr>
        <w:t xml:space="preserve">userinput=”IN VY.HV” </w:t>
      </w:r>
      <w:r w:rsidRPr="00D103C0">
        <w:t xml:space="preserve">will </w:t>
      </w:r>
      <w:r w:rsidRPr="00D103C0">
        <w:rPr>
          <w:i/>
        </w:rPr>
        <w:t>either</w:t>
      </w:r>
      <w:r w:rsidRPr="00D103C0">
        <w:t xml:space="preserve"> be interpreted as an abbreviation of “US-IN VY.HV” </w:t>
      </w:r>
      <w:r w:rsidRPr="00D103C0">
        <w:rPr>
          <w:i/>
        </w:rPr>
        <w:t>or</w:t>
      </w:r>
      <w:r w:rsidRPr="00D103C0">
        <w:t xml:space="preserve"> of “RU-IN VY.HV”, and thus </w:t>
      </w:r>
      <w:r w:rsidRPr="00D103C0">
        <w:rPr>
          <w:i/>
        </w:rPr>
        <w:t>either</w:t>
      </w:r>
      <w:r w:rsidRPr="00D103C0">
        <w:t xml:space="preserve"> produce a coordinate in Indiana, USA, </w:t>
      </w:r>
      <w:r w:rsidRPr="00D103C0">
        <w:rPr>
          <w:i/>
        </w:rPr>
        <w:t>or</w:t>
      </w:r>
      <w:r w:rsidRPr="00D103C0">
        <w:t xml:space="preserve"> in Ingushetia, Russia.</w:t>
      </w:r>
    </w:p>
    <w:p w:rsidR="00191A98" w:rsidRPr="00D103C0" w:rsidRDefault="00191A98" w:rsidP="00992BB7">
      <w:r w:rsidRPr="00D103C0">
        <w:t>Passing a “default context” improves the chances of ambiguous user input to be interpreted “as the user intended”. Thus, if one builds a system that is mostly going to be used in the USA, the following hard-codes that preference (i.e. “when in doubt, assume the “USA”):</w:t>
      </w:r>
    </w:p>
    <w:p w:rsidR="00191A98" w:rsidRDefault="00191A98" w:rsidP="00992BB7">
      <w:pPr>
        <w:pStyle w:val="Code"/>
      </w:pPr>
      <w:r>
        <w:t>Enum Territory</w:t>
      </w:r>
      <w:r w:rsidRPr="00D103C0">
        <w:t xml:space="preserve"> defaultcontext = </w:t>
      </w:r>
    </w:p>
    <w:p w:rsidR="00191A98" w:rsidRPr="00D103C0" w:rsidRDefault="00191A98" w:rsidP="00992BB7">
      <w:pPr>
        <w:pStyle w:val="Code"/>
      </w:pPr>
      <w:r>
        <w:t xml:space="preserve">  </w:t>
      </w:r>
      <w:r w:rsidRPr="00D103C0">
        <w:t>getTerritoryCode("USA",</w:t>
      </w:r>
      <w:r>
        <w:t xml:space="preserve"> TERRITORY_NONE</w:t>
      </w:r>
      <w:r w:rsidRPr="00D103C0">
        <w:t>);</w:t>
      </w:r>
    </w:p>
    <w:p w:rsidR="00191A98" w:rsidRPr="00D103C0" w:rsidRDefault="00191A98" w:rsidP="00110784">
      <w:pPr>
        <w:pStyle w:val="Code"/>
      </w:pPr>
      <w:r w:rsidRPr="00D103C0">
        <w:t>const char* input = "IN VY.HV";</w:t>
      </w:r>
    </w:p>
    <w:p w:rsidR="00191A98" w:rsidRPr="00D103C0" w:rsidRDefault="00191A98" w:rsidP="00687C99">
      <w:pPr>
        <w:pStyle w:val="Code"/>
      </w:pPr>
      <w:r w:rsidRPr="00D103C0">
        <w:t>double lat, lon;</w:t>
      </w:r>
    </w:p>
    <w:p w:rsidR="00191A98" w:rsidRPr="00D103C0" w:rsidRDefault="00191A98" w:rsidP="00110784">
      <w:pPr>
        <w:pStyle w:val="Code"/>
      </w:pPr>
      <w:r w:rsidRPr="00D103C0">
        <w:t xml:space="preserve">int err = </w:t>
      </w:r>
      <w:r>
        <w:t>decodeMapcodeToLatLonUtf8</w:t>
      </w:r>
      <w:r w:rsidRPr="00D103C0">
        <w:t>(&amp;lat, &amp;lon, input, defaultcontext</w:t>
      </w:r>
      <w:r>
        <w:t>, 0</w:t>
      </w:r>
      <w:r w:rsidRPr="00D103C0">
        <w:t>);</w:t>
      </w:r>
    </w:p>
    <w:p w:rsidR="00191A98" w:rsidRPr="00D103C0" w:rsidRDefault="00191A98" w:rsidP="00687C99">
      <w:pPr>
        <w:pStyle w:val="Code"/>
      </w:pPr>
      <w:r w:rsidRPr="00D103C0">
        <w:t>if (err)</w:t>
      </w:r>
    </w:p>
    <w:p w:rsidR="00191A98" w:rsidRPr="00D103C0" w:rsidRDefault="00191A98" w:rsidP="00687C99">
      <w:pPr>
        <w:pStyle w:val="Code"/>
      </w:pPr>
      <w:r w:rsidRPr="00D103C0">
        <w:t xml:space="preserve">  printf("\"%s\" is not a valid mapcode\n", userinput);</w:t>
      </w:r>
    </w:p>
    <w:p w:rsidR="00191A98" w:rsidRPr="00D103C0" w:rsidRDefault="00191A98" w:rsidP="00687C99">
      <w:pPr>
        <w:pStyle w:val="Code"/>
      </w:pPr>
      <w:r w:rsidRPr="00D103C0">
        <w:t xml:space="preserve">else </w:t>
      </w:r>
    </w:p>
    <w:p w:rsidR="00191A98" w:rsidRPr="00D103C0" w:rsidRDefault="00191A98" w:rsidP="00687C99">
      <w:pPr>
        <w:pStyle w:val="Code"/>
      </w:pPr>
      <w:r w:rsidRPr="00D103C0">
        <w:t xml:space="preserve">  printf("\"%s\" represents %0.6f,%0.6f\n", userinput, lat, lon);</w:t>
      </w:r>
    </w:p>
    <w:p w:rsidR="00191A98" w:rsidRPr="00687C99" w:rsidRDefault="00191A98" w:rsidP="00992BB7">
      <w:pPr>
        <w:pStyle w:val="myTitle"/>
      </w:pPr>
      <w:r>
        <w:t>Example output</w:t>
      </w:r>
    </w:p>
    <w:p w:rsidR="00191A98" w:rsidRPr="00D103C0" w:rsidRDefault="00191A98" w:rsidP="00992BB7">
      <w:pPr>
        <w:pStyle w:val="Code"/>
      </w:pPr>
      <w:r w:rsidRPr="00D103C0">
        <w:t>"IN VY.HV" represents 39.727950,-86.118444</w:t>
      </w:r>
    </w:p>
    <w:p w:rsidR="00191A98" w:rsidRPr="00D103C0" w:rsidRDefault="00191A98" w:rsidP="000914F6">
      <w:r w:rsidRPr="00D103C0">
        <w:t>A more sophisticated system could of course make much better assumptions, for example based on the GPS coordinate of the user, or the current cursor position on a world map that is being displayed to the user.</w:t>
      </w:r>
    </w:p>
    <w:p w:rsidR="00191A98" w:rsidRPr="00D103C0" w:rsidRDefault="00191A98" w:rsidP="000914F6">
      <w:r w:rsidRPr="00D103C0">
        <w:t xml:space="preserve">In an interactive system, the </w:t>
      </w:r>
      <w:r w:rsidRPr="00D103C0">
        <w:rPr>
          <w:i/>
        </w:rPr>
        <w:t>best</w:t>
      </w:r>
      <w:r w:rsidRPr="00D103C0">
        <w:t xml:space="preserve"> way to handle ambiguity is probably to always use the most recent </w:t>
      </w:r>
      <w:r w:rsidRPr="00D103C0">
        <w:rPr>
          <w:i/>
        </w:rPr>
        <w:t xml:space="preserve">successful, explicitly stated </w:t>
      </w:r>
      <w:r w:rsidRPr="00D103C0">
        <w:t>context as default.</w:t>
      </w:r>
    </w:p>
    <w:p w:rsidR="00191A98" w:rsidRPr="00D103C0" w:rsidRDefault="00191A98" w:rsidP="00992BB7">
      <w:r w:rsidRPr="00D103C0">
        <w:t xml:space="preserve">For example, suppose you remembered the previous </w:t>
      </w:r>
      <w:r w:rsidRPr="00D103C0">
        <w:rPr>
          <w:i/>
        </w:rPr>
        <w:t xml:space="preserve">correctly </w:t>
      </w:r>
      <w:r w:rsidRPr="00D103C0">
        <w:t>interpreted user input:</w:t>
      </w:r>
    </w:p>
    <w:p w:rsidR="00191A98" w:rsidRPr="00D103C0" w:rsidRDefault="00191A98" w:rsidP="00687C99">
      <w:pPr>
        <w:pStyle w:val="Code"/>
      </w:pPr>
      <w:r w:rsidRPr="00D103C0">
        <w:t>const char* previous_successful_input = "RU-IN DK.CN0";</w:t>
      </w:r>
    </w:p>
    <w:p w:rsidR="00191A98" w:rsidRPr="00D103C0" w:rsidRDefault="00191A98" w:rsidP="00E5117C">
      <w:r w:rsidRPr="00D103C0">
        <w:t>then the following code snippet will correctly interpret the completely abbreviated mapcode “49.4V” as being in the same state (i.e. RU-IN):</w:t>
      </w:r>
    </w:p>
    <w:p w:rsidR="00191A98" w:rsidRDefault="00191A98" w:rsidP="00687C99">
      <w:pPr>
        <w:pStyle w:val="Code"/>
      </w:pPr>
      <w:r>
        <w:t xml:space="preserve">enum Territory </w:t>
      </w:r>
      <w:r w:rsidRPr="00D103C0">
        <w:t>previouscontext =</w:t>
      </w:r>
    </w:p>
    <w:p w:rsidR="00191A98" w:rsidRPr="00D103C0" w:rsidRDefault="00191A98" w:rsidP="00992BB7">
      <w:pPr>
        <w:pStyle w:val="Code"/>
      </w:pPr>
      <w:r>
        <w:t xml:space="preserve"> </w:t>
      </w:r>
      <w:r w:rsidRPr="00D103C0">
        <w:t xml:space="preserve"> getTerritoryCode(previous_successful_input,</w:t>
      </w:r>
      <w:r>
        <w:t>TERRITORY_NONE</w:t>
      </w:r>
      <w:r w:rsidRPr="00D103C0">
        <w:t>);</w:t>
      </w:r>
    </w:p>
    <w:p w:rsidR="00191A98" w:rsidRDefault="00191A98" w:rsidP="00687C99">
      <w:pPr>
        <w:pStyle w:val="Code"/>
      </w:pPr>
      <w:r w:rsidRPr="00D103C0">
        <w:t>const char* userinput = "D6.58";</w:t>
      </w:r>
    </w:p>
    <w:p w:rsidR="00191A98" w:rsidRPr="00D103C0" w:rsidRDefault="00191A98" w:rsidP="00687C99">
      <w:pPr>
        <w:pStyle w:val="Code"/>
      </w:pPr>
      <w:r>
        <w:t>double lat,lon;</w:t>
      </w:r>
    </w:p>
    <w:p w:rsidR="00191A98" w:rsidRDefault="00191A98" w:rsidP="00687C99">
      <w:pPr>
        <w:pStyle w:val="Code"/>
      </w:pPr>
      <w:r w:rsidRPr="00D103C0">
        <w:t xml:space="preserve">int err = </w:t>
      </w:r>
      <w:r>
        <w:t>decodeMapcodeToLatLonUtf8</w:t>
      </w:r>
      <w:r w:rsidRPr="00D103C0">
        <w:t>(&amp;lat, &amp;lon, userinput,</w:t>
      </w:r>
    </w:p>
    <w:p w:rsidR="00191A98" w:rsidRDefault="00191A98" w:rsidP="00687C99">
      <w:pPr>
        <w:pStyle w:val="Code"/>
      </w:pPr>
      <w:r>
        <w:t xml:space="preserve">                                    </w:t>
      </w:r>
      <w:r w:rsidRPr="00D103C0">
        <w:t>previouscontext</w:t>
      </w:r>
      <w:r>
        <w:t>, 0</w:t>
      </w:r>
      <w:r w:rsidRPr="00D103C0">
        <w:t>);</w:t>
      </w:r>
    </w:p>
    <w:p w:rsidR="00191A98" w:rsidRPr="00D103C0" w:rsidRDefault="00191A98" w:rsidP="001A547D">
      <w:pPr>
        <w:pStyle w:val="Code"/>
      </w:pPr>
      <w:r w:rsidRPr="00D103C0">
        <w:t>if (err)</w:t>
      </w:r>
    </w:p>
    <w:p w:rsidR="00191A98" w:rsidRPr="00D103C0" w:rsidRDefault="00191A98" w:rsidP="001A547D">
      <w:pPr>
        <w:pStyle w:val="Code"/>
      </w:pPr>
      <w:r w:rsidRPr="00D103C0">
        <w:t xml:space="preserve">  printf("\"%s\" is not a valid mapcode\n", userinput);</w:t>
      </w:r>
    </w:p>
    <w:p w:rsidR="00191A98" w:rsidRPr="00D103C0" w:rsidRDefault="00191A98" w:rsidP="001A547D">
      <w:pPr>
        <w:pStyle w:val="Code"/>
      </w:pPr>
      <w:r w:rsidRPr="00D103C0">
        <w:t xml:space="preserve">else </w:t>
      </w:r>
    </w:p>
    <w:p w:rsidR="00191A98" w:rsidRPr="00D103C0" w:rsidRDefault="00191A98" w:rsidP="001A547D">
      <w:pPr>
        <w:pStyle w:val="Code"/>
      </w:pPr>
      <w:r w:rsidRPr="00D103C0">
        <w:t xml:space="preserve">  printf("\"%s\" represents %0.6f,%0.6f\n", userinput, lat, lon);</w:t>
      </w:r>
    </w:p>
    <w:p w:rsidR="00191A98" w:rsidRPr="00841A2C" w:rsidRDefault="00191A98" w:rsidP="00E5117C">
      <w:r>
        <w:t>The o</w:t>
      </w:r>
      <w:r w:rsidRPr="00841A2C">
        <w:t>utput</w:t>
      </w:r>
      <w:r>
        <w:t xml:space="preserve"> is:</w:t>
      </w:r>
    </w:p>
    <w:p w:rsidR="00191A98" w:rsidRPr="00D103C0" w:rsidRDefault="00191A98" w:rsidP="00687C99">
      <w:pPr>
        <w:pStyle w:val="Code"/>
      </w:pPr>
      <w:r w:rsidRPr="00D103C0">
        <w:t>"D6.58" represents 43.259275,44.771980</w:t>
      </w:r>
    </w:p>
    <w:p w:rsidR="00191A98" w:rsidRPr="00D103C0" w:rsidRDefault="00191A98" w:rsidP="00F8219B">
      <w:r w:rsidRPr="00D103C0">
        <w:t>which is in  Ingushetia Republic. And in fact, had we written</w:t>
      </w:r>
    </w:p>
    <w:p w:rsidR="00191A98" w:rsidRPr="00D103C0" w:rsidRDefault="00191A98" w:rsidP="00687C99">
      <w:pPr>
        <w:pStyle w:val="Code"/>
      </w:pPr>
      <w:r w:rsidRPr="00D103C0">
        <w:t>userinput=“AL D6.58”</w:t>
      </w:r>
    </w:p>
    <w:p w:rsidR="00191A98" w:rsidRPr="00D103C0" w:rsidRDefault="00191A98" w:rsidP="00F8219B">
      <w:r w:rsidRPr="00D103C0">
        <w:t>this would generate the output</w:t>
      </w:r>
    </w:p>
    <w:p w:rsidR="00191A98" w:rsidRPr="00D103C0" w:rsidRDefault="00191A98" w:rsidP="00687C99">
      <w:pPr>
        <w:pStyle w:val="Code"/>
      </w:pPr>
      <w:r>
        <w:t>“</w:t>
      </w:r>
      <w:r w:rsidRPr="00D103C0">
        <w:t>AL D6.58" represents 51.977856,85.935367</w:t>
      </w:r>
    </w:p>
    <w:p w:rsidR="00191A98" w:rsidRDefault="00191A98" w:rsidP="00F8219B">
      <w:r w:rsidRPr="00D103C0">
        <w:t>which is in the Russian republic of Altai: because of the context RU-IN, the territory has been interpreted as RU-AL, instead of the equally likely US-AL (Alabama, USA) or BR-AL (Alagoas, Brazil).</w:t>
      </w:r>
    </w:p>
    <w:p w:rsidR="00191A98" w:rsidRPr="00D103C0" w:rsidRDefault="00191A98" w:rsidP="00F8219B">
      <w:r w:rsidRPr="00D103C0">
        <w:t>Here is an example that decodes consecutive user inputs, some of them wildly ambiguous. With the exception of the very first input, all are probably interpreted as the user intended:</w:t>
      </w:r>
    </w:p>
    <w:p w:rsidR="00191A98" w:rsidRPr="00D103C0" w:rsidRDefault="00191A98" w:rsidP="00992BB7">
      <w:pPr>
        <w:pStyle w:val="Code"/>
      </w:pPr>
      <w:r>
        <w:t xml:space="preserve">enum Territory </w:t>
      </w:r>
      <w:r w:rsidRPr="00D103C0">
        <w:t>context</w:t>
      </w:r>
      <w:r>
        <w:t xml:space="preserve"> </w:t>
      </w:r>
      <w:r w:rsidRPr="00D103C0">
        <w:t xml:space="preserve">= </w:t>
      </w:r>
      <w:r>
        <w:t>TERRITORY_NONE</w:t>
      </w:r>
      <w:r w:rsidRPr="00D103C0">
        <w:t>; // no initial context</w:t>
      </w:r>
    </w:p>
    <w:p w:rsidR="00191A98" w:rsidRPr="00D103C0" w:rsidRDefault="00191A98" w:rsidP="006A2168">
      <w:pPr>
        <w:pStyle w:val="Code"/>
      </w:pPr>
      <w:r w:rsidRPr="00D103C0">
        <w:t>const char* userinput[] = {</w:t>
      </w:r>
      <w:r>
        <w:t xml:space="preserve">   // simulated user input</w:t>
      </w:r>
    </w:p>
    <w:p w:rsidR="00191A98" w:rsidRPr="00D103C0" w:rsidRDefault="00191A98" w:rsidP="006A2168">
      <w:pPr>
        <w:pStyle w:val="Code"/>
        <w:rPr>
          <w:lang w:val="nl-NL"/>
        </w:rPr>
      </w:pPr>
      <w:r w:rsidRPr="00D103C0">
        <w:t xml:space="preserve">  </w:t>
      </w:r>
      <w:r w:rsidRPr="00D103C0">
        <w:rPr>
          <w:lang w:val="nl-NL"/>
        </w:rPr>
        <w:t>"49.4V",</w:t>
      </w:r>
      <w:r>
        <w:rPr>
          <w:lang w:val="nl-NL"/>
        </w:rPr>
        <w:t xml:space="preserve">          </w:t>
      </w:r>
      <w:r w:rsidRPr="00D103C0">
        <w:rPr>
          <w:lang w:val="nl-NL"/>
        </w:rPr>
        <w:t>"US-IN 49.4V",</w:t>
      </w:r>
      <w:r>
        <w:rPr>
          <w:lang w:val="nl-NL"/>
        </w:rPr>
        <w:t xml:space="preserve">    </w:t>
      </w:r>
      <w:r w:rsidRPr="00D103C0">
        <w:rPr>
          <w:lang w:val="nl-NL"/>
        </w:rPr>
        <w:t>"49.4V",</w:t>
      </w:r>
      <w:r>
        <w:rPr>
          <w:lang w:val="nl-NL"/>
        </w:rPr>
        <w:t xml:space="preserve">          </w:t>
      </w:r>
      <w:r w:rsidRPr="00D103C0">
        <w:rPr>
          <w:lang w:val="nl-NL"/>
        </w:rPr>
        <w:t>"AL 49.4V",</w:t>
      </w:r>
    </w:p>
    <w:p w:rsidR="00191A98" w:rsidRPr="00D103C0" w:rsidRDefault="00191A98" w:rsidP="006A2168">
      <w:pPr>
        <w:pStyle w:val="Code"/>
        <w:rPr>
          <w:lang w:val="nl-NL"/>
        </w:rPr>
      </w:pPr>
      <w:r w:rsidRPr="00D103C0">
        <w:rPr>
          <w:lang w:val="nl-NL"/>
        </w:rPr>
        <w:t xml:space="preserve">  "RU-IN 49.4V",</w:t>
      </w:r>
      <w:r>
        <w:rPr>
          <w:lang w:val="nl-NL"/>
        </w:rPr>
        <w:t xml:space="preserve">    </w:t>
      </w:r>
      <w:r w:rsidRPr="00D103C0">
        <w:rPr>
          <w:lang w:val="nl-NL"/>
        </w:rPr>
        <w:t>"AL 49.4V",</w:t>
      </w:r>
      <w:r>
        <w:rPr>
          <w:lang w:val="nl-NL"/>
        </w:rPr>
        <w:t xml:space="preserve">       </w:t>
      </w:r>
      <w:r w:rsidRPr="00D103C0">
        <w:rPr>
          <w:lang w:val="nl-NL"/>
        </w:rPr>
        <w:t>"NLD XXX.YYY",</w:t>
      </w:r>
      <w:r>
        <w:rPr>
          <w:lang w:val="nl-NL"/>
        </w:rPr>
        <w:t xml:space="preserve">    </w:t>
      </w:r>
      <w:r w:rsidRPr="00D103C0">
        <w:rPr>
          <w:lang w:val="nl-NL"/>
        </w:rPr>
        <w:t>"49.4V",</w:t>
      </w:r>
    </w:p>
    <w:p w:rsidR="00191A98" w:rsidRPr="00D103C0" w:rsidRDefault="00191A98" w:rsidP="006A2168">
      <w:pPr>
        <w:pStyle w:val="Code"/>
      </w:pPr>
      <w:r w:rsidRPr="00D103C0">
        <w:rPr>
          <w:lang w:val="nl-NL"/>
        </w:rPr>
        <w:t xml:space="preserve">  </w:t>
      </w:r>
      <w:r w:rsidRPr="005E7E51">
        <w:t xml:space="preserve">"CCCCC.CCCC",     </w:t>
      </w:r>
      <w:r w:rsidRPr="00D103C0">
        <w:t>"49.4V",</w:t>
      </w:r>
      <w:r>
        <w:t xml:space="preserve">          0</w:t>
      </w:r>
    </w:p>
    <w:p w:rsidR="00191A98" w:rsidRPr="00D103C0" w:rsidRDefault="00191A98" w:rsidP="006A2168">
      <w:pPr>
        <w:pStyle w:val="Code"/>
      </w:pPr>
      <w:r w:rsidRPr="00D103C0">
        <w:t>};</w:t>
      </w:r>
    </w:p>
    <w:p w:rsidR="00191A98" w:rsidRPr="00D103C0" w:rsidRDefault="00191A98" w:rsidP="006A2168">
      <w:pPr>
        <w:pStyle w:val="Code"/>
      </w:pPr>
    </w:p>
    <w:p w:rsidR="00191A98" w:rsidRPr="00D103C0" w:rsidRDefault="00191A98" w:rsidP="006A2168">
      <w:pPr>
        <w:pStyle w:val="Code"/>
      </w:pPr>
      <w:r w:rsidRPr="00D103C0">
        <w:t>int i;</w:t>
      </w:r>
    </w:p>
    <w:p w:rsidR="00191A98" w:rsidRPr="00D103C0" w:rsidRDefault="00191A98" w:rsidP="006A2168">
      <w:pPr>
        <w:pStyle w:val="Code"/>
      </w:pPr>
      <w:r w:rsidRPr="00D103C0">
        <w:t>for (i = 0; userinput[i] != 0; i++) {</w:t>
      </w:r>
    </w:p>
    <w:p w:rsidR="00191A98" w:rsidRPr="00D103C0" w:rsidRDefault="00191A98" w:rsidP="006A2168">
      <w:pPr>
        <w:pStyle w:val="Code"/>
      </w:pPr>
      <w:r w:rsidRPr="00D103C0">
        <w:t xml:space="preserve">  double lat, lon;</w:t>
      </w:r>
    </w:p>
    <w:p w:rsidR="00191A98" w:rsidRDefault="00191A98" w:rsidP="006A2168">
      <w:pPr>
        <w:pStyle w:val="Code"/>
      </w:pPr>
      <w:r w:rsidRPr="00D103C0">
        <w:t xml:space="preserve">  int err = </w:t>
      </w:r>
      <w:r>
        <w:t>decodeMapcodeToLatLonUtf8</w:t>
      </w:r>
      <w:r w:rsidRPr="00D103C0">
        <w:t xml:space="preserve">(&amp;lat, &amp;lon, </w:t>
      </w:r>
      <w:r>
        <w:t xml:space="preserve"> </w:t>
      </w:r>
    </w:p>
    <w:p w:rsidR="00191A98" w:rsidRPr="00D103C0" w:rsidRDefault="00191A98" w:rsidP="006A2168">
      <w:pPr>
        <w:pStyle w:val="Code"/>
      </w:pPr>
      <w:r>
        <w:t xml:space="preserve">                                      </w:t>
      </w:r>
      <w:r w:rsidRPr="00D103C0">
        <w:t>userinput[i],</w:t>
      </w:r>
      <w:r>
        <w:t xml:space="preserve"> </w:t>
      </w:r>
      <w:r w:rsidRPr="00D103C0">
        <w:t>context</w:t>
      </w:r>
      <w:r>
        <w:t>, 0</w:t>
      </w:r>
      <w:r w:rsidRPr="00D103C0">
        <w:t>);</w:t>
      </w:r>
    </w:p>
    <w:p w:rsidR="00191A98" w:rsidRPr="00D103C0" w:rsidRDefault="00191A98" w:rsidP="006A2168">
      <w:pPr>
        <w:pStyle w:val="Code"/>
      </w:pPr>
      <w:r w:rsidRPr="00D103C0">
        <w:t xml:space="preserve">  if (err)</w:t>
      </w:r>
    </w:p>
    <w:p w:rsidR="00191A98" w:rsidRPr="00D103C0" w:rsidRDefault="00191A98" w:rsidP="006A2168">
      <w:pPr>
        <w:pStyle w:val="Code"/>
      </w:pPr>
      <w:r w:rsidRPr="00D103C0">
        <w:t xml:space="preserve">    printf("\"%s\" is not a valid mapcode\n", userinput[i]);</w:t>
      </w:r>
    </w:p>
    <w:p w:rsidR="00191A98" w:rsidRPr="00D103C0" w:rsidRDefault="00191A98" w:rsidP="006A2168">
      <w:pPr>
        <w:pStyle w:val="Code"/>
      </w:pPr>
      <w:r w:rsidRPr="00D103C0">
        <w:t xml:space="preserve">  else {</w:t>
      </w:r>
    </w:p>
    <w:p w:rsidR="00191A98" w:rsidRPr="00D103C0" w:rsidRDefault="00191A98" w:rsidP="00992BB7">
      <w:pPr>
        <w:pStyle w:val="Code"/>
      </w:pPr>
      <w:r w:rsidRPr="00D103C0">
        <w:t xml:space="preserve">    </w:t>
      </w:r>
      <w:r>
        <w:t xml:space="preserve">enum Territory </w:t>
      </w:r>
      <w:r w:rsidRPr="00D103C0">
        <w:t>c;</w:t>
      </w:r>
    </w:p>
    <w:p w:rsidR="00191A98" w:rsidRPr="00D103C0" w:rsidRDefault="00191A98" w:rsidP="006A2168">
      <w:pPr>
        <w:pStyle w:val="Code"/>
      </w:pPr>
      <w:r w:rsidRPr="00D103C0">
        <w:t xml:space="preserve">    printf("%12s represents %0.6f,%0.6f\n", userinput[i], lat,lon);</w:t>
      </w:r>
    </w:p>
    <w:p w:rsidR="00191A98" w:rsidRPr="00D103C0" w:rsidRDefault="00191A98" w:rsidP="00992BB7">
      <w:pPr>
        <w:pStyle w:val="Code"/>
      </w:pPr>
      <w:r w:rsidRPr="00D103C0">
        <w:t xml:space="preserve">    c</w:t>
      </w:r>
      <w:r>
        <w:t xml:space="preserve"> </w:t>
      </w:r>
      <w:r w:rsidRPr="00D103C0">
        <w:t>=</w:t>
      </w:r>
      <w:r>
        <w:t xml:space="preserve"> </w:t>
      </w:r>
      <w:r w:rsidRPr="00D103C0">
        <w:t xml:space="preserve">getTerritoryCode(userinput[i], </w:t>
      </w:r>
      <w:r>
        <w:t>TERRITORY_UNKNOWN</w:t>
      </w:r>
      <w:r w:rsidRPr="00D103C0">
        <w:t>);</w:t>
      </w:r>
    </w:p>
    <w:p w:rsidR="00191A98" w:rsidRPr="00D103C0" w:rsidRDefault="00191A98" w:rsidP="00992BB7">
      <w:pPr>
        <w:pStyle w:val="Code"/>
      </w:pPr>
      <w:r w:rsidRPr="00D103C0">
        <w:t xml:space="preserve">    if (c </w:t>
      </w:r>
      <w:r>
        <w:t xml:space="preserve">!= </w:t>
      </w:r>
      <w:r w:rsidRPr="00992BB7">
        <w:t>TERRITORY_NONE</w:t>
      </w:r>
      <w:r w:rsidRPr="00D103C0">
        <w:t xml:space="preserve">) </w:t>
      </w:r>
    </w:p>
    <w:p w:rsidR="00191A98" w:rsidRPr="00D103C0" w:rsidRDefault="00191A98" w:rsidP="006A2168">
      <w:pPr>
        <w:pStyle w:val="Code"/>
      </w:pPr>
      <w:r w:rsidRPr="00D103C0">
        <w:t xml:space="preserve">      context = c;        </w:t>
      </w:r>
    </w:p>
    <w:p w:rsidR="00191A98" w:rsidRPr="00D103C0" w:rsidRDefault="00191A98" w:rsidP="006A2168">
      <w:pPr>
        <w:pStyle w:val="Code"/>
      </w:pPr>
      <w:r w:rsidRPr="00D103C0">
        <w:t xml:space="preserve">  }</w:t>
      </w:r>
    </w:p>
    <w:p w:rsidR="00191A98" w:rsidRPr="00D103C0" w:rsidRDefault="00191A98" w:rsidP="006A2168">
      <w:pPr>
        <w:pStyle w:val="Code"/>
      </w:pPr>
      <w:r w:rsidRPr="00D103C0">
        <w:t>}</w:t>
      </w:r>
    </w:p>
    <w:p w:rsidR="00191A98" w:rsidRPr="00841A2C" w:rsidRDefault="00191A98" w:rsidP="00363A6C">
      <w:r w:rsidRPr="00841A2C">
        <w:t>The output is</w:t>
      </w:r>
      <w:r>
        <w:t>:</w:t>
      </w:r>
    </w:p>
    <w:p w:rsidR="00191A98" w:rsidRPr="00D103C0" w:rsidRDefault="00191A98" w:rsidP="006A2168">
      <w:pPr>
        <w:pStyle w:val="Code"/>
      </w:pPr>
      <w:r w:rsidRPr="00D103C0">
        <w:t>"49.4V" is not a valid mapcode</w:t>
      </w:r>
    </w:p>
    <w:p w:rsidR="00191A98" w:rsidRPr="00D103C0" w:rsidRDefault="00191A98" w:rsidP="006A2168">
      <w:pPr>
        <w:pStyle w:val="Code"/>
      </w:pPr>
      <w:r w:rsidRPr="00D103C0">
        <w:t xml:space="preserve"> US-IN 49.4V represents 39.783750,-86.198832</w:t>
      </w:r>
    </w:p>
    <w:p w:rsidR="00191A98" w:rsidRPr="00D103C0" w:rsidRDefault="00191A98" w:rsidP="006A2168">
      <w:pPr>
        <w:pStyle w:val="Code"/>
      </w:pPr>
      <w:r w:rsidRPr="00D103C0">
        <w:t xml:space="preserve">       49.4V represents 39.783750,-86.198832</w:t>
      </w:r>
    </w:p>
    <w:p w:rsidR="00191A98" w:rsidRPr="00D103C0" w:rsidRDefault="00191A98" w:rsidP="006A2168">
      <w:pPr>
        <w:pStyle w:val="Code"/>
      </w:pPr>
      <w:r w:rsidRPr="00D103C0">
        <w:t xml:space="preserve">    AL 49.4V represents 33.532750,-86.836184</w:t>
      </w:r>
    </w:p>
    <w:p w:rsidR="00191A98" w:rsidRPr="00D103C0" w:rsidRDefault="00191A98" w:rsidP="006A2168">
      <w:pPr>
        <w:pStyle w:val="Code"/>
      </w:pPr>
      <w:r w:rsidRPr="00D103C0">
        <w:t xml:space="preserve"> RU-IN 49.4V represents 43.249285,44.741354</w:t>
      </w:r>
    </w:p>
    <w:p w:rsidR="00191A98" w:rsidRPr="00D103C0" w:rsidRDefault="00191A98" w:rsidP="006A2168">
      <w:pPr>
        <w:pStyle w:val="Code"/>
      </w:pPr>
      <w:r w:rsidRPr="00D103C0">
        <w:t xml:space="preserve">    AL 49.4V represents 51.967866,85.899261</w:t>
      </w:r>
    </w:p>
    <w:p w:rsidR="00191A98" w:rsidRPr="00D103C0" w:rsidRDefault="00191A98" w:rsidP="006A2168">
      <w:pPr>
        <w:pStyle w:val="Code"/>
      </w:pPr>
      <w:r w:rsidRPr="00D103C0">
        <w:t xml:space="preserve"> NLD XXX.YYY represents 51.204537,5.541607</w:t>
      </w:r>
    </w:p>
    <w:p w:rsidR="00191A98" w:rsidRPr="00D103C0" w:rsidRDefault="00191A98" w:rsidP="006A2168">
      <w:pPr>
        <w:pStyle w:val="Code"/>
      </w:pPr>
      <w:r w:rsidRPr="00D103C0">
        <w:t xml:space="preserve">       49.4V represents 52.376514,4.908543</w:t>
      </w:r>
    </w:p>
    <w:p w:rsidR="00191A98" w:rsidRPr="00D103C0" w:rsidRDefault="00191A98" w:rsidP="006A2168">
      <w:pPr>
        <w:pStyle w:val="Code"/>
      </w:pPr>
      <w:r w:rsidRPr="00D103C0">
        <w:t xml:space="preserve">  CCCCC.CCCC represents -16.326209,-48.016850</w:t>
      </w:r>
    </w:p>
    <w:p w:rsidR="00191A98" w:rsidRPr="00D103C0" w:rsidRDefault="00191A98" w:rsidP="006A2168">
      <w:pPr>
        <w:pStyle w:val="Code"/>
      </w:pPr>
      <w:r w:rsidRPr="00D103C0">
        <w:t xml:space="preserve">       49.4V represents 52.376514,4.908543</w:t>
      </w:r>
    </w:p>
    <w:p w:rsidR="00191A98" w:rsidRPr="00D103C0" w:rsidRDefault="00191A98" w:rsidP="00363A6C">
      <w:r w:rsidRPr="00D103C0">
        <w:t>Explanation:</w:t>
      </w:r>
    </w:p>
    <w:p w:rsidR="00191A98" w:rsidRPr="00D103C0" w:rsidRDefault="00191A98" w:rsidP="006A2168">
      <w:pPr>
        <w:pStyle w:val="Code"/>
      </w:pPr>
      <w:r w:rsidRPr="00D103C0">
        <w:t>"49.4V" is not a valid mapcode</w:t>
      </w:r>
    </w:p>
    <w:p w:rsidR="00191A98" w:rsidRDefault="00191A98" w:rsidP="00363A6C">
      <w:r w:rsidRPr="00D103C0">
        <w:t xml:space="preserve">Since there is no previous context, this ambiguous mapcode can simply not be interpreted. For this reason, it may be a good idea to choose a better default context than previouscontext=-1 (e.g. based on the user’s GPS position). </w:t>
      </w:r>
    </w:p>
    <w:p w:rsidR="00191A98" w:rsidRDefault="00191A98" w:rsidP="006A2168">
      <w:pPr>
        <w:pStyle w:val="Code"/>
      </w:pPr>
    </w:p>
    <w:p w:rsidR="00191A98" w:rsidRPr="00D103C0" w:rsidRDefault="00191A98" w:rsidP="006A2168">
      <w:pPr>
        <w:pStyle w:val="Code"/>
      </w:pPr>
      <w:r w:rsidRPr="00D103C0">
        <w:t>US-IN 49.4V represents 39.783750,-86.198832</w:t>
      </w:r>
    </w:p>
    <w:p w:rsidR="00191A98" w:rsidRDefault="00191A98" w:rsidP="00363A6C">
      <w:r w:rsidRPr="00D103C0">
        <w:t>A complete and unambiguous mapcode, it results in a coordinate in Indiana, USA.</w:t>
      </w:r>
    </w:p>
    <w:p w:rsidR="00191A98" w:rsidRDefault="00191A98" w:rsidP="006A2168">
      <w:pPr>
        <w:pStyle w:val="Code"/>
      </w:pPr>
    </w:p>
    <w:p w:rsidR="00191A98" w:rsidRPr="00D103C0" w:rsidRDefault="00191A98" w:rsidP="006A2168">
      <w:pPr>
        <w:pStyle w:val="Code"/>
      </w:pPr>
      <w:r w:rsidRPr="00D103C0">
        <w:t>49.4V represents 39.783750,-86.198832</w:t>
      </w:r>
    </w:p>
    <w:p w:rsidR="00191A98" w:rsidRDefault="00191A98" w:rsidP="00363A6C">
      <w:r w:rsidRPr="00D103C0">
        <w:t>Since the previous input was in Indiana, this incomplete mapcode is encoded in the same context.</w:t>
      </w:r>
    </w:p>
    <w:p w:rsidR="00191A98" w:rsidRDefault="00191A98" w:rsidP="006A2168">
      <w:pPr>
        <w:pStyle w:val="Code"/>
      </w:pPr>
    </w:p>
    <w:p w:rsidR="00191A98" w:rsidRPr="00D103C0" w:rsidRDefault="00191A98" w:rsidP="006A2168">
      <w:pPr>
        <w:pStyle w:val="Code"/>
      </w:pPr>
      <w:r w:rsidRPr="00D103C0">
        <w:t>AL 49.4V represents 33.532750,-86.836184</w:t>
      </w:r>
    </w:p>
    <w:p w:rsidR="00191A98" w:rsidRDefault="00191A98" w:rsidP="00363A6C">
      <w:r w:rsidRPr="00D103C0">
        <w:t>Since the previous input was in the Indiana, USA, the context “AL” is interpreted as another state in the USA, and thus results in a coordinate in Alabama (rather than, say, the state of Alagoas in Brazil).</w:t>
      </w:r>
    </w:p>
    <w:p w:rsidR="00191A98" w:rsidRDefault="00191A98" w:rsidP="006A2168">
      <w:pPr>
        <w:pStyle w:val="Code"/>
      </w:pPr>
    </w:p>
    <w:p w:rsidR="00191A98" w:rsidRPr="00D103C0" w:rsidRDefault="00191A98" w:rsidP="006A2168">
      <w:pPr>
        <w:pStyle w:val="Code"/>
      </w:pPr>
      <w:r w:rsidRPr="00D103C0">
        <w:t>RU-IN 49.4V represents 43.249285,44.741353</w:t>
      </w:r>
    </w:p>
    <w:p w:rsidR="00191A98" w:rsidRDefault="00191A98" w:rsidP="00363A6C">
      <w:r w:rsidRPr="00D103C0">
        <w:t>A complete and unambiguous mapcode, it results in a coordinate in Ingushetia, Russia.</w:t>
      </w:r>
    </w:p>
    <w:p w:rsidR="00191A98" w:rsidRDefault="00191A98" w:rsidP="006A2168">
      <w:pPr>
        <w:pStyle w:val="Code"/>
      </w:pPr>
    </w:p>
    <w:p w:rsidR="00191A98" w:rsidRPr="00D103C0" w:rsidRDefault="00191A98" w:rsidP="006A2168">
      <w:pPr>
        <w:pStyle w:val="Code"/>
      </w:pPr>
      <w:r w:rsidRPr="00D103C0">
        <w:t>AL 49.4V represents 51.967866,85.899261</w:t>
      </w:r>
    </w:p>
    <w:p w:rsidR="00191A98" w:rsidRDefault="00191A98" w:rsidP="00363A6C">
      <w:r w:rsidRPr="00D103C0">
        <w:t>Unlike two inputs back, AL 49.4V is now interpreted in Russia (the Altai Republic) rather than in the USA (Alabama), since the most recent context was Russian.</w:t>
      </w:r>
    </w:p>
    <w:p w:rsidR="00191A98" w:rsidRDefault="00191A98" w:rsidP="006A2168">
      <w:pPr>
        <w:pStyle w:val="Code"/>
      </w:pPr>
    </w:p>
    <w:p w:rsidR="00191A98" w:rsidRPr="00D103C0" w:rsidRDefault="00191A98" w:rsidP="006A2168">
      <w:pPr>
        <w:pStyle w:val="Code"/>
      </w:pPr>
      <w:r w:rsidRPr="00D103C0">
        <w:t>NLD XXX.YYY represents 51.204536,5.541607</w:t>
      </w:r>
    </w:p>
    <w:p w:rsidR="00191A98" w:rsidRDefault="00191A98" w:rsidP="00BD0470">
      <w:r w:rsidRPr="00D103C0">
        <w:t>A complete and unambiguous mapcode, it results in a coordinate in The Netherlands.</w:t>
      </w:r>
    </w:p>
    <w:p w:rsidR="00191A98" w:rsidRDefault="00191A98" w:rsidP="006A2168">
      <w:pPr>
        <w:pStyle w:val="Code"/>
      </w:pPr>
    </w:p>
    <w:p w:rsidR="00191A98" w:rsidRPr="00D103C0" w:rsidRDefault="00191A98" w:rsidP="006A2168">
      <w:pPr>
        <w:pStyle w:val="Code"/>
      </w:pPr>
      <w:r w:rsidRPr="00D103C0">
        <w:t>49.4V represents 52.376514,4.908542</w:t>
      </w:r>
    </w:p>
    <w:p w:rsidR="00191A98" w:rsidRPr="00D103C0" w:rsidRDefault="00191A98" w:rsidP="000F271F">
      <w:r w:rsidRPr="00D103C0">
        <w:t>Since the previous input was in The Netherlands, this time 49.4V is interpreted in The Netherlands as well.</w:t>
      </w:r>
    </w:p>
    <w:p w:rsidR="00191A98" w:rsidRDefault="00191A98" w:rsidP="006A2168">
      <w:pPr>
        <w:pStyle w:val="Code"/>
      </w:pPr>
    </w:p>
    <w:p w:rsidR="00191A98" w:rsidRPr="00D103C0" w:rsidRDefault="00191A98" w:rsidP="006A2168">
      <w:pPr>
        <w:pStyle w:val="Code"/>
      </w:pPr>
      <w:r w:rsidRPr="00D103C0">
        <w:t xml:space="preserve">CCCCC.CCCC represents -16.326209,-48.016851 </w:t>
      </w:r>
    </w:p>
    <w:p w:rsidR="00191A98" w:rsidRPr="00D103C0" w:rsidRDefault="00191A98" w:rsidP="000F271F">
      <w:r w:rsidRPr="00D103C0">
        <w:t xml:space="preserve">A complete and unambiguous </w:t>
      </w:r>
      <w:r w:rsidRPr="00D103C0">
        <w:rPr>
          <w:i/>
        </w:rPr>
        <w:t>international</w:t>
      </w:r>
      <w:r w:rsidRPr="00D103C0">
        <w:t xml:space="preserve"> mapcode. Although it decodes to a coordinate somewhere in Brazil, the mapcode does not </w:t>
      </w:r>
      <w:r w:rsidRPr="00D103C0">
        <w:rPr>
          <w:b/>
        </w:rPr>
        <w:t>explicitly</w:t>
      </w:r>
      <w:r w:rsidRPr="00D103C0">
        <w:t xml:space="preserve"> specify Brazil as a context. Therefore, the context for future inputs will remain “The Netherlands”.</w:t>
      </w:r>
    </w:p>
    <w:p w:rsidR="00191A98" w:rsidRDefault="00191A98" w:rsidP="006A2168">
      <w:pPr>
        <w:pStyle w:val="Code"/>
      </w:pPr>
    </w:p>
    <w:p w:rsidR="00191A98" w:rsidRPr="00D103C0" w:rsidRDefault="00191A98" w:rsidP="006A2168">
      <w:pPr>
        <w:pStyle w:val="Code"/>
      </w:pPr>
      <w:r w:rsidRPr="00D103C0">
        <w:t>49.4V represents 52.376514,4.908542</w:t>
      </w:r>
    </w:p>
    <w:p w:rsidR="00191A98" w:rsidRDefault="00191A98" w:rsidP="006A2168">
      <w:r w:rsidRPr="00D103C0">
        <w:t xml:space="preserve">Since the most recent </w:t>
      </w:r>
      <w:r w:rsidRPr="00D103C0">
        <w:rPr>
          <w:b/>
        </w:rPr>
        <w:t xml:space="preserve">explicit </w:t>
      </w:r>
      <w:r w:rsidRPr="00D103C0">
        <w:t>context was in The Netherlands, this ambiguous mapcode is now also interpreted in The Netherlands.</w:t>
      </w:r>
    </w:p>
    <w:p w:rsidR="00191A98" w:rsidRPr="00D103C0" w:rsidRDefault="00191A98" w:rsidP="006A2168">
      <w:pPr>
        <w:pStyle w:val="Heading1"/>
      </w:pPr>
      <w:bookmarkStart w:id="7" w:name="_Toc465975111"/>
      <w:r w:rsidRPr="00D103C0">
        <w:t>2.1 Recognizing an input as a mapcode</w:t>
      </w:r>
      <w:bookmarkEnd w:id="7"/>
    </w:p>
    <w:p w:rsidR="00191A98" w:rsidRPr="00D103C0" w:rsidRDefault="00191A98" w:rsidP="00205740">
      <w:r w:rsidRPr="00D103C0">
        <w:t>Sometimes you may wish to allow a user to input something in a “general” search box – an address, a coordinate, a mapcode, or something else.</w:t>
      </w:r>
    </w:p>
    <w:p w:rsidR="00191A98" w:rsidRPr="00D103C0" w:rsidRDefault="00191A98" w:rsidP="00205740">
      <w:r w:rsidRPr="00D103C0">
        <w:t xml:space="preserve">The following routine is efficient and lightweight, and recognizes if a user input looks like it is </w:t>
      </w:r>
      <w:r w:rsidRPr="00D103C0">
        <w:rPr>
          <w:i/>
        </w:rPr>
        <w:t>intended</w:t>
      </w:r>
      <w:r w:rsidRPr="00D103C0">
        <w:t xml:space="preserve"> as a mapcode. For example:</w:t>
      </w:r>
    </w:p>
    <w:p w:rsidR="00191A98" w:rsidRPr="00D103C0" w:rsidRDefault="00191A98" w:rsidP="00205740">
      <w:r w:rsidRPr="00D103C0">
        <w:tab/>
        <w:t>“NLD 503.XX2”</w:t>
      </w:r>
    </w:p>
    <w:p w:rsidR="00191A98" w:rsidRPr="00D103C0" w:rsidRDefault="00191A98" w:rsidP="00205740">
      <w:r w:rsidRPr="00D103C0">
        <w:t>is intended as a mapcode, while</w:t>
      </w:r>
    </w:p>
    <w:p w:rsidR="00191A98" w:rsidRPr="00D103C0" w:rsidRDefault="00191A98" w:rsidP="00205740">
      <w:r w:rsidRPr="00D103C0">
        <w:tab/>
        <w:t>“St. Jacobs Street 45, London”</w:t>
      </w:r>
    </w:p>
    <w:p w:rsidR="00191A98" w:rsidRPr="00D103C0" w:rsidRDefault="00191A98" w:rsidP="00205740">
      <w:r w:rsidRPr="00D103C0">
        <w:t xml:space="preserve">is not. Since anything that looks like a mapcode is </w:t>
      </w:r>
      <w:r w:rsidRPr="00D103C0">
        <w:rPr>
          <w:i/>
        </w:rPr>
        <w:t>very unlikely</w:t>
      </w:r>
      <w:r w:rsidRPr="00D103C0">
        <w:t xml:space="preserve"> to represent anything else, we would recommend to handle (i.e. decode) anything that looks like a mapcode as a mapcode. If it fails to decode, you could still try to interpret as something else, but as has been said: it is very unlikely it </w:t>
      </w:r>
      <w:r w:rsidRPr="00D103C0">
        <w:rPr>
          <w:i/>
        </w:rPr>
        <w:t>does</w:t>
      </w:r>
      <w:r w:rsidRPr="00D103C0">
        <w:t xml:space="preserve"> represent something else.</w:t>
      </w:r>
    </w:p>
    <w:p w:rsidR="00191A98" w:rsidRDefault="00191A98" w:rsidP="00B81F1E">
      <w:r w:rsidRPr="00D103C0">
        <w:t xml:space="preserve">Note: the routine can not guarantee that the input represents a </w:t>
      </w:r>
      <w:r w:rsidRPr="00D103C0">
        <w:rPr>
          <w:i/>
          <w:iCs/>
        </w:rPr>
        <w:t>valid</w:t>
      </w:r>
      <w:r w:rsidRPr="00D103C0">
        <w:t xml:space="preserve"> mapcode. For example, the input “XXX XX.XX” will pass although XXX is not a valid territory.</w:t>
      </w:r>
    </w:p>
    <w:p w:rsidR="00191A98" w:rsidRPr="00D103C0" w:rsidRDefault="00191A98" w:rsidP="00110784">
      <w:pPr>
        <w:pStyle w:val="Heading2"/>
      </w:pPr>
      <w:bookmarkStart w:id="8" w:name="_Toc465975112"/>
      <w:r w:rsidRPr="006A2168">
        <w:t>compare</w:t>
      </w:r>
      <w:r>
        <w:t>Utf8</w:t>
      </w:r>
      <w:r w:rsidRPr="006A2168">
        <w:t>WithMapcodeFormat</w:t>
      </w:r>
      <w:r>
        <w:t>()</w:t>
      </w:r>
      <w:bookmarkEnd w:id="8"/>
    </w:p>
    <w:p w:rsidR="00191A98" w:rsidRPr="00D103C0" w:rsidRDefault="00191A98" w:rsidP="00110784">
      <w:pPr>
        <w:pStyle w:val="Code"/>
      </w:pPr>
      <w:r w:rsidRPr="00D103C0">
        <w:t>int compare</w:t>
      </w:r>
      <w:r>
        <w:t>Utf8</w:t>
      </w:r>
      <w:r w:rsidRPr="00D103C0">
        <w:t>WithMapcodeFormat(const char*</w:t>
      </w:r>
      <w:r w:rsidRPr="00D103C0">
        <w:tab/>
      </w:r>
      <w:r>
        <w:t>string</w:t>
      </w:r>
      <w:r w:rsidRPr="00D103C0">
        <w:t>)</w:t>
      </w:r>
    </w:p>
    <w:p w:rsidR="00191A98" w:rsidRPr="00D103C0" w:rsidRDefault="00191A98" w:rsidP="00110784">
      <w:pPr>
        <w:pStyle w:val="Heading2"/>
      </w:pPr>
      <w:bookmarkStart w:id="9" w:name="_Toc465975113"/>
      <w:r w:rsidRPr="006A2168">
        <w:t>compare</w:t>
      </w:r>
      <w:r>
        <w:t>Utf16</w:t>
      </w:r>
      <w:r w:rsidRPr="006A2168">
        <w:t>WithMapcodeFormat</w:t>
      </w:r>
      <w:r>
        <w:t>()</w:t>
      </w:r>
      <w:bookmarkEnd w:id="9"/>
    </w:p>
    <w:p w:rsidR="00191A98" w:rsidRPr="00D103C0" w:rsidRDefault="00191A98" w:rsidP="00110784">
      <w:pPr>
        <w:pStyle w:val="Code"/>
      </w:pPr>
      <w:r w:rsidRPr="00D103C0">
        <w:t>int compare</w:t>
      </w:r>
      <w:r>
        <w:t>Utf16</w:t>
      </w:r>
      <w:r w:rsidRPr="00D103C0">
        <w:t xml:space="preserve">WithMapcodeFormat(const </w:t>
      </w:r>
      <w:r>
        <w:t>UWORD</w:t>
      </w:r>
      <w:r w:rsidRPr="00D103C0">
        <w:t>*</w:t>
      </w:r>
      <w:r>
        <w:t xml:space="preserve"> string</w:t>
      </w:r>
      <w:r w:rsidRPr="00D103C0">
        <w:t>)</w:t>
      </w:r>
    </w:p>
    <w:p w:rsidR="00191A98" w:rsidRPr="00D103C0" w:rsidRDefault="00191A98" w:rsidP="00327209">
      <w:r>
        <w:rPr>
          <w:b/>
        </w:rPr>
        <w:t>I</w:t>
      </w:r>
      <w:r w:rsidRPr="00D103C0">
        <w:rPr>
          <w:b/>
        </w:rPr>
        <w:t>nput</w:t>
      </w:r>
    </w:p>
    <w:p w:rsidR="00191A98" w:rsidRPr="00D103C0" w:rsidRDefault="00191A98" w:rsidP="00110784">
      <w:pPr>
        <w:numPr>
          <w:ilvl w:val="0"/>
          <w:numId w:val="36"/>
        </w:numPr>
      </w:pPr>
      <w:r>
        <w:rPr>
          <w:b/>
        </w:rPr>
        <w:t>string</w:t>
      </w:r>
      <w:r w:rsidRPr="00D103C0">
        <w:rPr>
          <w:b/>
        </w:rPr>
        <w:t xml:space="preserve">: </w:t>
      </w:r>
      <w:r>
        <w:t>A</w:t>
      </w:r>
      <w:r w:rsidRPr="00D103C0">
        <w:t xml:space="preserve"> “free-form” </w:t>
      </w:r>
      <w:r>
        <w:t>(</w:t>
      </w:r>
      <w:r w:rsidRPr="00D103C0">
        <w:t>user input</w:t>
      </w:r>
      <w:r>
        <w:t>) string.</w:t>
      </w:r>
    </w:p>
    <w:p w:rsidR="00191A98" w:rsidRDefault="00191A98" w:rsidP="007E1AD5">
      <w:pPr>
        <w:numPr>
          <w:ilvl w:val="0"/>
          <w:numId w:val="36"/>
        </w:numPr>
      </w:pPr>
      <w:r w:rsidRPr="00D103C0">
        <w:rPr>
          <w:b/>
        </w:rPr>
        <w:t>includesTerritory:</w:t>
      </w:r>
      <w:r w:rsidRPr="00D103C0">
        <w:t xml:space="preserve"> </w:t>
      </w:r>
      <w:r>
        <w:t>A</w:t>
      </w:r>
      <w:r w:rsidRPr="00D103C0">
        <w:t xml:space="preserve">n integer: if you pass 1, </w:t>
      </w:r>
      <w:r>
        <w:t>any mapcode</w:t>
      </w:r>
      <w:r w:rsidRPr="00D103C0">
        <w:t xml:space="preserve"> (including </w:t>
      </w:r>
      <w:r w:rsidRPr="00D103C0">
        <w:rPr>
          <w:i/>
          <w:iCs/>
        </w:rPr>
        <w:t>optional</w:t>
      </w:r>
      <w:r w:rsidRPr="00D103C0">
        <w:t xml:space="preserve"> territory context) will be recognized, i.e. inputs of the form</w:t>
      </w:r>
    </w:p>
    <w:p w:rsidR="00191A98" w:rsidRDefault="00191A98" w:rsidP="007E1AD5">
      <w:pPr>
        <w:pStyle w:val="Code"/>
        <w:ind w:left="360" w:firstLine="720"/>
      </w:pPr>
      <w:r w:rsidRPr="00D103C0">
        <w:t>[whitespace] [xxx[-yyy]] [whitespace] PPP.QQQ [-RR] [whitespace]</w:t>
      </w:r>
    </w:p>
    <w:p w:rsidR="00191A98" w:rsidRDefault="00191A98" w:rsidP="007E1AD5">
      <w:pPr>
        <w:ind w:left="720" w:firstLine="360"/>
      </w:pPr>
      <w:r w:rsidRPr="00D103C0">
        <w:t xml:space="preserve">If you pass 0, only mapcodes </w:t>
      </w:r>
      <w:r>
        <w:t xml:space="preserve">without territory </w:t>
      </w:r>
      <w:r w:rsidRPr="00D103C0">
        <w:t>will be recognized:</w:t>
      </w:r>
    </w:p>
    <w:p w:rsidR="00191A98" w:rsidRDefault="00191A98" w:rsidP="007E1AD5">
      <w:pPr>
        <w:pStyle w:val="Code"/>
        <w:ind w:left="720" w:firstLine="360"/>
      </w:pPr>
      <w:r w:rsidRPr="00D103C0">
        <w:t>[whitespace] PPP.QQQ [-RR] [whitespace]</w:t>
      </w:r>
    </w:p>
    <w:p w:rsidR="00191A98" w:rsidRPr="00D103C0" w:rsidRDefault="00191A98" w:rsidP="00327209">
      <w:r>
        <w:rPr>
          <w:b/>
        </w:rPr>
        <w:t>O</w:t>
      </w:r>
      <w:r w:rsidRPr="00D103C0">
        <w:rPr>
          <w:b/>
        </w:rPr>
        <w:t>utput</w:t>
      </w:r>
    </w:p>
    <w:p w:rsidR="00191A98" w:rsidRPr="00D103C0" w:rsidRDefault="00191A98" w:rsidP="001A32DF">
      <w:pPr>
        <w:numPr>
          <w:ilvl w:val="0"/>
          <w:numId w:val="37"/>
        </w:numPr>
      </w:pPr>
      <w:r w:rsidRPr="00841A2C">
        <w:rPr>
          <w:b/>
        </w:rPr>
        <w:t xml:space="preserve">Return value: </w:t>
      </w:r>
      <w:r>
        <w:t>R</w:t>
      </w:r>
      <w:r w:rsidRPr="00D103C0">
        <w:t>eturns 0 if the string looks like a full/proper mapcode</w:t>
      </w:r>
      <w:r>
        <w:t>.  R</w:t>
      </w:r>
      <w:r w:rsidRPr="00D103C0">
        <w:t xml:space="preserve">eturn negative in case of error (the special value </w:t>
      </w:r>
      <w:r w:rsidRPr="001A32DF">
        <w:t>ERR_MAPCODE_INCOMPLETE</w:t>
      </w:r>
      <w:r w:rsidRPr="00D103C0">
        <w:t xml:space="preserve"> is returned if the string looks like a </w:t>
      </w:r>
      <w:r w:rsidRPr="00BE3237">
        <w:t xml:space="preserve">partial </w:t>
      </w:r>
      <w:r w:rsidRPr="00D103C0">
        <w:t>mapcode, i.e. might become a valid mapcode if some more characters were added).</w:t>
      </w:r>
    </w:p>
    <w:p w:rsidR="00191A98" w:rsidRDefault="00191A98" w:rsidP="00C44894">
      <w:pPr>
        <w:pStyle w:val="Code"/>
        <w:ind w:left="0"/>
      </w:pPr>
    </w:p>
    <w:p w:rsidR="00191A98" w:rsidRPr="00D103C0" w:rsidRDefault="00191A98" w:rsidP="00BE3237">
      <w:pPr>
        <w:pStyle w:val="Heading1"/>
      </w:pPr>
      <w:bookmarkStart w:id="10" w:name="_Toc465975114"/>
      <w:r w:rsidRPr="00D103C0">
        <w:t xml:space="preserve">2.2 </w:t>
      </w:r>
      <w:r>
        <w:t xml:space="preserve">Higher </w:t>
      </w:r>
      <w:r w:rsidRPr="00D103C0">
        <w:t>precision</w:t>
      </w:r>
      <w:r>
        <w:t xml:space="preserve"> mapcodes</w:t>
      </w:r>
      <w:bookmarkEnd w:id="10"/>
    </w:p>
    <w:p w:rsidR="00191A98" w:rsidRPr="00D103C0" w:rsidRDefault="00191A98" w:rsidP="00D9216D">
      <w:r w:rsidRPr="00D103C0">
        <w:t xml:space="preserve">Mapcodes are intended for easy, daily use. They were therefore made short, and no more precise than is necessary to be useful at the “human” scale: accurate to within a few meters – or put another way: </w:t>
      </w:r>
      <w:r w:rsidRPr="00D103C0">
        <w:rPr>
          <w:i/>
        </w:rPr>
        <w:t>in</w:t>
      </w:r>
      <w:r w:rsidRPr="00D103C0">
        <w:t xml:space="preserve">accurate by </w:t>
      </w:r>
      <w:r w:rsidRPr="00D103C0">
        <w:rPr>
          <w:i/>
        </w:rPr>
        <w:t>up to</w:t>
      </w:r>
      <w:r w:rsidRPr="00D103C0">
        <w:t xml:space="preserve"> several meters.</w:t>
      </w:r>
    </w:p>
    <w:p w:rsidR="00191A98" w:rsidRPr="00D103C0" w:rsidRDefault="00191A98" w:rsidP="00174793">
      <w:r w:rsidRPr="00D103C0">
        <w:t>For special applications, mapcodes can be generated with higher accuracy, by appending extra letters. One letter extra decreases the worst-case inaccuracy to less than 162 centimeters (70 cm on average), two letters decreases it to less than 25 centimeters (13 cm on average), four letters to less than a centimeter.</w:t>
      </w:r>
    </w:p>
    <w:p w:rsidR="00191A98" w:rsidRPr="00D103C0" w:rsidRDefault="00191A98" w:rsidP="00635F89">
      <w:r w:rsidRPr="00D103C0">
        <w:t xml:space="preserve">As an example, consider coordinate 52.3765, 4.90858. When encoded, it yields mapcode </w:t>
      </w:r>
      <w:r w:rsidRPr="00D103C0">
        <w:rPr>
          <w:b/>
        </w:rPr>
        <w:t>NLD 49.4V</w:t>
      </w:r>
      <w:r w:rsidRPr="00D103C0">
        <w:t xml:space="preserve">. This mapcode </w:t>
      </w:r>
      <w:r w:rsidRPr="00D103C0">
        <w:rPr>
          <w:i/>
        </w:rPr>
        <w:t>decodes</w:t>
      </w:r>
      <w:r w:rsidRPr="00D103C0">
        <w:t xml:space="preserve"> back into 52.376514, 4.908543, a coordinate which is 2.48 meters off to the west, and 1.56 meters too far north (in combination, the mapcode is 2.93 meters away from the original coordinate). </w:t>
      </w:r>
    </w:p>
    <w:p w:rsidR="00191A98" w:rsidRPr="00D103C0" w:rsidRDefault="00191A98" w:rsidP="00B43585">
      <w:r w:rsidRPr="00D103C0">
        <w:t xml:space="preserve">When we encode the same coordinate with an extra digit, we get </w:t>
      </w:r>
      <w:r w:rsidRPr="00D103C0">
        <w:rPr>
          <w:b/>
        </w:rPr>
        <w:t>NLD 49.4V-L</w:t>
      </w:r>
      <w:r w:rsidRPr="00D103C0">
        <w:t xml:space="preserve">, a mapcode that </w:t>
      </w:r>
      <w:r w:rsidRPr="00D103C0">
        <w:rPr>
          <w:i/>
        </w:rPr>
        <w:t>decodes</w:t>
      </w:r>
      <w:r w:rsidRPr="00D103C0">
        <w:t xml:space="preserve"> into 52.376508, 4.908575, only 95 centimeters off. With </w:t>
      </w:r>
      <w:r w:rsidRPr="00D103C0">
        <w:rPr>
          <w:i/>
          <w:iCs/>
        </w:rPr>
        <w:t>two</w:t>
      </w:r>
      <w:r w:rsidRPr="00D103C0">
        <w:t xml:space="preserve"> extra digits, we get a mapcode that is about 5.7 centimeters off.</w:t>
      </w:r>
    </w:p>
    <w:p w:rsidR="00191A98" w:rsidRPr="00D103C0" w:rsidRDefault="00191A98" w:rsidP="00342296">
      <w:pPr>
        <w:tabs>
          <w:tab w:val="left" w:pos="2160"/>
          <w:tab w:val="left" w:pos="5040"/>
        </w:tabs>
        <w:ind w:left="540"/>
      </w:pPr>
      <w:r w:rsidRPr="00D103C0">
        <w:t>Mapcode:</w:t>
      </w:r>
      <w:r w:rsidRPr="00D103C0">
        <w:tab/>
        <w:t>decodes into:</w:t>
      </w:r>
      <w:r w:rsidRPr="00D103C0">
        <w:tab/>
        <w:t>error vs original coordinate:</w:t>
      </w:r>
    </w:p>
    <w:p w:rsidR="00191A98" w:rsidRPr="00D103C0" w:rsidRDefault="00191A98" w:rsidP="005E3F83">
      <w:pPr>
        <w:tabs>
          <w:tab w:val="left" w:pos="2160"/>
          <w:tab w:val="left" w:pos="5040"/>
        </w:tabs>
        <w:ind w:left="540"/>
        <w:rPr>
          <w:lang w:val="nl-NL"/>
        </w:rPr>
      </w:pPr>
      <w:r w:rsidRPr="00D103C0">
        <w:rPr>
          <w:lang w:val="nl-NL"/>
        </w:rPr>
        <w:t>49.4V</w:t>
      </w:r>
      <w:r w:rsidRPr="00D103C0">
        <w:rPr>
          <w:lang w:val="nl-NL"/>
        </w:rPr>
        <w:tab/>
        <w:t>52.376514, 4.908543</w:t>
      </w:r>
      <w:r w:rsidRPr="00D103C0">
        <w:rPr>
          <w:lang w:val="nl-NL"/>
        </w:rPr>
        <w:tab/>
        <w:t>2.93 meter</w:t>
      </w:r>
    </w:p>
    <w:p w:rsidR="00191A98" w:rsidRPr="00D103C0" w:rsidRDefault="00191A98" w:rsidP="005E3F83">
      <w:pPr>
        <w:tabs>
          <w:tab w:val="left" w:pos="2160"/>
          <w:tab w:val="left" w:pos="5040"/>
        </w:tabs>
        <w:ind w:left="540"/>
        <w:rPr>
          <w:lang w:val="nl-NL"/>
        </w:rPr>
      </w:pPr>
      <w:r w:rsidRPr="00D103C0">
        <w:rPr>
          <w:lang w:val="nl-NL"/>
        </w:rPr>
        <w:t>49.4V-L</w:t>
      </w:r>
      <w:r w:rsidRPr="00D103C0">
        <w:rPr>
          <w:lang w:val="nl-NL"/>
        </w:rPr>
        <w:tab/>
        <w:t>52.376491, 4.908574</w:t>
      </w:r>
      <w:r w:rsidRPr="00D103C0">
        <w:rPr>
          <w:lang w:val="nl-NL"/>
        </w:rPr>
        <w:tab/>
        <w:t>0.95 meter</w:t>
      </w:r>
    </w:p>
    <w:p w:rsidR="00191A98" w:rsidRPr="00D103C0" w:rsidRDefault="00191A98" w:rsidP="00342296">
      <w:pPr>
        <w:tabs>
          <w:tab w:val="left" w:pos="2160"/>
          <w:tab w:val="left" w:pos="5040"/>
        </w:tabs>
        <w:ind w:left="540"/>
        <w:rPr>
          <w:lang w:val="nl-NL"/>
        </w:rPr>
      </w:pPr>
      <w:r w:rsidRPr="00D103C0">
        <w:rPr>
          <w:lang w:val="nl-NL"/>
        </w:rPr>
        <w:t>49.4V-LX</w:t>
      </w:r>
      <w:r w:rsidRPr="00D103C0">
        <w:rPr>
          <w:lang w:val="nl-NL"/>
        </w:rPr>
        <w:tab/>
        <w:t>52.376497, 4.908584</w:t>
      </w:r>
      <w:r w:rsidRPr="00D103C0">
        <w:rPr>
          <w:lang w:val="nl-NL"/>
        </w:rPr>
        <w:tab/>
        <w:t>0.06 meter</w:t>
      </w:r>
    </w:p>
    <w:p w:rsidR="00191A98" w:rsidRPr="00D103C0" w:rsidRDefault="00191A98" w:rsidP="00B94E62">
      <w:r w:rsidRPr="00D103C0">
        <w:t xml:space="preserve">Note that this is just an example. Had we encoded 52.376514, 4.908543, the mapcode </w:t>
      </w:r>
      <w:r w:rsidRPr="00D103C0">
        <w:rPr>
          <w:b/>
        </w:rPr>
        <w:t>49.4V</w:t>
      </w:r>
      <w:r w:rsidRPr="00D103C0">
        <w:t xml:space="preserve"> would already be precise to 2.5 centimeters. It is the </w:t>
      </w:r>
      <w:r w:rsidRPr="00D103C0">
        <w:rPr>
          <w:i/>
        </w:rPr>
        <w:t>maximum</w:t>
      </w:r>
      <w:r w:rsidRPr="00D103C0">
        <w:t xml:space="preserve"> error that is reduced by adding extra letters to a mapcode.</w:t>
      </w:r>
    </w:p>
    <w:p w:rsidR="00191A98" w:rsidRPr="00D103C0" w:rsidRDefault="00191A98" w:rsidP="007000C3">
      <w:r>
        <w:rPr>
          <w:b/>
        </w:rPr>
        <w:t>Please note</w:t>
      </w:r>
      <w:r w:rsidRPr="00D103C0">
        <w:rPr>
          <w:b/>
        </w:rPr>
        <w:t>:</w:t>
      </w:r>
      <w:r w:rsidRPr="00D103C0">
        <w:t xml:space="preserve"> the above may make it seem that it is a good idea to </w:t>
      </w:r>
      <w:r w:rsidRPr="00D103C0">
        <w:rPr>
          <w:i/>
          <w:iCs/>
        </w:rPr>
        <w:t>always</w:t>
      </w:r>
      <w:r w:rsidRPr="00D103C0">
        <w:t xml:space="preserve"> add extra letters. This would defeat the core purpose of the mapcode system, which is to be accurate </w:t>
      </w:r>
      <w:r w:rsidRPr="00D103C0">
        <w:rPr>
          <w:i/>
        </w:rPr>
        <w:t>enough</w:t>
      </w:r>
      <w:r w:rsidRPr="00D103C0">
        <w:t xml:space="preserve"> for daily, human-scale use. The high-precision extension was made for very special applications only. </w:t>
      </w:r>
    </w:p>
    <w:p w:rsidR="00191A98" w:rsidRDefault="00191A98" w:rsidP="00371883">
      <w:r w:rsidRPr="00D103C0">
        <w:t>See section 4 about distance-related routines.</w:t>
      </w:r>
    </w:p>
    <w:p w:rsidR="00191A98" w:rsidRPr="00D103C0" w:rsidRDefault="00191A98" w:rsidP="00B03D12">
      <w:pPr>
        <w:pStyle w:val="Heading1"/>
      </w:pPr>
      <w:bookmarkStart w:id="11" w:name="_Toc465975115"/>
      <w:r w:rsidRPr="00D103C0">
        <w:t>3. Routines related to territories</w:t>
      </w:r>
      <w:bookmarkEnd w:id="11"/>
    </w:p>
    <w:p w:rsidR="00191A98" w:rsidRPr="00D103C0" w:rsidRDefault="00191A98" w:rsidP="00756F50">
      <w:r w:rsidRPr="00D103C0">
        <w:t>The mapcode system is based on an official code table, which in turn is based on the ISO 3166 standards.</w:t>
      </w:r>
    </w:p>
    <w:p w:rsidR="00191A98" w:rsidRDefault="00191A98" w:rsidP="00756F50">
      <w:r w:rsidRPr="00D103C0">
        <w:t>For efficiency, these codes need to be converted into internal “territory codes”. For these, the following thre</w:t>
      </w:r>
      <w:r>
        <w:t>e support routines are relevant.</w:t>
      </w:r>
    </w:p>
    <w:p w:rsidR="00191A98" w:rsidRPr="00D103C0" w:rsidRDefault="00191A98" w:rsidP="00BE3237">
      <w:pPr>
        <w:pStyle w:val="Heading2"/>
      </w:pPr>
      <w:bookmarkStart w:id="12" w:name="_Toc465975116"/>
      <w:r w:rsidRPr="00BE3237">
        <w:t>getTerritoryCode</w:t>
      </w:r>
      <w:r>
        <w:t>()</w:t>
      </w:r>
      <w:bookmarkEnd w:id="12"/>
    </w:p>
    <w:p w:rsidR="00191A98" w:rsidRPr="00D103C0" w:rsidRDefault="00191A98" w:rsidP="00BE3237">
      <w:pPr>
        <w:pStyle w:val="Code"/>
      </w:pPr>
      <w:r>
        <w:t>enum Territory</w:t>
      </w:r>
      <w:r w:rsidRPr="00D103C0">
        <w:t xml:space="preserve"> getTerritoryCode(</w:t>
      </w:r>
    </w:p>
    <w:p w:rsidR="00191A98" w:rsidRPr="00D103C0" w:rsidRDefault="00191A98" w:rsidP="00BE3237">
      <w:pPr>
        <w:pStyle w:val="Code"/>
      </w:pPr>
      <w:r>
        <w:t xml:space="preserve">  c</w:t>
      </w:r>
      <w:r w:rsidRPr="00D103C0">
        <w:t>onst char*</w:t>
      </w:r>
      <w:r>
        <w:t xml:space="preserve"> territoryISO</w:t>
      </w:r>
      <w:r w:rsidRPr="00D103C0">
        <w:t>,</w:t>
      </w:r>
    </w:p>
    <w:p w:rsidR="00191A98" w:rsidRPr="00D103C0" w:rsidRDefault="00191A98" w:rsidP="000F271F">
      <w:pPr>
        <w:pStyle w:val="Code"/>
      </w:pPr>
      <w:r>
        <w:t xml:space="preserve">  enum Territory parentTerritory</w:t>
      </w:r>
      <w:r w:rsidRPr="00D103C0">
        <w:t>)</w:t>
      </w:r>
    </w:p>
    <w:p w:rsidR="00191A98" w:rsidRPr="00BE3237" w:rsidRDefault="00191A98" w:rsidP="00BE3237">
      <w:pPr>
        <w:rPr>
          <w:b/>
        </w:rPr>
      </w:pPr>
      <w:r w:rsidRPr="00BE3237">
        <w:rPr>
          <w:b/>
        </w:rPr>
        <w:t>Input</w:t>
      </w:r>
    </w:p>
    <w:p w:rsidR="00191A98" w:rsidRPr="00D103C0" w:rsidRDefault="00191A98" w:rsidP="007E427F">
      <w:pPr>
        <w:numPr>
          <w:ilvl w:val="0"/>
          <w:numId w:val="27"/>
        </w:numPr>
      </w:pPr>
      <w:r>
        <w:rPr>
          <w:b/>
        </w:rPr>
        <w:t>territoryISO</w:t>
      </w:r>
      <w:r w:rsidRPr="00D103C0">
        <w:rPr>
          <w:b/>
        </w:rPr>
        <w:t>:</w:t>
      </w:r>
      <w:r>
        <w:t xml:space="preserve"> A</w:t>
      </w:r>
      <w:r w:rsidRPr="00D103C0">
        <w:t xml:space="preserve"> string starting with the “ISO standard” code of a country or a state, such as “USA”, “CA”, “US-CA”, or “USA-CA”</w:t>
      </w:r>
      <w:r>
        <w:t>.</w:t>
      </w:r>
    </w:p>
    <w:p w:rsidR="00191A98" w:rsidRDefault="00191A98" w:rsidP="000F271F">
      <w:pPr>
        <w:numPr>
          <w:ilvl w:val="0"/>
          <w:numId w:val="28"/>
        </w:numPr>
      </w:pPr>
      <w:r>
        <w:rPr>
          <w:b/>
        </w:rPr>
        <w:t>parentTerritory</w:t>
      </w:r>
      <w:r w:rsidRPr="00D103C0">
        <w:rPr>
          <w:b/>
        </w:rPr>
        <w:t>:</w:t>
      </w:r>
      <w:r w:rsidRPr="00D103C0">
        <w:t xml:space="preserve"> </w:t>
      </w:r>
      <w:r>
        <w:t>O</w:t>
      </w:r>
      <w:r w:rsidRPr="00D103C0">
        <w:t>ptional territory to help the routine choose when the abbreviation is ambiguous, which can happen if the abbreviation is of a state and the state’s country is omitted (For example, “AL” might mean either “US-AL” or “BR-AL”). Pass 0 if not available.</w:t>
      </w:r>
    </w:p>
    <w:p w:rsidR="00191A98" w:rsidRPr="00BE3237" w:rsidRDefault="00191A98" w:rsidP="00BE3237">
      <w:pPr>
        <w:rPr>
          <w:b/>
        </w:rPr>
      </w:pPr>
      <w:r>
        <w:rPr>
          <w:b/>
        </w:rPr>
        <w:t>Output</w:t>
      </w:r>
    </w:p>
    <w:p w:rsidR="00191A98" w:rsidRPr="00D103C0" w:rsidRDefault="00191A98" w:rsidP="000F271F">
      <w:pPr>
        <w:numPr>
          <w:ilvl w:val="0"/>
          <w:numId w:val="29"/>
        </w:numPr>
      </w:pPr>
      <w:r w:rsidRPr="00D103C0">
        <w:rPr>
          <w:b/>
        </w:rPr>
        <w:t>Return</w:t>
      </w:r>
      <w:r>
        <w:rPr>
          <w:b/>
        </w:rPr>
        <w:t xml:space="preserve"> value</w:t>
      </w:r>
      <w:r w:rsidRPr="00D103C0">
        <w:t xml:space="preserve">: </w:t>
      </w:r>
      <w:r>
        <w:t>T</w:t>
      </w:r>
      <w:r w:rsidRPr="00D103C0">
        <w:t xml:space="preserve">he territory, or </w:t>
      </w:r>
      <w:r>
        <w:t xml:space="preserve">negative (TERRITORY_NONE) </w:t>
      </w:r>
      <w:r w:rsidRPr="00D103C0">
        <w:t>if not no match was found.</w:t>
      </w:r>
    </w:p>
    <w:p w:rsidR="00191A98" w:rsidRPr="00D103C0" w:rsidRDefault="00191A98" w:rsidP="00BE3237">
      <w:pPr>
        <w:pStyle w:val="Heading2"/>
      </w:pPr>
      <w:bookmarkStart w:id="13" w:name="_Toc465975117"/>
      <w:r w:rsidRPr="00BE3237">
        <w:t>getTerritory</w:t>
      </w:r>
      <w:r>
        <w:t>IsoName()</w:t>
      </w:r>
      <w:bookmarkEnd w:id="13"/>
    </w:p>
    <w:p w:rsidR="00191A98" w:rsidRPr="00D103C0" w:rsidRDefault="00191A98" w:rsidP="00BC4BD2">
      <w:pPr>
        <w:pStyle w:val="Code"/>
      </w:pPr>
      <w:r w:rsidRPr="00D103C0">
        <w:t>c</w:t>
      </w:r>
      <w:r>
        <w:t xml:space="preserve">har </w:t>
      </w:r>
      <w:r w:rsidRPr="00D103C0">
        <w:t xml:space="preserve">*getTerritoryIsoName( </w:t>
      </w:r>
    </w:p>
    <w:p w:rsidR="00191A98" w:rsidRPr="00D103C0" w:rsidRDefault="00191A98" w:rsidP="00BC4BD2">
      <w:pPr>
        <w:pStyle w:val="Code"/>
      </w:pPr>
      <w:r>
        <w:t xml:space="preserve">  char </w:t>
      </w:r>
      <w:r w:rsidRPr="00D103C0">
        <w:t>*</w:t>
      </w:r>
      <w:r>
        <w:t>territoryISO</w:t>
      </w:r>
      <w:r w:rsidRPr="00D103C0">
        <w:t xml:space="preserve">, </w:t>
      </w:r>
    </w:p>
    <w:p w:rsidR="00191A98" w:rsidRDefault="00191A98" w:rsidP="00BC4BD2">
      <w:pPr>
        <w:pStyle w:val="Code"/>
      </w:pPr>
      <w:r>
        <w:t xml:space="preserve">  enum Territory territory</w:t>
      </w:r>
      <w:r w:rsidRPr="00D103C0">
        <w:t>,</w:t>
      </w:r>
    </w:p>
    <w:p w:rsidR="00191A98" w:rsidRPr="00D103C0" w:rsidRDefault="00191A98" w:rsidP="00BC4BD2">
      <w:pPr>
        <w:pStyle w:val="Code"/>
      </w:pPr>
      <w:r>
        <w:t xml:space="preserve">  </w:t>
      </w:r>
      <w:r w:rsidRPr="00D103C0">
        <w:t>int</w:t>
      </w:r>
      <w:r>
        <w:t xml:space="preserve">  useShortName</w:t>
      </w:r>
      <w:r w:rsidRPr="00D103C0">
        <w:t xml:space="preserve">) </w:t>
      </w:r>
    </w:p>
    <w:p w:rsidR="00191A98" w:rsidRPr="00D103C0" w:rsidRDefault="00191A98" w:rsidP="00756F50">
      <w:pPr>
        <w:rPr>
          <w:b/>
        </w:rPr>
      </w:pPr>
      <w:r>
        <w:rPr>
          <w:b/>
        </w:rPr>
        <w:t>Input</w:t>
      </w:r>
    </w:p>
    <w:p w:rsidR="00191A98" w:rsidRPr="00D103C0" w:rsidRDefault="00191A98" w:rsidP="00261942">
      <w:pPr>
        <w:numPr>
          <w:ilvl w:val="0"/>
          <w:numId w:val="38"/>
        </w:numPr>
      </w:pPr>
      <w:r w:rsidRPr="00D103C0">
        <w:rPr>
          <w:b/>
          <w:bCs/>
        </w:rPr>
        <w:t>Result</w:t>
      </w:r>
      <w:r>
        <w:rPr>
          <w:b/>
          <w:bCs/>
        </w:rPr>
        <w:t>:</w:t>
      </w:r>
      <w:r w:rsidRPr="00D103C0">
        <w:t xml:space="preserve"> </w:t>
      </w:r>
      <w:r>
        <w:t>A</w:t>
      </w:r>
      <w:r w:rsidRPr="00D103C0">
        <w:t xml:space="preserve"> string to store the result in (capable of storing at least MAX_ISOCODE_LEN characters </w:t>
      </w:r>
      <w:r w:rsidRPr="00D103C0">
        <w:rPr>
          <w:i/>
          <w:iCs/>
        </w:rPr>
        <w:t>plus</w:t>
      </w:r>
      <w:r w:rsidRPr="00D103C0">
        <w:t xml:space="preserve"> a zero-terminator); Returns an empty string if territoryCode is illegal.</w:t>
      </w:r>
    </w:p>
    <w:p w:rsidR="00191A98" w:rsidRPr="00D103C0" w:rsidRDefault="00191A98" w:rsidP="00261942">
      <w:pPr>
        <w:numPr>
          <w:ilvl w:val="0"/>
          <w:numId w:val="31"/>
        </w:numPr>
      </w:pPr>
      <w:r w:rsidRPr="00D103C0">
        <w:rPr>
          <w:b/>
        </w:rPr>
        <w:t>territory</w:t>
      </w:r>
      <w:r>
        <w:t>: A</w:t>
      </w:r>
      <w:r w:rsidRPr="00D103C0">
        <w:t xml:space="preserve"> territory</w:t>
      </w:r>
    </w:p>
    <w:p w:rsidR="00191A98" w:rsidRPr="00D103C0" w:rsidRDefault="00191A98" w:rsidP="007E427F">
      <w:pPr>
        <w:numPr>
          <w:ilvl w:val="0"/>
          <w:numId w:val="32"/>
        </w:numPr>
      </w:pPr>
      <w:r>
        <w:rPr>
          <w:b/>
        </w:rPr>
        <w:t>useShortName: S</w:t>
      </w:r>
      <w:r w:rsidRPr="00D103C0">
        <w:t>pecifies the format of the return value:</w:t>
      </w:r>
    </w:p>
    <w:p w:rsidR="00191A98" w:rsidRPr="00D103C0" w:rsidRDefault="00191A98" w:rsidP="00261942">
      <w:pPr>
        <w:ind w:left="1440"/>
      </w:pPr>
      <w:r w:rsidRPr="00D103C0">
        <w:t>0</w:t>
      </w:r>
      <w:r>
        <w:t>:</w:t>
      </w:r>
      <w:r w:rsidRPr="00D103C0">
        <w:t xml:space="preserve"> </w:t>
      </w:r>
      <w:r>
        <w:t>R</w:t>
      </w:r>
      <w:r w:rsidRPr="00D103C0">
        <w:t>eturn in unambiguous full format: “XXX” for a country, “XX-YY” for a state</w:t>
      </w:r>
      <w:r>
        <w:t>.</w:t>
      </w:r>
    </w:p>
    <w:p w:rsidR="00191A98" w:rsidRPr="00D103C0" w:rsidRDefault="00191A98" w:rsidP="00261942">
      <w:pPr>
        <w:ind w:left="1440"/>
      </w:pPr>
      <w:r w:rsidRPr="00D103C0">
        <w:t>1</w:t>
      </w:r>
      <w:r>
        <w:t>:</w:t>
      </w:r>
      <w:r w:rsidRPr="00D103C0">
        <w:t xml:space="preserve"> </w:t>
      </w:r>
      <w:r>
        <w:t>S</w:t>
      </w:r>
      <w:r w:rsidRPr="00D103C0">
        <w:t>hort format: “XXX” or “XX”; especially when a 2 letter (state) code is returned, although always unique within its country, it may not be unique in the world</w:t>
      </w:r>
      <w:r>
        <w:t>.</w:t>
      </w:r>
    </w:p>
    <w:p w:rsidR="00191A98" w:rsidRPr="00BC4BD2" w:rsidRDefault="00191A98" w:rsidP="00BC4BD2">
      <w:pPr>
        <w:rPr>
          <w:b/>
        </w:rPr>
      </w:pPr>
      <w:r w:rsidRPr="00BC4BD2">
        <w:rPr>
          <w:b/>
        </w:rPr>
        <w:t>Output</w:t>
      </w:r>
    </w:p>
    <w:p w:rsidR="00191A98" w:rsidRPr="00D103C0" w:rsidRDefault="00191A98" w:rsidP="007E427F">
      <w:pPr>
        <w:numPr>
          <w:ilvl w:val="0"/>
          <w:numId w:val="33"/>
        </w:numPr>
      </w:pPr>
      <w:r w:rsidRPr="00D103C0">
        <w:rPr>
          <w:b/>
        </w:rPr>
        <w:t>Return</w:t>
      </w:r>
      <w:r>
        <w:rPr>
          <w:b/>
        </w:rPr>
        <w:t xml:space="preserve"> value</w:t>
      </w:r>
      <w:r w:rsidRPr="00D103C0">
        <w:rPr>
          <w:b/>
        </w:rPr>
        <w:t>:</w:t>
      </w:r>
      <w:r w:rsidRPr="00D103C0">
        <w:t xml:space="preserve"> </w:t>
      </w:r>
      <w:r>
        <w:t>A</w:t>
      </w:r>
      <w:r w:rsidRPr="00D103C0">
        <w:t xml:space="preserve"> pointer to </w:t>
      </w:r>
      <w:r>
        <w:rPr>
          <w:b/>
          <w:bCs/>
        </w:rPr>
        <w:t>territoryISO</w:t>
      </w:r>
      <w:r w:rsidRPr="00D103C0">
        <w:t xml:space="preserve">. </w:t>
      </w:r>
    </w:p>
    <w:p w:rsidR="00191A98" w:rsidRPr="00D103C0" w:rsidRDefault="00191A98" w:rsidP="00587C73">
      <w:pPr>
        <w:pStyle w:val="Heading2"/>
      </w:pPr>
      <w:bookmarkStart w:id="14" w:name="_Toc465975118"/>
      <w:r w:rsidRPr="00587C73">
        <w:t xml:space="preserve">getParentCountryOf </w:t>
      </w:r>
      <w:r>
        <w:t>()</w:t>
      </w:r>
      <w:bookmarkEnd w:id="14"/>
    </w:p>
    <w:p w:rsidR="00191A98" w:rsidRDefault="00191A98" w:rsidP="00587C73">
      <w:pPr>
        <w:pStyle w:val="Code"/>
      </w:pPr>
      <w:r>
        <w:t xml:space="preserve">enum Territory </w:t>
      </w:r>
      <w:r w:rsidRPr="00D103C0">
        <w:t>getParentCountryOf(</w:t>
      </w:r>
    </w:p>
    <w:p w:rsidR="00191A98" w:rsidRPr="00D103C0" w:rsidRDefault="00191A98" w:rsidP="0043557D">
      <w:pPr>
        <w:pStyle w:val="Code"/>
      </w:pPr>
      <w:r>
        <w:t xml:space="preserve">  enum Territory territory</w:t>
      </w:r>
      <w:r w:rsidRPr="00D103C0">
        <w:t>)</w:t>
      </w:r>
    </w:p>
    <w:p w:rsidR="00191A98" w:rsidRPr="00D103C0" w:rsidRDefault="00191A98" w:rsidP="00756F50">
      <w:pPr>
        <w:rPr>
          <w:b/>
        </w:rPr>
      </w:pPr>
      <w:r>
        <w:rPr>
          <w:b/>
        </w:rPr>
        <w:t>Input</w:t>
      </w:r>
    </w:p>
    <w:p w:rsidR="00191A98" w:rsidRPr="00D103C0" w:rsidRDefault="00191A98" w:rsidP="0043557D">
      <w:pPr>
        <w:numPr>
          <w:ilvl w:val="0"/>
          <w:numId w:val="39"/>
        </w:numPr>
      </w:pPr>
      <w:r>
        <w:rPr>
          <w:b/>
        </w:rPr>
        <w:t>territory:</w:t>
      </w:r>
      <w:r w:rsidRPr="00D103C0">
        <w:t xml:space="preserve"> </w:t>
      </w:r>
      <w:r>
        <w:t>a territory</w:t>
      </w:r>
    </w:p>
    <w:p w:rsidR="00191A98" w:rsidRPr="00587C73" w:rsidRDefault="00191A98" w:rsidP="00587C73">
      <w:pPr>
        <w:rPr>
          <w:b/>
        </w:rPr>
      </w:pPr>
      <w:r w:rsidRPr="00587C73">
        <w:rPr>
          <w:b/>
        </w:rPr>
        <w:t>Output</w:t>
      </w:r>
    </w:p>
    <w:p w:rsidR="00191A98" w:rsidRPr="00587C73" w:rsidRDefault="00191A98" w:rsidP="009772D3">
      <w:pPr>
        <w:numPr>
          <w:ilvl w:val="0"/>
          <w:numId w:val="5"/>
        </w:numPr>
        <w:rPr>
          <w:b/>
        </w:rPr>
      </w:pPr>
      <w:r w:rsidRPr="00587C73">
        <w:rPr>
          <w:b/>
        </w:rPr>
        <w:t>Return value:</w:t>
      </w:r>
    </w:p>
    <w:p w:rsidR="00191A98" w:rsidRPr="00D103C0" w:rsidRDefault="00191A98" w:rsidP="0043557D">
      <w:pPr>
        <w:numPr>
          <w:ilvl w:val="0"/>
          <w:numId w:val="39"/>
        </w:numPr>
      </w:pPr>
      <w:r>
        <w:t>T</w:t>
      </w:r>
      <w:r w:rsidRPr="00D103C0">
        <w:t>he parent country o</w:t>
      </w:r>
      <w:r>
        <w:t>f the specified territory (&gt;0), or TERRITORY_NONE (&lt;0) if the territory</w:t>
      </w:r>
      <w:r w:rsidRPr="00D103C0">
        <w:t xml:space="preserve"> is invalid or </w:t>
      </w:r>
      <w:r>
        <w:t xml:space="preserve">is </w:t>
      </w:r>
      <w:r w:rsidRPr="00D103C0">
        <w:t>not a subdivision</w:t>
      </w:r>
      <w:r>
        <w:t xml:space="preserve"> of another territory.</w:t>
      </w:r>
    </w:p>
    <w:p w:rsidR="00191A98" w:rsidRPr="00D103C0" w:rsidRDefault="00191A98" w:rsidP="00EC2A53">
      <w:pPr>
        <w:pStyle w:val="Heading1"/>
      </w:pPr>
      <w:bookmarkStart w:id="15" w:name="_Toc465975119"/>
      <w:r w:rsidRPr="00D103C0">
        <w:t>4. Routines related to distance</w:t>
      </w:r>
      <w:bookmarkEnd w:id="15"/>
    </w:p>
    <w:p w:rsidR="00191A98" w:rsidRPr="00587C73" w:rsidRDefault="00191A98" w:rsidP="002E4E10">
      <w:pPr>
        <w:pStyle w:val="Heading2"/>
      </w:pPr>
      <w:bookmarkStart w:id="16" w:name="_Toc465975120"/>
      <w:r w:rsidRPr="002E4E10">
        <w:t xml:space="preserve">distanceInMeters </w:t>
      </w:r>
      <w:r>
        <w:t>()</w:t>
      </w:r>
      <w:bookmarkEnd w:id="16"/>
    </w:p>
    <w:p w:rsidR="00191A98" w:rsidRDefault="00191A98" w:rsidP="00587C73">
      <w:pPr>
        <w:pStyle w:val="Code"/>
      </w:pPr>
      <w:r w:rsidRPr="00587C73">
        <w:rPr>
          <w:bCs/>
          <w:szCs w:val="32"/>
        </w:rPr>
        <w:t>double</w:t>
      </w:r>
      <w:r w:rsidRPr="00587C73">
        <w:rPr>
          <w:szCs w:val="32"/>
        </w:rPr>
        <w:t xml:space="preserve"> distanceInMeters</w:t>
      </w:r>
      <w:r w:rsidRPr="00587C73">
        <w:t>(</w:t>
      </w:r>
    </w:p>
    <w:p w:rsidR="00191A98" w:rsidRDefault="00191A98" w:rsidP="00587C73">
      <w:pPr>
        <w:pStyle w:val="Code"/>
      </w:pPr>
      <w:r>
        <w:t xml:space="preserve">  </w:t>
      </w:r>
      <w:r w:rsidRPr="00587C73">
        <w:rPr>
          <w:bCs/>
        </w:rPr>
        <w:t>double</w:t>
      </w:r>
      <w:r w:rsidRPr="00587C73">
        <w:t xml:space="preserve"> lat</w:t>
      </w:r>
      <w:r>
        <w:t>Deg</w:t>
      </w:r>
      <w:r w:rsidRPr="00587C73">
        <w:t xml:space="preserve">1, </w:t>
      </w:r>
    </w:p>
    <w:p w:rsidR="00191A98" w:rsidRDefault="00191A98" w:rsidP="00587C73">
      <w:pPr>
        <w:pStyle w:val="Code"/>
      </w:pPr>
      <w:r>
        <w:t xml:space="preserve">  </w:t>
      </w:r>
      <w:r w:rsidRPr="00587C73">
        <w:rPr>
          <w:bCs/>
        </w:rPr>
        <w:t>double</w:t>
      </w:r>
      <w:r w:rsidRPr="00587C73">
        <w:t xml:space="preserve"> lon</w:t>
      </w:r>
      <w:r>
        <w:t>Deg</w:t>
      </w:r>
      <w:r w:rsidRPr="00587C73">
        <w:t xml:space="preserve">1, </w:t>
      </w:r>
    </w:p>
    <w:p w:rsidR="00191A98" w:rsidRDefault="00191A98" w:rsidP="00587C73">
      <w:pPr>
        <w:pStyle w:val="Code"/>
      </w:pPr>
      <w:r>
        <w:t xml:space="preserve">  </w:t>
      </w:r>
      <w:r w:rsidRPr="00587C73">
        <w:rPr>
          <w:bCs/>
        </w:rPr>
        <w:t>double</w:t>
      </w:r>
      <w:r w:rsidRPr="00587C73">
        <w:t xml:space="preserve"> lat</w:t>
      </w:r>
      <w:r>
        <w:t>Deg</w:t>
      </w:r>
      <w:r w:rsidRPr="00587C73">
        <w:t xml:space="preserve">2, </w:t>
      </w:r>
    </w:p>
    <w:p w:rsidR="00191A98" w:rsidRPr="00587C73" w:rsidRDefault="00191A98" w:rsidP="00587C73">
      <w:pPr>
        <w:pStyle w:val="Code"/>
      </w:pPr>
      <w:r>
        <w:t xml:space="preserve">  </w:t>
      </w:r>
      <w:r w:rsidRPr="00587C73">
        <w:rPr>
          <w:bCs/>
        </w:rPr>
        <w:t>double</w:t>
      </w:r>
      <w:r w:rsidRPr="00587C73">
        <w:t xml:space="preserve"> lon</w:t>
      </w:r>
      <w:r>
        <w:t>Deg</w:t>
      </w:r>
      <w:r w:rsidRPr="00587C73">
        <w:t>2)</w:t>
      </w:r>
    </w:p>
    <w:p w:rsidR="00191A98" w:rsidRPr="00587C73" w:rsidRDefault="00191A98" w:rsidP="00587C73">
      <w:pPr>
        <w:pStyle w:val="progbullet"/>
        <w:numPr>
          <w:ilvl w:val="0"/>
          <w:numId w:val="0"/>
        </w:numPr>
        <w:rPr>
          <w:b/>
        </w:rPr>
      </w:pPr>
      <w:r w:rsidRPr="00587C73">
        <w:rPr>
          <w:b/>
        </w:rPr>
        <w:t>Input</w:t>
      </w:r>
    </w:p>
    <w:p w:rsidR="00191A98" w:rsidRPr="00587C73" w:rsidRDefault="00191A98" w:rsidP="002E4E10">
      <w:pPr>
        <w:pStyle w:val="progbullet"/>
        <w:numPr>
          <w:ilvl w:val="0"/>
          <w:numId w:val="36"/>
        </w:numPr>
      </w:pPr>
      <w:r>
        <w:rPr>
          <w:b/>
        </w:rPr>
        <w:t>l</w:t>
      </w:r>
      <w:r w:rsidRPr="00D103C0">
        <w:rPr>
          <w:b/>
        </w:rPr>
        <w:t>at</w:t>
      </w:r>
      <w:r>
        <w:rPr>
          <w:b/>
        </w:rPr>
        <w:t>Deg1</w:t>
      </w:r>
      <w:r w:rsidRPr="00587C73">
        <w:t xml:space="preserve">: </w:t>
      </w:r>
      <w:r>
        <w:t>Latitude</w:t>
      </w:r>
      <w:r w:rsidRPr="00587C73">
        <w:t xml:space="preserve"> in degrees</w:t>
      </w:r>
      <w:r>
        <w:t xml:space="preserve"> of first point [-90, 90]</w:t>
      </w:r>
      <w:r w:rsidRPr="00587C73">
        <w:t>.</w:t>
      </w:r>
    </w:p>
    <w:p w:rsidR="00191A98" w:rsidRPr="00587C73" w:rsidRDefault="00191A98" w:rsidP="002E4E10">
      <w:pPr>
        <w:pStyle w:val="progbullet"/>
        <w:numPr>
          <w:ilvl w:val="0"/>
          <w:numId w:val="36"/>
        </w:numPr>
      </w:pPr>
      <w:r>
        <w:rPr>
          <w:b/>
        </w:rPr>
        <w:t>l</w:t>
      </w:r>
      <w:r w:rsidRPr="00D103C0">
        <w:rPr>
          <w:b/>
        </w:rPr>
        <w:t>on</w:t>
      </w:r>
      <w:r>
        <w:rPr>
          <w:b/>
        </w:rPr>
        <w:t>Deg1</w:t>
      </w:r>
      <w:r w:rsidRPr="00587C73">
        <w:t>: Longitude in degrees</w:t>
      </w:r>
      <w:r>
        <w:t xml:space="preserve"> of first point [-180, 180)</w:t>
      </w:r>
      <w:r w:rsidRPr="00587C73">
        <w:t>.</w:t>
      </w:r>
    </w:p>
    <w:p w:rsidR="00191A98" w:rsidRPr="00587C73" w:rsidRDefault="00191A98" w:rsidP="002E4E10">
      <w:pPr>
        <w:pStyle w:val="progbullet"/>
        <w:numPr>
          <w:ilvl w:val="0"/>
          <w:numId w:val="36"/>
        </w:numPr>
      </w:pPr>
      <w:r w:rsidRPr="00D103C0">
        <w:rPr>
          <w:b/>
        </w:rPr>
        <w:t>lat</w:t>
      </w:r>
      <w:r>
        <w:rPr>
          <w:b/>
        </w:rPr>
        <w:t>Deg</w:t>
      </w:r>
      <w:r w:rsidRPr="00D103C0">
        <w:rPr>
          <w:b/>
        </w:rPr>
        <w:t>2</w:t>
      </w:r>
      <w:r w:rsidRPr="00587C73">
        <w:t xml:space="preserve">: </w:t>
      </w:r>
      <w:r>
        <w:t>Latitude</w:t>
      </w:r>
      <w:r w:rsidRPr="00587C73">
        <w:t xml:space="preserve"> in degrees </w:t>
      </w:r>
      <w:r>
        <w:t>of second point [-90, 90]</w:t>
      </w:r>
      <w:r w:rsidRPr="00587C73">
        <w:t>.</w:t>
      </w:r>
    </w:p>
    <w:p w:rsidR="00191A98" w:rsidRPr="00587C73" w:rsidRDefault="00191A98" w:rsidP="002E4E10">
      <w:pPr>
        <w:pStyle w:val="progbullet"/>
        <w:numPr>
          <w:ilvl w:val="0"/>
          <w:numId w:val="36"/>
        </w:numPr>
      </w:pPr>
      <w:r w:rsidRPr="00D103C0">
        <w:rPr>
          <w:b/>
        </w:rPr>
        <w:t>lon</w:t>
      </w:r>
      <w:r>
        <w:rPr>
          <w:b/>
        </w:rPr>
        <w:t>Deg</w:t>
      </w:r>
      <w:r w:rsidRPr="00D103C0">
        <w:rPr>
          <w:b/>
        </w:rPr>
        <w:t>2</w:t>
      </w:r>
      <w:r w:rsidRPr="00587C73">
        <w:t>: Longitude in degrees</w:t>
      </w:r>
      <w:r>
        <w:t xml:space="preserve"> of second point [-180, 180)</w:t>
      </w:r>
      <w:r w:rsidRPr="00587C73">
        <w:t>.</w:t>
      </w:r>
    </w:p>
    <w:p w:rsidR="00191A98" w:rsidRPr="00587C73" w:rsidRDefault="00191A98" w:rsidP="00587C73">
      <w:pPr>
        <w:pStyle w:val="progbullet"/>
        <w:numPr>
          <w:ilvl w:val="0"/>
          <w:numId w:val="0"/>
        </w:numPr>
        <w:rPr>
          <w:b/>
        </w:rPr>
      </w:pPr>
      <w:r w:rsidRPr="00587C73">
        <w:rPr>
          <w:b/>
        </w:rPr>
        <w:t>Output</w:t>
      </w:r>
    </w:p>
    <w:p w:rsidR="00191A98" w:rsidRDefault="00191A98" w:rsidP="0043557D">
      <w:pPr>
        <w:pStyle w:val="progbullet"/>
        <w:numPr>
          <w:ilvl w:val="0"/>
          <w:numId w:val="36"/>
        </w:numPr>
        <w:rPr>
          <w:bCs/>
        </w:rPr>
      </w:pPr>
      <w:r>
        <w:t>Return value</w:t>
      </w:r>
      <w:r w:rsidRPr="00D103C0">
        <w:t xml:space="preserve">: </w:t>
      </w:r>
      <w:r>
        <w:t>D</w:t>
      </w:r>
      <w:r w:rsidRPr="00D103C0">
        <w:t>istance between the coordinates, in meters</w:t>
      </w:r>
      <w:r>
        <w:t xml:space="preserve">. Please note that this value is only correct </w:t>
      </w:r>
      <w:r>
        <w:rPr>
          <w:bCs/>
        </w:rPr>
        <w:t xml:space="preserve">if </w:t>
      </w:r>
      <w:r w:rsidRPr="00587C73">
        <w:rPr>
          <w:bCs/>
        </w:rPr>
        <w:t xml:space="preserve">coordinates that are within a few </w:t>
      </w:r>
      <w:r>
        <w:rPr>
          <w:bCs/>
        </w:rPr>
        <w:t>kilometers</w:t>
      </w:r>
      <w:r w:rsidRPr="00587C73">
        <w:rPr>
          <w:bCs/>
        </w:rPr>
        <w:t xml:space="preserve"> of each other</w:t>
      </w:r>
      <w:r>
        <w:rPr>
          <w:bCs/>
        </w:rPr>
        <w:t>.</w:t>
      </w:r>
    </w:p>
    <w:p w:rsidR="00191A98" w:rsidRPr="00587C73" w:rsidRDefault="00191A98" w:rsidP="002E4E10">
      <w:pPr>
        <w:pStyle w:val="Heading2"/>
      </w:pPr>
      <w:bookmarkStart w:id="17" w:name="_Toc465975121"/>
      <w:r w:rsidRPr="002E4E10">
        <w:t>maxErrorInMeters</w:t>
      </w:r>
      <w:r>
        <w:t>()</w:t>
      </w:r>
      <w:bookmarkEnd w:id="17"/>
    </w:p>
    <w:p w:rsidR="00191A98" w:rsidRPr="002E4E10" w:rsidRDefault="00191A98" w:rsidP="002E4E10">
      <w:pPr>
        <w:pStyle w:val="Code"/>
      </w:pPr>
      <w:r w:rsidRPr="002E4E10">
        <w:rPr>
          <w:bCs/>
        </w:rPr>
        <w:t>double</w:t>
      </w:r>
      <w:r w:rsidRPr="002E4E10">
        <w:t xml:space="preserve"> maxErrorInMeters(</w:t>
      </w:r>
      <w:r w:rsidRPr="002E4E10">
        <w:rPr>
          <w:bCs/>
        </w:rPr>
        <w:t>int</w:t>
      </w:r>
      <w:r w:rsidRPr="002E4E10">
        <w:t xml:space="preserve"> extraDigits)</w:t>
      </w:r>
    </w:p>
    <w:p w:rsidR="00191A98" w:rsidRPr="00D103C0" w:rsidRDefault="00191A98" w:rsidP="00243C15">
      <w:pPr>
        <w:pStyle w:val="progtitle"/>
        <w:rPr>
          <w:color w:val="auto"/>
        </w:rPr>
      </w:pPr>
      <w:r>
        <w:rPr>
          <w:color w:val="auto"/>
        </w:rPr>
        <w:t>Input</w:t>
      </w:r>
    </w:p>
    <w:p w:rsidR="00191A98" w:rsidRPr="00D103C0" w:rsidRDefault="00191A98" w:rsidP="0043557D">
      <w:pPr>
        <w:pStyle w:val="progbullet"/>
        <w:numPr>
          <w:ilvl w:val="0"/>
          <w:numId w:val="40"/>
        </w:numPr>
      </w:pPr>
      <w:r w:rsidRPr="00D103C0">
        <w:rPr>
          <w:b/>
        </w:rPr>
        <w:t>extraDigits:</w:t>
      </w:r>
      <w:r w:rsidRPr="00D103C0">
        <w:rPr>
          <w:b/>
          <w:bCs/>
        </w:rPr>
        <w:t xml:space="preserve"> </w:t>
      </w:r>
      <w:r>
        <w:t>T</w:t>
      </w:r>
      <w:r w:rsidRPr="00D103C0">
        <w:t>he number of high-precision "digits" in a mapcode</w:t>
      </w:r>
      <w:r>
        <w:t xml:space="preserve"> </w:t>
      </w:r>
      <w:r w:rsidRPr="00D103C0">
        <w:t>(see section 2.2).</w:t>
      </w:r>
    </w:p>
    <w:p w:rsidR="00191A98" w:rsidRPr="00D103C0" w:rsidRDefault="00191A98" w:rsidP="002E4E10">
      <w:pPr>
        <w:pStyle w:val="progbullet"/>
        <w:numPr>
          <w:ilvl w:val="0"/>
          <w:numId w:val="36"/>
        </w:numPr>
      </w:pPr>
      <w:r w:rsidRPr="002E4E10">
        <w:rPr>
          <w:b/>
        </w:rPr>
        <w:t>Return value</w:t>
      </w:r>
      <w:r w:rsidRPr="00D103C0">
        <w:t xml:space="preserve">: </w:t>
      </w:r>
      <w:r>
        <w:t>W</w:t>
      </w:r>
      <w:r w:rsidRPr="00D103C0">
        <w:t>orst-case distance in meters between the original coordinate and the decode location of the mapcode.</w:t>
      </w:r>
    </w:p>
    <w:p w:rsidR="00191A98" w:rsidRPr="00D103C0" w:rsidRDefault="00191A98" w:rsidP="0025196D">
      <w:pPr>
        <w:pStyle w:val="Heading1"/>
      </w:pPr>
      <w:bookmarkStart w:id="18" w:name="_Toc465975122"/>
      <w:r w:rsidRPr="00D103C0">
        <w:t xml:space="preserve">5. </w:t>
      </w:r>
      <w:r>
        <w:t>Generating mapcodes in</w:t>
      </w:r>
      <w:r w:rsidRPr="00D103C0">
        <w:t xml:space="preserve"> foreign alphabets</w:t>
      </w:r>
      <w:bookmarkEnd w:id="18"/>
    </w:p>
    <w:p w:rsidR="00191A98" w:rsidRPr="00D103C0" w:rsidRDefault="00191A98" w:rsidP="003100C1">
      <w:pPr>
        <w:pStyle w:val="Heading2"/>
      </w:pPr>
      <w:bookmarkStart w:id="19" w:name="_Toc465975123"/>
      <w:r w:rsidRPr="003100C1">
        <w:t>convertMapcodeToAlphabetUtf</w:t>
      </w:r>
      <w:r>
        <w:t>8()</w:t>
      </w:r>
      <w:bookmarkEnd w:id="19"/>
    </w:p>
    <w:p w:rsidR="00191A98" w:rsidRPr="00D103C0" w:rsidRDefault="00191A98" w:rsidP="003100C1">
      <w:pPr>
        <w:pStyle w:val="Code"/>
      </w:pPr>
      <w:r>
        <w:t>char</w:t>
      </w:r>
      <w:r w:rsidRPr="00D103C0">
        <w:t xml:space="preserve">* </w:t>
      </w:r>
      <w:r>
        <w:t>convertMapcodeToAlphabetUtf8</w:t>
      </w:r>
      <w:r w:rsidRPr="00D103C0">
        <w:t>(</w:t>
      </w:r>
    </w:p>
    <w:p w:rsidR="00191A98" w:rsidRPr="00D103C0" w:rsidRDefault="00191A98" w:rsidP="00343ED8">
      <w:pPr>
        <w:pStyle w:val="Code"/>
      </w:pPr>
      <w:r>
        <w:t xml:space="preserve">  char</w:t>
      </w:r>
      <w:r w:rsidRPr="00D103C0">
        <w:t xml:space="preserve">* </w:t>
      </w:r>
      <w:r>
        <w:t xml:space="preserve">    utf8String</w:t>
      </w:r>
      <w:r w:rsidRPr="00D103C0">
        <w:t xml:space="preserve">, </w:t>
      </w:r>
    </w:p>
    <w:p w:rsidR="00191A98" w:rsidRPr="00D103C0" w:rsidRDefault="00191A98" w:rsidP="003100C1">
      <w:pPr>
        <w:pStyle w:val="Code"/>
      </w:pPr>
      <w:r>
        <w:t xml:space="preserve">  </w:t>
      </w:r>
      <w:r w:rsidRPr="00D103C0">
        <w:t>const char *</w:t>
      </w:r>
      <w:r>
        <w:t>asciiString</w:t>
      </w:r>
      <w:r w:rsidRPr="00D103C0">
        <w:t>,</w:t>
      </w:r>
    </w:p>
    <w:p w:rsidR="00191A98" w:rsidRPr="00D103C0" w:rsidRDefault="00191A98" w:rsidP="003100C1">
      <w:pPr>
        <w:pStyle w:val="Code"/>
      </w:pPr>
      <w:r>
        <w:t xml:space="preserve">  enum Alphabet </w:t>
      </w:r>
      <w:r w:rsidRPr="00D103C0">
        <w:t xml:space="preserve">alphabet) </w:t>
      </w:r>
    </w:p>
    <w:p w:rsidR="00191A98" w:rsidRPr="00D103C0" w:rsidRDefault="00191A98" w:rsidP="003100C1">
      <w:pPr>
        <w:pStyle w:val="Heading2"/>
      </w:pPr>
      <w:bookmarkStart w:id="20" w:name="_Toc465975124"/>
      <w:r w:rsidRPr="003100C1">
        <w:t>convertMapcodeToAlphabetUtf16</w:t>
      </w:r>
      <w:r>
        <w:t>()</w:t>
      </w:r>
      <w:bookmarkEnd w:id="20"/>
    </w:p>
    <w:p w:rsidR="00191A98" w:rsidRPr="00D103C0" w:rsidRDefault="00191A98" w:rsidP="00FB7719">
      <w:pPr>
        <w:pStyle w:val="Code"/>
      </w:pPr>
      <w:r w:rsidRPr="00D103C0">
        <w:t xml:space="preserve">UWORD* </w:t>
      </w:r>
      <w:r>
        <w:t>convertMapcodeToAlphabetUtf16</w:t>
      </w:r>
      <w:r w:rsidRPr="00D103C0">
        <w:t>(</w:t>
      </w:r>
    </w:p>
    <w:p w:rsidR="00191A98" w:rsidRPr="00D103C0" w:rsidRDefault="00191A98" w:rsidP="003100C1">
      <w:pPr>
        <w:pStyle w:val="Code"/>
      </w:pPr>
      <w:r>
        <w:t xml:space="preserve">  </w:t>
      </w:r>
      <w:r w:rsidRPr="00D103C0">
        <w:t xml:space="preserve">UWORD* </w:t>
      </w:r>
      <w:r>
        <w:t xml:space="preserve">    utf16String</w:t>
      </w:r>
      <w:r w:rsidRPr="00D103C0">
        <w:t xml:space="preserve">, </w:t>
      </w:r>
    </w:p>
    <w:p w:rsidR="00191A98" w:rsidRPr="00D103C0" w:rsidRDefault="00191A98" w:rsidP="003100C1">
      <w:pPr>
        <w:pStyle w:val="Code"/>
      </w:pPr>
      <w:r>
        <w:t xml:space="preserve">  </w:t>
      </w:r>
      <w:r w:rsidRPr="00D103C0">
        <w:t>const char *</w:t>
      </w:r>
      <w:r>
        <w:t>asciiString</w:t>
      </w:r>
      <w:r w:rsidRPr="00D103C0">
        <w:t>,</w:t>
      </w:r>
    </w:p>
    <w:p w:rsidR="00191A98" w:rsidRPr="00D103C0" w:rsidRDefault="00191A98" w:rsidP="003100C1">
      <w:pPr>
        <w:pStyle w:val="Code"/>
      </w:pPr>
      <w:r>
        <w:t xml:space="preserve">  enum Alphabet </w:t>
      </w:r>
      <w:r w:rsidRPr="00D103C0">
        <w:t xml:space="preserve">alphabet) </w:t>
      </w:r>
    </w:p>
    <w:p w:rsidR="00191A98" w:rsidRPr="004678D3" w:rsidRDefault="00191A98" w:rsidP="00FB7719">
      <w:pPr>
        <w:rPr>
          <w:bCs/>
        </w:rPr>
      </w:pPr>
      <w:r w:rsidRPr="00D103C0">
        <w:t xml:space="preserve">This routine </w:t>
      </w:r>
      <w:r>
        <w:t xml:space="preserve">takes a </w:t>
      </w:r>
      <w:r w:rsidRPr="00D103C0">
        <w:t>zero-terminated</w:t>
      </w:r>
      <w:r>
        <w:t xml:space="preserve"> string containing a mapcode in roman (latin) alphabet (</w:t>
      </w:r>
      <w:r>
        <w:rPr>
          <w:b/>
          <w:bCs/>
        </w:rPr>
        <w:t>asciiString</w:t>
      </w:r>
      <w:r>
        <w:t xml:space="preserve">), and converts it </w:t>
      </w:r>
      <w:r w:rsidRPr="00D103C0">
        <w:t>into a zero-terminated</w:t>
      </w:r>
      <w:r>
        <w:t xml:space="preserve"> </w:t>
      </w:r>
      <w:r>
        <w:rPr>
          <w:b/>
        </w:rPr>
        <w:t>utf8</w:t>
      </w:r>
      <w:r w:rsidRPr="004B2579">
        <w:rPr>
          <w:b/>
        </w:rPr>
        <w:t>String</w:t>
      </w:r>
      <w:r w:rsidRPr="00D103C0">
        <w:t xml:space="preserve"> </w:t>
      </w:r>
      <w:r>
        <w:t xml:space="preserve">or </w:t>
      </w:r>
      <w:r>
        <w:rPr>
          <w:b/>
        </w:rPr>
        <w:t>utf16</w:t>
      </w:r>
      <w:r w:rsidRPr="004B2579">
        <w:rPr>
          <w:b/>
        </w:rPr>
        <w:t>String</w:t>
      </w:r>
      <w:r>
        <w:t xml:space="preserve"> </w:t>
      </w:r>
      <w:r w:rsidRPr="00D103C0">
        <w:t xml:space="preserve">in the specified </w:t>
      </w:r>
      <w:r w:rsidRPr="00D103C0">
        <w:rPr>
          <w:b/>
          <w:bCs/>
        </w:rPr>
        <w:t>alphabet</w:t>
      </w:r>
      <w:r w:rsidRPr="00D103C0">
        <w:t xml:space="preserve">. </w:t>
      </w:r>
      <w:r w:rsidRPr="00D103C0">
        <w:rPr>
          <w:bCs/>
        </w:rPr>
        <w:t>A pointer to the result is returned.</w:t>
      </w:r>
      <w:r>
        <w:rPr>
          <w:bCs/>
        </w:rPr>
        <w:t xml:space="preserve"> Note that </w:t>
      </w:r>
      <w:r>
        <w:rPr>
          <w:b/>
        </w:rPr>
        <w:t>utf16String</w:t>
      </w:r>
      <w:r>
        <w:rPr>
          <w:bCs/>
        </w:rPr>
        <w:t xml:space="preserve"> must be able to hold </w:t>
      </w:r>
      <w:r w:rsidRPr="004678D3">
        <w:rPr>
          <w:bCs/>
        </w:rPr>
        <w:t>MAX_MAPCODE_RESULT_LEN</w:t>
      </w:r>
      <w:r>
        <w:rPr>
          <w:bCs/>
        </w:rPr>
        <w:t xml:space="preserve"> 2-byte characters (including the 0-terminator), while u</w:t>
      </w:r>
      <w:r>
        <w:rPr>
          <w:b/>
        </w:rPr>
        <w:t>tf8String</w:t>
      </w:r>
      <w:r>
        <w:rPr>
          <w:bCs/>
        </w:rPr>
        <w:t xml:space="preserve"> could potentially be 3 * </w:t>
      </w:r>
      <w:r w:rsidRPr="004678D3">
        <w:rPr>
          <w:bCs/>
        </w:rPr>
        <w:t>MAX_MAPCODE_RESULT_LEN</w:t>
      </w:r>
      <w:r>
        <w:rPr>
          <w:bCs/>
        </w:rPr>
        <w:t xml:space="preserve"> characters.</w:t>
      </w:r>
    </w:p>
    <w:p w:rsidR="00191A98" w:rsidRPr="00D103C0" w:rsidRDefault="00191A98" w:rsidP="00766082">
      <w:r w:rsidRPr="00D103C0">
        <w:t xml:space="preserve">For example, this routine can convert </w:t>
      </w:r>
    </w:p>
    <w:p w:rsidR="00191A98" w:rsidRPr="002E4E10" w:rsidRDefault="00191A98" w:rsidP="00C65FC2">
      <w:pPr>
        <w:ind w:firstLine="720"/>
      </w:pPr>
      <w:r w:rsidRPr="002E4E10">
        <w:rPr>
          <w:b/>
          <w:bCs/>
        </w:rPr>
        <w:t xml:space="preserve">PQ.RS </w:t>
      </w:r>
      <w:r w:rsidRPr="002E4E10">
        <w:rPr>
          <w:b/>
          <w:bCs/>
        </w:rPr>
        <w:tab/>
      </w:r>
      <w:r w:rsidRPr="002E4E10">
        <w:t xml:space="preserve">to </w:t>
      </w:r>
      <w:r w:rsidRPr="002E4E10">
        <w:tab/>
      </w:r>
      <w:r w:rsidRPr="002E4E10">
        <w:rPr>
          <w:rFonts w:ascii="Nirmala UI" w:hAnsi="Nirmala UI" w:cs="Nirmala UI"/>
          <w:b/>
          <w:bCs/>
          <w:cs/>
          <w:lang w:bidi="hi-IN"/>
        </w:rPr>
        <w:t>नप</w:t>
      </w:r>
      <w:r w:rsidRPr="002E4E10">
        <w:rPr>
          <w:b/>
          <w:bCs/>
        </w:rPr>
        <w:t>.</w:t>
      </w:r>
      <w:r w:rsidRPr="002E4E10">
        <w:rPr>
          <w:rFonts w:ascii="Nirmala UI" w:hAnsi="Nirmala UI" w:cs="Nirmala UI"/>
          <w:b/>
          <w:bCs/>
          <w:cs/>
          <w:lang w:bidi="hi-IN"/>
        </w:rPr>
        <w:t>भम</w:t>
      </w:r>
      <w:r w:rsidRPr="002E4E10">
        <w:rPr>
          <w:rFonts w:ascii="Mangal" w:hAnsi="Mangal" w:cs="Mangal"/>
          <w:cs/>
          <w:lang w:bidi="hi-IN"/>
        </w:rPr>
        <w:t xml:space="preserve"> </w:t>
      </w:r>
      <w:r w:rsidRPr="002E4E10">
        <w:t>(Devanagari alphabet)</w:t>
      </w:r>
    </w:p>
    <w:p w:rsidR="00191A98" w:rsidRPr="002E4E10" w:rsidRDefault="00191A98" w:rsidP="00CB1A26">
      <w:pPr>
        <w:ind w:firstLine="720"/>
      </w:pPr>
      <w:r w:rsidRPr="002E4E10">
        <w:rPr>
          <w:b/>
          <w:bCs/>
        </w:rPr>
        <w:t xml:space="preserve">PQ.RS </w:t>
      </w:r>
      <w:r w:rsidRPr="002E4E10">
        <w:rPr>
          <w:b/>
          <w:bCs/>
        </w:rPr>
        <w:tab/>
      </w:r>
      <w:r w:rsidRPr="002E4E10">
        <w:t xml:space="preserve">to </w:t>
      </w:r>
      <w:r w:rsidRPr="002E4E10">
        <w:tab/>
      </w:r>
      <w:r w:rsidRPr="002E4E10">
        <w:rPr>
          <w:b/>
          <w:bCs/>
        </w:rPr>
        <w:t>РФ.ЯЦ</w:t>
      </w:r>
      <w:r w:rsidRPr="002E4E10">
        <w:t xml:space="preserve"> (Russian alphabet)</w:t>
      </w:r>
    </w:p>
    <w:p w:rsidR="00191A98" w:rsidRPr="00D103C0" w:rsidRDefault="00191A98" w:rsidP="00D6363F">
      <w:r w:rsidRPr="00D103C0">
        <w:t xml:space="preserve">At the date of writing, the following alphabets </w:t>
      </w:r>
      <w:r>
        <w:t>are available</w:t>
      </w:r>
      <w:r w:rsidRPr="00D103C0">
        <w:t>:</w:t>
      </w:r>
    </w:p>
    <w:p w:rsidR="00191A98" w:rsidRPr="00D6363F" w:rsidRDefault="00191A98" w:rsidP="00FB7719">
      <w:pPr>
        <w:pStyle w:val="Code"/>
        <w:rPr>
          <w:sz w:val="18"/>
          <w:szCs w:val="18"/>
        </w:rPr>
      </w:pPr>
      <w:r w:rsidRPr="00D6363F">
        <w:rPr>
          <w:sz w:val="18"/>
          <w:szCs w:val="18"/>
        </w:rPr>
        <w:t xml:space="preserve">    MAPCODE_ALPHABET_ROMAN</w:t>
      </w:r>
      <w:r w:rsidRPr="00D6363F">
        <w:rPr>
          <w:sz w:val="18"/>
          <w:szCs w:val="18"/>
        </w:rPr>
        <w:br/>
        <w:t xml:space="preserve">    MAPCODE_ALPHABET_GREEK</w:t>
      </w:r>
      <w:r w:rsidRPr="00D6363F">
        <w:rPr>
          <w:sz w:val="18"/>
          <w:szCs w:val="18"/>
        </w:rPr>
        <w:br/>
        <w:t xml:space="preserve">    MAPCODE_ALPHABET_CYRILLIC</w:t>
      </w:r>
      <w:r w:rsidRPr="00D6363F">
        <w:rPr>
          <w:sz w:val="18"/>
          <w:szCs w:val="18"/>
        </w:rPr>
        <w:br/>
        <w:t xml:space="preserve">    MAPCODE_ALPHABET_HEBREW</w:t>
      </w:r>
      <w:r w:rsidRPr="00D6363F">
        <w:rPr>
          <w:sz w:val="18"/>
          <w:szCs w:val="18"/>
        </w:rPr>
        <w:br/>
        <w:t xml:space="preserve">    MAPCODE_ALPHABET_DEVANAGARI</w:t>
      </w:r>
      <w:r w:rsidRPr="00D6363F">
        <w:rPr>
          <w:sz w:val="18"/>
          <w:szCs w:val="18"/>
        </w:rPr>
        <w:br/>
        <w:t xml:space="preserve">    MAPCODE_ALPHABET_MALAYALAM</w:t>
      </w:r>
      <w:r w:rsidRPr="00D6363F">
        <w:rPr>
          <w:sz w:val="18"/>
          <w:szCs w:val="18"/>
        </w:rPr>
        <w:br/>
        <w:t xml:space="preserve">    MAPCODE_ALPHABET_GEORGIAN</w:t>
      </w:r>
      <w:r w:rsidRPr="00D6363F">
        <w:rPr>
          <w:sz w:val="18"/>
          <w:szCs w:val="18"/>
        </w:rPr>
        <w:br/>
        <w:t xml:space="preserve">    MAPCODE_ALPHABET_KATAKANA</w:t>
      </w:r>
      <w:r w:rsidRPr="00D6363F">
        <w:rPr>
          <w:sz w:val="18"/>
          <w:szCs w:val="18"/>
        </w:rPr>
        <w:br/>
        <w:t xml:space="preserve">    MAPCODE_ALPHABET_THAI</w:t>
      </w:r>
      <w:r w:rsidRPr="00D6363F">
        <w:rPr>
          <w:sz w:val="18"/>
          <w:szCs w:val="18"/>
        </w:rPr>
        <w:br/>
        <w:t xml:space="preserve">    MAPCODE_ALPHABET_LAO</w:t>
      </w:r>
      <w:r w:rsidRPr="00D6363F">
        <w:rPr>
          <w:sz w:val="18"/>
          <w:szCs w:val="18"/>
        </w:rPr>
        <w:br/>
        <w:t xml:space="preserve">    MAPCODE_ALPHABET_ARMENIAN</w:t>
      </w:r>
      <w:r w:rsidRPr="00D6363F">
        <w:rPr>
          <w:sz w:val="18"/>
          <w:szCs w:val="18"/>
        </w:rPr>
        <w:br/>
        <w:t xml:space="preserve">    MAPCODE_ALPHABET_BENGALI</w:t>
      </w:r>
      <w:r w:rsidRPr="00D6363F">
        <w:rPr>
          <w:sz w:val="18"/>
          <w:szCs w:val="18"/>
        </w:rPr>
        <w:br/>
        <w:t xml:space="preserve">    MAPCODE_ALPHABET_GURMUKHI</w:t>
      </w:r>
      <w:r w:rsidRPr="00D6363F">
        <w:rPr>
          <w:sz w:val="18"/>
          <w:szCs w:val="18"/>
        </w:rPr>
        <w:br/>
        <w:t xml:space="preserve">    MAPCODE_ALPHABET_TIBETAN</w:t>
      </w:r>
      <w:r w:rsidRPr="00D6363F">
        <w:rPr>
          <w:sz w:val="18"/>
          <w:szCs w:val="18"/>
        </w:rPr>
        <w:br/>
        <w:t xml:space="preserve">    MAPCODE_ALPHABET_ARABIC</w:t>
      </w:r>
      <w:r w:rsidRPr="00D6363F">
        <w:rPr>
          <w:sz w:val="18"/>
          <w:szCs w:val="18"/>
        </w:rPr>
        <w:br/>
        <w:t xml:space="preserve">    MAPCODE_ALPHABET_KOREAN</w:t>
      </w:r>
      <w:r w:rsidRPr="00D6363F">
        <w:rPr>
          <w:sz w:val="18"/>
          <w:szCs w:val="18"/>
        </w:rPr>
        <w:br/>
        <w:t xml:space="preserve">    MAPCODE_ALPHABET_BURMESE</w:t>
      </w:r>
      <w:r w:rsidRPr="00D6363F">
        <w:rPr>
          <w:sz w:val="18"/>
          <w:szCs w:val="18"/>
        </w:rPr>
        <w:br/>
        <w:t xml:space="preserve">    MAPCODE_ALPHABET_KHMER</w:t>
      </w:r>
      <w:r w:rsidRPr="00D6363F">
        <w:rPr>
          <w:sz w:val="18"/>
          <w:szCs w:val="18"/>
        </w:rPr>
        <w:br/>
        <w:t xml:space="preserve">    MAPCODE_ALPHABET_SINHALESE</w:t>
      </w:r>
      <w:r w:rsidRPr="00D6363F">
        <w:rPr>
          <w:sz w:val="18"/>
          <w:szCs w:val="18"/>
        </w:rPr>
        <w:br/>
        <w:t xml:space="preserve">    MAPCODE_ALPHABET_THAANA</w:t>
      </w:r>
      <w:r w:rsidRPr="00D6363F">
        <w:rPr>
          <w:sz w:val="18"/>
          <w:szCs w:val="18"/>
        </w:rPr>
        <w:br/>
        <w:t xml:space="preserve">    MAPCODE_ALPHABET_CHINESE</w:t>
      </w:r>
      <w:r w:rsidRPr="00D6363F">
        <w:rPr>
          <w:sz w:val="18"/>
          <w:szCs w:val="18"/>
        </w:rPr>
        <w:br/>
        <w:t xml:space="preserve">    MAPCODE_ALPHABET_TIFINAGH</w:t>
      </w:r>
      <w:r w:rsidRPr="00D6363F">
        <w:rPr>
          <w:sz w:val="18"/>
          <w:szCs w:val="18"/>
        </w:rPr>
        <w:br/>
        <w:t xml:space="preserve">    MAPCODE_ALPHABET_TAMIL</w:t>
      </w:r>
      <w:r w:rsidRPr="00D6363F">
        <w:rPr>
          <w:sz w:val="18"/>
          <w:szCs w:val="18"/>
        </w:rPr>
        <w:br/>
        <w:t xml:space="preserve">    MAPCODE_ALPHABET_AMHARIC</w:t>
      </w:r>
      <w:r w:rsidRPr="00D6363F">
        <w:rPr>
          <w:sz w:val="18"/>
          <w:szCs w:val="18"/>
        </w:rPr>
        <w:br/>
        <w:t xml:space="preserve">    MAPCODE_ALPHABET_TELUGU</w:t>
      </w:r>
      <w:r w:rsidRPr="00D6363F">
        <w:rPr>
          <w:sz w:val="18"/>
          <w:szCs w:val="18"/>
        </w:rPr>
        <w:br/>
        <w:t xml:space="preserve">    MAPCODE_ALPHABET_ODIA</w:t>
      </w:r>
      <w:r w:rsidRPr="00D6363F">
        <w:rPr>
          <w:sz w:val="18"/>
          <w:szCs w:val="18"/>
        </w:rPr>
        <w:br/>
        <w:t xml:space="preserve">    MAPCODE_ALPHABET_KANNADA</w:t>
      </w:r>
      <w:r w:rsidRPr="00D6363F">
        <w:rPr>
          <w:sz w:val="18"/>
          <w:szCs w:val="18"/>
        </w:rPr>
        <w:br/>
        <w:t xml:space="preserve">    MAPCODE_ALPHABET_GUJARATI</w:t>
      </w:r>
      <w:r w:rsidRPr="00D6363F">
        <w:rPr>
          <w:sz w:val="18"/>
          <w:szCs w:val="18"/>
        </w:rPr>
        <w:br/>
      </w:r>
    </w:p>
    <w:p w:rsidR="00191A98" w:rsidRPr="00D103C0" w:rsidRDefault="00191A98" w:rsidP="008571A9">
      <w:pPr>
        <w:pStyle w:val="Heading1"/>
      </w:pPr>
      <w:bookmarkStart w:id="21" w:name="_Toc465975125"/>
      <w:r>
        <w:t>6</w:t>
      </w:r>
      <w:r w:rsidRPr="00D103C0">
        <w:t xml:space="preserve">. Routines </w:t>
      </w:r>
      <w:r>
        <w:t>to get full territory names</w:t>
      </w:r>
    </w:p>
    <w:p w:rsidR="00191A98" w:rsidRPr="00D103C0" w:rsidRDefault="00191A98" w:rsidP="00540A83">
      <w:pPr>
        <w:pStyle w:val="Heading2"/>
      </w:pPr>
      <w:r w:rsidRPr="00C12AA6">
        <w:t>getFullTerritoryNameInLocaleUtf8</w:t>
      </w:r>
      <w:r>
        <w:t>()</w:t>
      </w:r>
      <w:bookmarkEnd w:id="21"/>
    </w:p>
    <w:p w:rsidR="00191A98" w:rsidRPr="00D103C0" w:rsidRDefault="00191A98" w:rsidP="00540A83">
      <w:pPr>
        <w:pStyle w:val="Code"/>
      </w:pPr>
      <w:r>
        <w:t xml:space="preserve">int </w:t>
      </w:r>
      <w:r w:rsidRPr="00B46E5D">
        <w:t>getFullTerritoryName</w:t>
      </w:r>
      <w:r>
        <w:t>InLocale</w:t>
      </w:r>
      <w:r w:rsidRPr="00D103C0">
        <w:t>(</w:t>
      </w:r>
    </w:p>
    <w:p w:rsidR="00191A98" w:rsidRPr="00B46E5D" w:rsidRDefault="00191A98" w:rsidP="00540A83">
      <w:pPr>
        <w:pStyle w:val="Code"/>
      </w:pPr>
      <w:r>
        <w:t xml:space="preserve">  </w:t>
      </w:r>
      <w:r w:rsidRPr="00B46E5D">
        <w:t>char *territoryName</w:t>
      </w:r>
      <w:r>
        <w:t>,</w:t>
      </w:r>
    </w:p>
    <w:p w:rsidR="00191A98" w:rsidRPr="00D103C0" w:rsidRDefault="00191A98" w:rsidP="00540A83">
      <w:pPr>
        <w:pStyle w:val="Code"/>
      </w:pPr>
      <w:r>
        <w:t xml:space="preserve">  </w:t>
      </w:r>
      <w:r w:rsidRPr="00B46E5D">
        <w:t>enum Territory territory</w:t>
      </w:r>
      <w:r w:rsidRPr="00D103C0">
        <w:t>,</w:t>
      </w:r>
    </w:p>
    <w:p w:rsidR="00191A98" w:rsidRPr="00D103C0" w:rsidRDefault="00191A98" w:rsidP="00D35AD9">
      <w:pPr>
        <w:pStyle w:val="Code"/>
      </w:pPr>
      <w:r>
        <w:t xml:space="preserve">  </w:t>
      </w:r>
      <w:r w:rsidRPr="00B46E5D">
        <w:t>int alternative</w:t>
      </w:r>
      <w:r>
        <w:t>,</w:t>
      </w:r>
      <w:r>
        <w:br/>
        <w:t xml:space="preserve">  </w:t>
      </w:r>
      <w:r w:rsidRPr="00C44372">
        <w:t>const char *locale</w:t>
      </w:r>
      <w:r w:rsidRPr="00D103C0">
        <w:t xml:space="preserve">) </w:t>
      </w:r>
    </w:p>
    <w:p w:rsidR="00191A98" w:rsidRDefault="00191A98" w:rsidP="00540A83">
      <w:r>
        <w:t xml:space="preserve">Returns the name of </w:t>
      </w:r>
      <w:r w:rsidRPr="00D103C0">
        <w:t xml:space="preserve">the given </w:t>
      </w:r>
      <w:r w:rsidRPr="00D103C0">
        <w:rPr>
          <w:b/>
          <w:bCs/>
        </w:rPr>
        <w:t>territory.</w:t>
      </w:r>
      <w:r>
        <w:rPr>
          <w:b/>
          <w:bCs/>
        </w:rPr>
        <w:t xml:space="preserve"> </w:t>
      </w:r>
    </w:p>
    <w:p w:rsidR="00191A98" w:rsidRPr="00587C73" w:rsidRDefault="00191A98" w:rsidP="00540A83">
      <w:pPr>
        <w:pStyle w:val="progbullet"/>
        <w:numPr>
          <w:ilvl w:val="0"/>
          <w:numId w:val="0"/>
        </w:numPr>
        <w:rPr>
          <w:b/>
        </w:rPr>
      </w:pPr>
      <w:r w:rsidRPr="00587C73">
        <w:rPr>
          <w:b/>
        </w:rPr>
        <w:t>Input</w:t>
      </w:r>
    </w:p>
    <w:p w:rsidR="00191A98" w:rsidRPr="00540A83" w:rsidRDefault="00191A98" w:rsidP="00271D79">
      <w:pPr>
        <w:pStyle w:val="progbullet"/>
        <w:numPr>
          <w:ilvl w:val="0"/>
          <w:numId w:val="36"/>
        </w:numPr>
        <w:rPr>
          <w:b/>
          <w:bCs/>
        </w:rPr>
      </w:pPr>
      <w:r w:rsidRPr="00540A83">
        <w:rPr>
          <w:b/>
          <w:bCs/>
        </w:rPr>
        <w:t>territoryName</w:t>
      </w:r>
      <w:r>
        <w:t xml:space="preserve">: string to store the (ASCII) result, must be capable of storing at least </w:t>
      </w:r>
      <w:r w:rsidRPr="00271D79">
        <w:t>MAX_TERRITORY_FULLNAME_UTF8_LEN</w:t>
      </w:r>
      <w:r>
        <w:t xml:space="preserve"> characters excluding the 0-terminator.</w:t>
      </w:r>
    </w:p>
    <w:p w:rsidR="00191A98" w:rsidRPr="00587C73" w:rsidRDefault="00191A98" w:rsidP="00540A83">
      <w:pPr>
        <w:pStyle w:val="progbullet"/>
        <w:numPr>
          <w:ilvl w:val="0"/>
          <w:numId w:val="36"/>
        </w:numPr>
      </w:pPr>
      <w:r>
        <w:rPr>
          <w:b/>
        </w:rPr>
        <w:t>territory</w:t>
      </w:r>
      <w:r w:rsidRPr="00587C73">
        <w:t xml:space="preserve">: </w:t>
      </w:r>
      <w:r>
        <w:t>the territory to get the full name for.</w:t>
      </w:r>
    </w:p>
    <w:p w:rsidR="00191A98" w:rsidRDefault="00191A98" w:rsidP="00540A83">
      <w:pPr>
        <w:pStyle w:val="progbullet"/>
        <w:numPr>
          <w:ilvl w:val="0"/>
          <w:numId w:val="36"/>
        </w:numPr>
      </w:pPr>
      <w:r>
        <w:rPr>
          <w:b/>
        </w:rPr>
        <w:t>alternative</w:t>
      </w:r>
      <w:r>
        <w:t>: if 0, the most common name for the territory. If some non-zero value x, it will return the x-th alternative name for the territory (if any).</w:t>
      </w:r>
    </w:p>
    <w:p w:rsidR="00191A98" w:rsidRPr="009E7669" w:rsidRDefault="00191A98" w:rsidP="00C34742">
      <w:pPr>
        <w:pStyle w:val="progbullet"/>
        <w:numPr>
          <w:ilvl w:val="0"/>
          <w:numId w:val="36"/>
        </w:numPr>
        <w:rPr>
          <w:b/>
        </w:rPr>
      </w:pPr>
      <w:r w:rsidRPr="00C44372">
        <w:rPr>
          <w:b/>
        </w:rPr>
        <w:t xml:space="preserve">locale: </w:t>
      </w:r>
      <w:r>
        <w:t>for example “</w:t>
      </w:r>
      <w:r w:rsidRPr="00454740">
        <w:rPr>
          <w:b/>
          <w:bCs/>
        </w:rPr>
        <w:t>da</w:t>
      </w:r>
      <w:r>
        <w:t>” for Danish, “</w:t>
      </w:r>
      <w:r w:rsidRPr="00454740">
        <w:rPr>
          <w:b/>
          <w:bCs/>
        </w:rPr>
        <w:t>en-gb</w:t>
      </w:r>
      <w:r>
        <w:t xml:space="preserve">” for “English/Great Britain”. Pass </w:t>
      </w:r>
      <w:r>
        <w:rPr>
          <w:b/>
        </w:rPr>
        <w:t>NULL</w:t>
      </w:r>
      <w:r>
        <w:t xml:space="preserve"> to get names in the language(s) most common to the territory (also see </w:t>
      </w:r>
      <w:r w:rsidRPr="009E7669">
        <w:t>get</w:t>
      </w:r>
      <w:r>
        <w:t>FullTerritoryNameLocal below).</w:t>
      </w:r>
    </w:p>
    <w:p w:rsidR="00191A98" w:rsidRPr="00C44372" w:rsidRDefault="00191A98" w:rsidP="00540A83">
      <w:pPr>
        <w:pStyle w:val="progbullet"/>
        <w:numPr>
          <w:ilvl w:val="0"/>
          <w:numId w:val="0"/>
        </w:numPr>
        <w:rPr>
          <w:b/>
          <w:lang w:val="nl-NL"/>
        </w:rPr>
      </w:pPr>
      <w:r w:rsidRPr="00C44372">
        <w:rPr>
          <w:b/>
          <w:lang w:val="nl-NL"/>
        </w:rPr>
        <w:t>Output</w:t>
      </w:r>
    </w:p>
    <w:p w:rsidR="00191A98" w:rsidRDefault="00191A98" w:rsidP="006D29E3">
      <w:pPr>
        <w:pStyle w:val="progbullet"/>
        <w:numPr>
          <w:ilvl w:val="0"/>
          <w:numId w:val="36"/>
        </w:numPr>
        <w:rPr>
          <w:bCs/>
        </w:rPr>
      </w:pPr>
      <w:r>
        <w:t>Return value</w:t>
      </w:r>
      <w:r w:rsidRPr="00D103C0">
        <w:t xml:space="preserve">: </w:t>
      </w:r>
      <w:r>
        <w:t xml:space="preserve">nonzero if territoryName is filled with a name for the territory (in UTF8 format), 0 if no (more) names are available (or in case of error). </w:t>
      </w:r>
    </w:p>
    <w:p w:rsidR="00191A98" w:rsidRPr="00983EE5" w:rsidRDefault="00191A98" w:rsidP="00684C3F">
      <w:pPr>
        <w:pStyle w:val="myTitle"/>
      </w:pPr>
      <w:r w:rsidRPr="00983EE5">
        <w:t>Example</w:t>
      </w:r>
    </w:p>
    <w:p w:rsidR="00191A98" w:rsidRDefault="00191A98" w:rsidP="00684C3F">
      <w:pPr>
        <w:pStyle w:val="Code"/>
      </w:pPr>
      <w:r w:rsidRPr="00983EE5">
        <w:t xml:space="preserve">char </w:t>
      </w:r>
      <w:r>
        <w:t>name</w:t>
      </w:r>
      <w:r w:rsidRPr="00983EE5">
        <w:t>[MAX_MAPCODE_RESULT_LEN];</w:t>
      </w:r>
    </w:p>
    <w:p w:rsidR="00191A98" w:rsidRDefault="00191A98" w:rsidP="00684C3F">
      <w:pPr>
        <w:pStyle w:val="Code"/>
      </w:pPr>
      <w:r>
        <w:t>int i;</w:t>
      </w:r>
    </w:p>
    <w:p w:rsidR="00191A98" w:rsidRDefault="00191A98" w:rsidP="00B817D3">
      <w:pPr>
        <w:pStyle w:val="Code"/>
      </w:pPr>
      <w:r>
        <w:t xml:space="preserve">for (i=0; </w:t>
      </w:r>
      <w:r w:rsidRPr="00B817D3">
        <w:t>getFullTerritoryNameInLocaleUtf8</w:t>
      </w:r>
      <w:r>
        <w:t xml:space="preserve">(name, </w:t>
      </w:r>
    </w:p>
    <w:p w:rsidR="00191A98" w:rsidRDefault="00191A98" w:rsidP="00F618EE">
      <w:pPr>
        <w:pStyle w:val="Code"/>
        <w:ind w:left="720"/>
      </w:pPr>
      <w:r>
        <w:t xml:space="preserve">                TERRITORY_USA, i, “en”); i++) {</w:t>
      </w:r>
    </w:p>
    <w:p w:rsidR="00191A98" w:rsidRDefault="00191A98" w:rsidP="00684C3F">
      <w:pPr>
        <w:pStyle w:val="Code"/>
      </w:pPr>
      <w:r>
        <w:t xml:space="preserve">  </w:t>
      </w:r>
      <w:r w:rsidRPr="00983EE5">
        <w:t xml:space="preserve">  printf("%s\n", </w:t>
      </w:r>
      <w:r>
        <w:t>name</w:t>
      </w:r>
      <w:r w:rsidRPr="00983EE5">
        <w:t>);</w:t>
      </w:r>
    </w:p>
    <w:p w:rsidR="00191A98" w:rsidRPr="00983EE5" w:rsidRDefault="00191A98" w:rsidP="00684C3F">
      <w:pPr>
        <w:pStyle w:val="Code"/>
      </w:pPr>
      <w:r>
        <w:t>}</w:t>
      </w:r>
    </w:p>
    <w:p w:rsidR="00191A98" w:rsidRPr="00983EE5" w:rsidRDefault="00191A98" w:rsidP="00684C3F">
      <w:pPr>
        <w:rPr>
          <w:b/>
        </w:rPr>
      </w:pPr>
      <w:r>
        <w:rPr>
          <w:b/>
        </w:rPr>
        <w:t>Example output</w:t>
      </w:r>
    </w:p>
    <w:p w:rsidR="00191A98" w:rsidRDefault="00191A98" w:rsidP="00684C3F">
      <w:pPr>
        <w:pStyle w:val="Code"/>
      </w:pPr>
      <w:r w:rsidRPr="00684C3F">
        <w:t>USA</w:t>
      </w:r>
      <w:r>
        <w:br/>
        <w:t>United States of America</w:t>
      </w:r>
    </w:p>
    <w:p w:rsidR="00191A98" w:rsidRDefault="00191A98" w:rsidP="00684C3F">
      <w:pPr>
        <w:pStyle w:val="Code"/>
      </w:pPr>
      <w:r w:rsidRPr="00684C3F">
        <w:t>America</w:t>
      </w:r>
      <w:r>
        <w:br/>
      </w:r>
      <w:bookmarkStart w:id="22" w:name="_GoBack"/>
      <w:bookmarkEnd w:id="22"/>
    </w:p>
    <w:p w:rsidR="00191A98" w:rsidRPr="00D103C0" w:rsidRDefault="00191A98" w:rsidP="00C44372">
      <w:pPr>
        <w:pStyle w:val="Heading2"/>
      </w:pPr>
      <w:bookmarkStart w:id="23" w:name="_Toc465975126"/>
      <w:r w:rsidRPr="00C44372">
        <w:t>getFullTerritoryNameIn</w:t>
      </w:r>
      <w:r>
        <w:t>English ()</w:t>
      </w:r>
      <w:bookmarkEnd w:id="23"/>
    </w:p>
    <w:p w:rsidR="00191A98" w:rsidRDefault="00191A98" w:rsidP="000208A9">
      <w:r>
        <w:t xml:space="preserve">Returns the local name of </w:t>
      </w:r>
      <w:r w:rsidRPr="00D103C0">
        <w:t xml:space="preserve">the given </w:t>
      </w:r>
      <w:r w:rsidRPr="00D103C0">
        <w:rPr>
          <w:b/>
          <w:bCs/>
        </w:rPr>
        <w:t>territory</w:t>
      </w:r>
      <w:r>
        <w:t xml:space="preserve">, in English. In fact short for </w:t>
      </w:r>
      <w:r w:rsidRPr="00B46E5D">
        <w:t>getFullTerritoryName</w:t>
      </w:r>
      <w:r>
        <w:t xml:space="preserve">InLocaleUtf8(targetStrng, territory, alternative, </w:t>
      </w:r>
      <w:r w:rsidRPr="000208A9">
        <w:rPr>
          <w:b/>
          <w:bCs/>
        </w:rPr>
        <w:t>“en”</w:t>
      </w:r>
      <w:r>
        <w:t>);</w:t>
      </w:r>
    </w:p>
    <w:p w:rsidR="00191A98" w:rsidRPr="00643893" w:rsidRDefault="00191A98" w:rsidP="00C44372"/>
    <w:p w:rsidR="00191A98" w:rsidRPr="00D103C0" w:rsidRDefault="00191A98" w:rsidP="00B25213">
      <w:pPr>
        <w:pStyle w:val="Heading2"/>
      </w:pPr>
      <w:r>
        <w:br w:type="page"/>
      </w:r>
      <w:bookmarkStart w:id="24" w:name="_Toc465975127"/>
      <w:r w:rsidRPr="002E4E10">
        <w:t>getAlphabetsForTerritory</w:t>
      </w:r>
      <w:r>
        <w:t>()</w:t>
      </w:r>
      <w:bookmarkEnd w:id="24"/>
    </w:p>
    <w:p w:rsidR="00191A98" w:rsidRPr="00D103C0" w:rsidRDefault="00191A98" w:rsidP="00B25213">
      <w:pPr>
        <w:pStyle w:val="Code"/>
      </w:pPr>
      <w:r w:rsidRPr="00D103C0">
        <w:t>const TerritoryAlphabets *getAlphabetsForTerritory(</w:t>
      </w:r>
    </w:p>
    <w:p w:rsidR="00191A98" w:rsidRPr="00D103C0" w:rsidRDefault="00191A98" w:rsidP="00B25213">
      <w:pPr>
        <w:pStyle w:val="Code"/>
      </w:pPr>
      <w:r>
        <w:t xml:space="preserve">  </w:t>
      </w:r>
      <w:r w:rsidRPr="00D103C0">
        <w:t>int territoryCode)</w:t>
      </w:r>
    </w:p>
    <w:p w:rsidR="00191A98" w:rsidRPr="00D103C0" w:rsidRDefault="00191A98" w:rsidP="00B25213">
      <w:pPr>
        <w:rPr>
          <w:b/>
          <w:bCs/>
        </w:rPr>
      </w:pPr>
      <w:r w:rsidRPr="00D103C0">
        <w:t xml:space="preserve">This routine returns a pointer to a structure listing the most common alphabets in the given </w:t>
      </w:r>
      <w:r w:rsidRPr="00D103C0">
        <w:rPr>
          <w:b/>
          <w:bCs/>
        </w:rPr>
        <w:t>territory.</w:t>
      </w:r>
    </w:p>
    <w:p w:rsidR="00191A98" w:rsidRPr="00D103C0" w:rsidRDefault="00191A98" w:rsidP="00B25213">
      <w:r w:rsidRPr="00D103C0">
        <w:t xml:space="preserve">Returns NULL if the territory is invalid, otherwise, returns a pointer </w:t>
      </w:r>
      <w:r w:rsidRPr="00D103C0">
        <w:rPr>
          <w:b/>
          <w:bCs/>
        </w:rPr>
        <w:t>t</w:t>
      </w:r>
      <w:r w:rsidRPr="00D103C0">
        <w:t xml:space="preserve"> such that</w:t>
      </w:r>
    </w:p>
    <w:p w:rsidR="00191A98" w:rsidRPr="00D103C0" w:rsidRDefault="00191A98" w:rsidP="00B25213">
      <w:r w:rsidRPr="00D103C0">
        <w:t xml:space="preserve">      </w:t>
      </w:r>
      <w:r w:rsidRPr="002E4E10">
        <w:rPr>
          <w:rFonts w:ascii="Courier New" w:hAnsi="Courier New" w:cs="Courier New"/>
          <w:sz w:val="21"/>
        </w:rPr>
        <w:t>t-&gt;count</w:t>
      </w:r>
      <w:r w:rsidRPr="00D103C0">
        <w:tab/>
      </w:r>
      <w:r w:rsidRPr="00D103C0">
        <w:tab/>
      </w:r>
      <w:r>
        <w:t>S</w:t>
      </w:r>
      <w:r w:rsidRPr="00D103C0">
        <w:t>pecifies the number of common alphabets (always &gt; 0)</w:t>
      </w:r>
      <w:r>
        <w:t>.</w:t>
      </w:r>
    </w:p>
    <w:p w:rsidR="00191A98" w:rsidRDefault="00191A98" w:rsidP="00B25213">
      <w:r w:rsidRPr="00D103C0">
        <w:t xml:space="preserve">      </w:t>
      </w:r>
      <w:r w:rsidRPr="002E4E10">
        <w:rPr>
          <w:rFonts w:ascii="Courier New" w:hAnsi="Courier New" w:cs="Courier New"/>
          <w:sz w:val="21"/>
        </w:rPr>
        <w:t>t-&gt;alphabet[x]</w:t>
      </w:r>
      <w:r w:rsidRPr="00D103C0">
        <w:tab/>
      </w:r>
      <w:r>
        <w:t>S</w:t>
      </w:r>
      <w:r w:rsidRPr="00D103C0">
        <w:t>pecifies the x-th alphabet</w:t>
      </w:r>
      <w:r>
        <w:t>.</w:t>
      </w:r>
    </w:p>
    <w:p w:rsidR="00191A98" w:rsidRDefault="00191A98" w:rsidP="00B25213"/>
    <w:p w:rsidR="00191A98" w:rsidRPr="00D103C0" w:rsidRDefault="00191A98" w:rsidP="00540A83">
      <w:pPr>
        <w:pStyle w:val="Heading2"/>
      </w:pPr>
      <w:bookmarkStart w:id="25" w:name="_Toc465975128"/>
      <w:r w:rsidRPr="006715E6">
        <w:t xml:space="preserve">getFullTerritoryNameLocalUtf8 </w:t>
      </w:r>
      <w:r>
        <w:t>()</w:t>
      </w:r>
      <w:bookmarkEnd w:id="25"/>
    </w:p>
    <w:p w:rsidR="00191A98" w:rsidRPr="00D103C0" w:rsidRDefault="00191A98" w:rsidP="006715E6">
      <w:pPr>
        <w:pStyle w:val="Code"/>
      </w:pPr>
      <w:r>
        <w:t xml:space="preserve">int </w:t>
      </w:r>
      <w:r w:rsidRPr="006715E6">
        <w:t xml:space="preserve">getFullTerritoryNameLocalUtf8 </w:t>
      </w:r>
      <w:r w:rsidRPr="00D103C0">
        <w:t>(</w:t>
      </w:r>
    </w:p>
    <w:p w:rsidR="00191A98" w:rsidRPr="00B46E5D" w:rsidRDefault="00191A98" w:rsidP="00540A83">
      <w:pPr>
        <w:pStyle w:val="Code"/>
      </w:pPr>
      <w:r>
        <w:t xml:space="preserve">  </w:t>
      </w:r>
      <w:r w:rsidRPr="00B46E5D">
        <w:t>char *territoryName</w:t>
      </w:r>
      <w:r>
        <w:t>,</w:t>
      </w:r>
    </w:p>
    <w:p w:rsidR="00191A98" w:rsidRPr="00D103C0" w:rsidRDefault="00191A98" w:rsidP="00540A83">
      <w:pPr>
        <w:pStyle w:val="Code"/>
      </w:pPr>
      <w:r>
        <w:t xml:space="preserve">  </w:t>
      </w:r>
      <w:r w:rsidRPr="00B46E5D">
        <w:t>enum Territory territory</w:t>
      </w:r>
      <w:r w:rsidRPr="00D103C0">
        <w:t>,</w:t>
      </w:r>
    </w:p>
    <w:p w:rsidR="00191A98" w:rsidRPr="00D103C0" w:rsidRDefault="00191A98" w:rsidP="00540A83">
      <w:pPr>
        <w:pStyle w:val="Code"/>
      </w:pPr>
      <w:r>
        <w:t xml:space="preserve">  </w:t>
      </w:r>
      <w:r w:rsidRPr="00B46E5D">
        <w:t>int alternative</w:t>
      </w:r>
      <w:r w:rsidRPr="00D103C0">
        <w:t xml:space="preserve">) </w:t>
      </w:r>
    </w:p>
    <w:p w:rsidR="00191A98" w:rsidRPr="00643893" w:rsidRDefault="00191A98" w:rsidP="00643893">
      <w:r>
        <w:t xml:space="preserve">Returns the local name of </w:t>
      </w:r>
      <w:r w:rsidRPr="00D103C0">
        <w:t xml:space="preserve">the given </w:t>
      </w:r>
      <w:r w:rsidRPr="00D103C0">
        <w:rPr>
          <w:b/>
          <w:bCs/>
        </w:rPr>
        <w:t>territory</w:t>
      </w:r>
      <w:r>
        <w:t>, in an alphabet in common use in the territory.</w:t>
      </w:r>
    </w:p>
    <w:p w:rsidR="00191A98" w:rsidRPr="00587C73" w:rsidRDefault="00191A98" w:rsidP="00540A83">
      <w:pPr>
        <w:pStyle w:val="progbullet"/>
        <w:numPr>
          <w:ilvl w:val="0"/>
          <w:numId w:val="0"/>
        </w:numPr>
        <w:rPr>
          <w:b/>
        </w:rPr>
      </w:pPr>
      <w:r w:rsidRPr="00587C73">
        <w:rPr>
          <w:b/>
        </w:rPr>
        <w:t>Input</w:t>
      </w:r>
    </w:p>
    <w:p w:rsidR="00191A98" w:rsidRPr="00540A83" w:rsidRDefault="00191A98" w:rsidP="001B0AB7">
      <w:pPr>
        <w:pStyle w:val="progbullet"/>
        <w:numPr>
          <w:ilvl w:val="0"/>
          <w:numId w:val="36"/>
        </w:numPr>
        <w:rPr>
          <w:b/>
          <w:bCs/>
        </w:rPr>
      </w:pPr>
      <w:r w:rsidRPr="00540A83">
        <w:rPr>
          <w:b/>
          <w:bCs/>
        </w:rPr>
        <w:t>territoryName</w:t>
      </w:r>
      <w:r>
        <w:t xml:space="preserve">: string to store the (UTF8) result, must be capable of storing at least </w:t>
      </w:r>
      <w:r w:rsidRPr="001B0AB7">
        <w:t>MAX_TERRITORY_FULLNAME_UTF8_LEN</w:t>
      </w:r>
      <w:r>
        <w:t xml:space="preserve"> 8-bit characters excluding the 0-terminator.</w:t>
      </w:r>
    </w:p>
    <w:p w:rsidR="00191A98" w:rsidRPr="00587C73" w:rsidRDefault="00191A98" w:rsidP="00540A83">
      <w:pPr>
        <w:pStyle w:val="progbullet"/>
        <w:numPr>
          <w:ilvl w:val="0"/>
          <w:numId w:val="36"/>
        </w:numPr>
      </w:pPr>
      <w:r>
        <w:rPr>
          <w:b/>
        </w:rPr>
        <w:t>territory</w:t>
      </w:r>
      <w:r w:rsidRPr="00587C73">
        <w:t xml:space="preserve">: </w:t>
      </w:r>
      <w:r>
        <w:t>the territory to get the full name for.</w:t>
      </w:r>
    </w:p>
    <w:p w:rsidR="00191A98" w:rsidRPr="00587C73" w:rsidRDefault="00191A98" w:rsidP="00540A83">
      <w:pPr>
        <w:pStyle w:val="progbullet"/>
        <w:numPr>
          <w:ilvl w:val="0"/>
          <w:numId w:val="36"/>
        </w:numPr>
      </w:pPr>
      <w:r>
        <w:rPr>
          <w:b/>
        </w:rPr>
        <w:t>alternative</w:t>
      </w:r>
      <w:r>
        <w:t>: if 0, the most common name for the territory. If some non-zero value x, it will return the x-th alternative name for the territory (if any).</w:t>
      </w:r>
    </w:p>
    <w:p w:rsidR="00191A98" w:rsidRPr="00587C73" w:rsidRDefault="00191A98" w:rsidP="00540A83">
      <w:pPr>
        <w:pStyle w:val="progbullet"/>
        <w:numPr>
          <w:ilvl w:val="0"/>
          <w:numId w:val="0"/>
        </w:numPr>
        <w:rPr>
          <w:b/>
        </w:rPr>
      </w:pPr>
      <w:r w:rsidRPr="00587C73">
        <w:rPr>
          <w:b/>
        </w:rPr>
        <w:t>Output</w:t>
      </w:r>
    </w:p>
    <w:p w:rsidR="00191A98" w:rsidRDefault="00191A98" w:rsidP="00A343C5">
      <w:pPr>
        <w:pStyle w:val="progbullet"/>
        <w:numPr>
          <w:ilvl w:val="0"/>
          <w:numId w:val="36"/>
        </w:numPr>
        <w:rPr>
          <w:bCs/>
        </w:rPr>
      </w:pPr>
      <w:r>
        <w:t>Return value</w:t>
      </w:r>
      <w:r w:rsidRPr="00D103C0">
        <w:t xml:space="preserve">: </w:t>
      </w:r>
      <w:r>
        <w:t xml:space="preserve">nonzero if territoryName is filled with a name for the territory (in UTF8 format), 0 if no (more) names are available (or in case of error). </w:t>
      </w:r>
    </w:p>
    <w:p w:rsidR="00191A98" w:rsidRPr="00983EE5" w:rsidRDefault="00191A98" w:rsidP="003A44B3">
      <w:pPr>
        <w:pStyle w:val="myTitle"/>
      </w:pPr>
      <w:r w:rsidRPr="00983EE5">
        <w:t>Example</w:t>
      </w:r>
    </w:p>
    <w:p w:rsidR="00191A98" w:rsidRDefault="00191A98" w:rsidP="003A44B3">
      <w:pPr>
        <w:pStyle w:val="Code"/>
      </w:pPr>
      <w:r w:rsidRPr="00983EE5">
        <w:t xml:space="preserve">char </w:t>
      </w:r>
      <w:r>
        <w:t>name</w:t>
      </w:r>
      <w:r w:rsidRPr="00983EE5">
        <w:t>[MAX_MAPCODE_RESULT_LEN];</w:t>
      </w:r>
    </w:p>
    <w:p w:rsidR="00191A98" w:rsidRDefault="00191A98" w:rsidP="003A44B3">
      <w:pPr>
        <w:pStyle w:val="Code"/>
      </w:pPr>
      <w:r>
        <w:t>int i;</w:t>
      </w:r>
    </w:p>
    <w:p w:rsidR="00191A98" w:rsidRDefault="00191A98" w:rsidP="000F60D1">
      <w:pPr>
        <w:pStyle w:val="Code"/>
      </w:pPr>
      <w:r>
        <w:t>for (i=0; getFullTerritoryNameLocal(name, TERRITORY_MAR, i); i++) {</w:t>
      </w:r>
    </w:p>
    <w:p w:rsidR="00191A98" w:rsidRDefault="00191A98" w:rsidP="007A3FD6">
      <w:pPr>
        <w:pStyle w:val="Code"/>
      </w:pPr>
      <w:r w:rsidRPr="00983EE5">
        <w:t xml:space="preserve">  printf("%s\n", </w:t>
      </w:r>
      <w:r>
        <w:t>name</w:t>
      </w:r>
      <w:r w:rsidRPr="00983EE5">
        <w:t>);</w:t>
      </w:r>
    </w:p>
    <w:p w:rsidR="00191A98" w:rsidRPr="00983EE5" w:rsidRDefault="00191A98" w:rsidP="003A44B3">
      <w:pPr>
        <w:pStyle w:val="Code"/>
      </w:pPr>
      <w:r>
        <w:t>}</w:t>
      </w:r>
    </w:p>
    <w:p w:rsidR="00191A98" w:rsidRPr="00983EE5" w:rsidRDefault="00191A98" w:rsidP="003A44B3">
      <w:pPr>
        <w:rPr>
          <w:b/>
        </w:rPr>
      </w:pPr>
      <w:r>
        <w:rPr>
          <w:b/>
        </w:rPr>
        <w:t>Example output</w:t>
      </w:r>
    </w:p>
    <w:p w:rsidR="00191A98" w:rsidRPr="000F60D1" w:rsidRDefault="00191A98" w:rsidP="00684C3F">
      <w:pPr>
        <w:pStyle w:val="progbullet"/>
        <w:numPr>
          <w:ilvl w:val="0"/>
          <w:numId w:val="0"/>
        </w:numPr>
        <w:ind w:left="720" w:hanging="360"/>
        <w:rPr>
          <w:rFonts w:ascii="Courier New" w:hAnsi="Courier New" w:cs="Courier New"/>
          <w:noProof/>
        </w:rPr>
      </w:pPr>
      <w:r w:rsidRPr="000F60D1">
        <w:rPr>
          <w:rFonts w:ascii="Courier New" w:hAnsi="Courier New" w:cs="Courier New"/>
          <w:noProof/>
          <w:rtl/>
        </w:rPr>
        <w:t>المغرب</w:t>
      </w:r>
      <w:r w:rsidRPr="000F60D1">
        <w:rPr>
          <w:rFonts w:ascii="Courier New" w:hAnsi="Courier New" w:cs="Courier New"/>
          <w:noProof/>
          <w:cs/>
        </w:rPr>
        <w:t>‎‎</w:t>
      </w:r>
    </w:p>
    <w:p w:rsidR="00191A98" w:rsidRPr="000F60D1" w:rsidRDefault="00191A98" w:rsidP="000F60D1">
      <w:pPr>
        <w:pStyle w:val="progbullet"/>
        <w:numPr>
          <w:ilvl w:val="0"/>
          <w:numId w:val="0"/>
        </w:numPr>
        <w:ind w:left="720" w:hanging="360"/>
        <w:rPr>
          <w:rFonts w:ascii="Courier New" w:hAnsi="Courier New" w:cs="Courier New"/>
          <w:noProof/>
        </w:rPr>
      </w:pPr>
      <w:r w:rsidRPr="000F60D1">
        <w:rPr>
          <w:rFonts w:ascii="Courier New" w:hAnsi="Courier New" w:cs="Courier New"/>
          <w:noProof/>
        </w:rPr>
        <w:t>Morocco</w:t>
      </w:r>
    </w:p>
    <w:p w:rsidR="00191A98" w:rsidRPr="00643893" w:rsidRDefault="00191A98" w:rsidP="000F60D1">
      <w:pPr>
        <w:pStyle w:val="progbullet"/>
        <w:numPr>
          <w:ilvl w:val="0"/>
          <w:numId w:val="0"/>
        </w:numPr>
        <w:ind w:left="720" w:hanging="360"/>
        <w:rPr>
          <w:bCs/>
        </w:rPr>
      </w:pPr>
      <w:r w:rsidRPr="000F60D1">
        <w:rPr>
          <w:rFonts w:ascii="Courier New" w:hAnsi="Courier New" w:cs="Courier New"/>
          <w:noProof/>
        </w:rPr>
        <w:t>ⵍⵎⴰⵖⵔⵉⴱ</w:t>
      </w:r>
      <w:r>
        <w:rPr>
          <w:rFonts w:ascii="Courier New" w:hAnsi="Courier New" w:cs="Courier New"/>
          <w:noProof/>
          <w:sz w:val="20"/>
          <w:szCs w:val="20"/>
        </w:rPr>
        <w:br/>
      </w:r>
    </w:p>
    <w:p w:rsidR="00191A98" w:rsidRPr="00D103C0" w:rsidRDefault="00191A98" w:rsidP="00643893">
      <w:pPr>
        <w:pStyle w:val="Heading2"/>
      </w:pPr>
      <w:bookmarkStart w:id="26" w:name="_Toc465975129"/>
      <w:r w:rsidRPr="00643893">
        <w:t>getFullTerritoryNameLocalInAlphabet</w:t>
      </w:r>
      <w:r>
        <w:t>Utf8</w:t>
      </w:r>
      <w:r w:rsidRPr="00540A83">
        <w:t xml:space="preserve"> </w:t>
      </w:r>
      <w:r>
        <w:t>()</w:t>
      </w:r>
      <w:bookmarkEnd w:id="26"/>
    </w:p>
    <w:p w:rsidR="00191A98" w:rsidRPr="00D103C0" w:rsidRDefault="00191A98" w:rsidP="00643893">
      <w:pPr>
        <w:pStyle w:val="Code"/>
      </w:pPr>
      <w:r>
        <w:t xml:space="preserve">int </w:t>
      </w:r>
      <w:r w:rsidRPr="00B46E5D">
        <w:t>getFullTerritoryNameEnglish</w:t>
      </w:r>
      <w:r w:rsidRPr="00D103C0">
        <w:t>(</w:t>
      </w:r>
    </w:p>
    <w:p w:rsidR="00191A98" w:rsidRPr="00B46E5D" w:rsidRDefault="00191A98" w:rsidP="00643893">
      <w:pPr>
        <w:pStyle w:val="Code"/>
      </w:pPr>
      <w:r>
        <w:t xml:space="preserve">  </w:t>
      </w:r>
      <w:r w:rsidRPr="00B46E5D">
        <w:t>char *territoryName</w:t>
      </w:r>
      <w:r>
        <w:t>,</w:t>
      </w:r>
    </w:p>
    <w:p w:rsidR="00191A98" w:rsidRPr="00D103C0" w:rsidRDefault="00191A98" w:rsidP="00643893">
      <w:pPr>
        <w:pStyle w:val="Code"/>
      </w:pPr>
      <w:r>
        <w:t xml:space="preserve">  </w:t>
      </w:r>
      <w:r w:rsidRPr="00B46E5D">
        <w:t>enum Territory territory</w:t>
      </w:r>
      <w:r w:rsidRPr="00D103C0">
        <w:t>,</w:t>
      </w:r>
    </w:p>
    <w:p w:rsidR="00191A98" w:rsidRPr="00D103C0" w:rsidRDefault="00191A98" w:rsidP="00643893">
      <w:pPr>
        <w:pStyle w:val="Code"/>
      </w:pPr>
      <w:r>
        <w:t xml:space="preserve">  </w:t>
      </w:r>
      <w:r w:rsidRPr="00B46E5D">
        <w:t>int alternative</w:t>
      </w:r>
      <w:r w:rsidRPr="00D103C0">
        <w:t>,</w:t>
      </w:r>
    </w:p>
    <w:p w:rsidR="00191A98" w:rsidRPr="00D103C0" w:rsidRDefault="00191A98" w:rsidP="00643893">
      <w:pPr>
        <w:pStyle w:val="Code"/>
      </w:pPr>
      <w:r>
        <w:t xml:space="preserve">  </w:t>
      </w:r>
      <w:r w:rsidRPr="00643893">
        <w:t>enum Alphabet alphabet</w:t>
      </w:r>
      <w:r w:rsidRPr="00D103C0">
        <w:t xml:space="preserve">) </w:t>
      </w:r>
    </w:p>
    <w:p w:rsidR="00191A98" w:rsidRPr="00643893" w:rsidRDefault="00191A98" w:rsidP="00643893">
      <w:r>
        <w:t xml:space="preserve">Returns the local name of </w:t>
      </w:r>
      <w:r w:rsidRPr="00D103C0">
        <w:t xml:space="preserve">the given </w:t>
      </w:r>
      <w:r w:rsidRPr="00D103C0">
        <w:rPr>
          <w:b/>
          <w:bCs/>
        </w:rPr>
        <w:t>territory</w:t>
      </w:r>
      <w:r>
        <w:t xml:space="preserve"> in the specified alphabet (i.e. local names are “filtered” to only those names that are in the specified alphabet).</w:t>
      </w:r>
    </w:p>
    <w:p w:rsidR="00191A98" w:rsidRPr="00587C73" w:rsidRDefault="00191A98" w:rsidP="00643893">
      <w:pPr>
        <w:pStyle w:val="progbullet"/>
        <w:numPr>
          <w:ilvl w:val="0"/>
          <w:numId w:val="0"/>
        </w:numPr>
        <w:rPr>
          <w:b/>
        </w:rPr>
      </w:pPr>
      <w:r w:rsidRPr="00587C73">
        <w:rPr>
          <w:b/>
        </w:rPr>
        <w:t>Input</w:t>
      </w:r>
    </w:p>
    <w:p w:rsidR="00191A98" w:rsidRPr="00540A83" w:rsidRDefault="00191A98" w:rsidP="00271D79">
      <w:pPr>
        <w:pStyle w:val="progbullet"/>
        <w:numPr>
          <w:ilvl w:val="0"/>
          <w:numId w:val="36"/>
        </w:numPr>
        <w:rPr>
          <w:b/>
          <w:bCs/>
        </w:rPr>
      </w:pPr>
      <w:r w:rsidRPr="00540A83">
        <w:rPr>
          <w:b/>
          <w:bCs/>
        </w:rPr>
        <w:t>territoryName</w:t>
      </w:r>
      <w:r>
        <w:t xml:space="preserve">: string to store the (UTF8) result, must be capable of storing at least </w:t>
      </w:r>
      <w:r w:rsidRPr="00271D79">
        <w:t>MAX_TERRITORY_FULLNAME_UTF8_LEN</w:t>
      </w:r>
      <w:r>
        <w:t xml:space="preserve"> 8-bit characters excluding the 0-terminator.</w:t>
      </w:r>
    </w:p>
    <w:p w:rsidR="00191A98" w:rsidRPr="00587C73" w:rsidRDefault="00191A98" w:rsidP="00643893">
      <w:pPr>
        <w:pStyle w:val="progbullet"/>
        <w:numPr>
          <w:ilvl w:val="0"/>
          <w:numId w:val="36"/>
        </w:numPr>
      </w:pPr>
      <w:r>
        <w:rPr>
          <w:b/>
        </w:rPr>
        <w:t>territory</w:t>
      </w:r>
      <w:r w:rsidRPr="00587C73">
        <w:t xml:space="preserve">: </w:t>
      </w:r>
      <w:r>
        <w:t>the territory to get the full name for.</w:t>
      </w:r>
    </w:p>
    <w:p w:rsidR="00191A98" w:rsidRDefault="00191A98" w:rsidP="00643893">
      <w:pPr>
        <w:pStyle w:val="progbullet"/>
        <w:numPr>
          <w:ilvl w:val="0"/>
          <w:numId w:val="36"/>
        </w:numPr>
      </w:pPr>
      <w:r>
        <w:rPr>
          <w:b/>
        </w:rPr>
        <w:t>alternative</w:t>
      </w:r>
      <w:r>
        <w:t xml:space="preserve">: if 0, the most common name for the territory </w:t>
      </w:r>
      <w:r>
        <w:rPr>
          <w:u w:val="single"/>
        </w:rPr>
        <w:t>in the alphabet specified (if any)</w:t>
      </w:r>
      <w:r>
        <w:t xml:space="preserve">. If some non-zero value x, it will return the x-th alternative name for the territory </w:t>
      </w:r>
      <w:r w:rsidRPr="00643893">
        <w:rPr>
          <w:u w:val="single"/>
        </w:rPr>
        <w:t>in the alphabet specified</w:t>
      </w:r>
      <w:r>
        <w:rPr>
          <w:u w:val="single"/>
        </w:rPr>
        <w:t xml:space="preserve"> (if any)</w:t>
      </w:r>
      <w:r>
        <w:t>.</w:t>
      </w:r>
    </w:p>
    <w:p w:rsidR="00191A98" w:rsidRPr="00587C73" w:rsidRDefault="00191A98" w:rsidP="00643893">
      <w:pPr>
        <w:pStyle w:val="progbullet"/>
        <w:numPr>
          <w:ilvl w:val="0"/>
          <w:numId w:val="36"/>
        </w:numPr>
      </w:pPr>
      <w:r>
        <w:rPr>
          <w:b/>
        </w:rPr>
        <w:t>Alphabet</w:t>
      </w:r>
      <w:r w:rsidRPr="00643893">
        <w:t>:</w:t>
      </w:r>
      <w:r>
        <w:rPr>
          <w:b/>
          <w:bCs/>
        </w:rPr>
        <w:t xml:space="preserve"> </w:t>
      </w:r>
      <w:r w:rsidRPr="00643893">
        <w:t>an alphabet, e.g. ALPHABET_GREEK.</w:t>
      </w:r>
    </w:p>
    <w:p w:rsidR="00191A98" w:rsidRPr="00587C73" w:rsidRDefault="00191A98" w:rsidP="00643893">
      <w:pPr>
        <w:pStyle w:val="progbullet"/>
        <w:numPr>
          <w:ilvl w:val="0"/>
          <w:numId w:val="0"/>
        </w:numPr>
        <w:rPr>
          <w:b/>
        </w:rPr>
      </w:pPr>
      <w:r w:rsidRPr="00587C73">
        <w:rPr>
          <w:b/>
        </w:rPr>
        <w:t>Output</w:t>
      </w:r>
    </w:p>
    <w:p w:rsidR="00191A98" w:rsidRDefault="00191A98" w:rsidP="000A13B2">
      <w:pPr>
        <w:pStyle w:val="progbullet"/>
        <w:numPr>
          <w:ilvl w:val="0"/>
          <w:numId w:val="36"/>
        </w:numPr>
        <w:rPr>
          <w:bCs/>
        </w:rPr>
      </w:pPr>
      <w:r>
        <w:t>Return value</w:t>
      </w:r>
      <w:r w:rsidRPr="00D103C0">
        <w:t xml:space="preserve">: </w:t>
      </w:r>
      <w:r>
        <w:t xml:space="preserve">nonzero if territoryName is filled with a name for the territory (in UTF8 format), 0 if no (more) names are available (or in case of error). </w:t>
      </w:r>
    </w:p>
    <w:p w:rsidR="00191A98" w:rsidRPr="00983EE5" w:rsidRDefault="00191A98" w:rsidP="00BD1DF6">
      <w:pPr>
        <w:pStyle w:val="myTitle"/>
      </w:pPr>
      <w:r w:rsidRPr="00983EE5">
        <w:t>Example</w:t>
      </w:r>
    </w:p>
    <w:p w:rsidR="00191A98" w:rsidRDefault="00191A98" w:rsidP="00BD1DF6">
      <w:pPr>
        <w:pStyle w:val="Code"/>
      </w:pPr>
      <w:r w:rsidRPr="00983EE5">
        <w:t xml:space="preserve">char </w:t>
      </w:r>
      <w:r>
        <w:t>name</w:t>
      </w:r>
      <w:r w:rsidRPr="00983EE5">
        <w:t>[MAX_MAPCODE_RESULT_LEN];</w:t>
      </w:r>
    </w:p>
    <w:p w:rsidR="00191A98" w:rsidRDefault="00191A98" w:rsidP="00BD1DF6">
      <w:pPr>
        <w:pStyle w:val="Code"/>
      </w:pPr>
      <w:r w:rsidRPr="00643893">
        <w:t>getFullTerritoryNameLocalInAlphabet</w:t>
      </w:r>
      <w:r>
        <w:t>Utf8(name, TERRITORY_MAR, 0,</w:t>
      </w:r>
    </w:p>
    <w:p w:rsidR="00191A98" w:rsidRDefault="00191A98" w:rsidP="00BD1DF6">
      <w:pPr>
        <w:pStyle w:val="Code"/>
      </w:pPr>
      <w:r>
        <w:t xml:space="preserve">                                        ALPHABET_ARABIC);</w:t>
      </w:r>
    </w:p>
    <w:p w:rsidR="00191A98" w:rsidRPr="00983EE5" w:rsidRDefault="00191A98" w:rsidP="00BD1DF6">
      <w:pPr>
        <w:pStyle w:val="Code"/>
      </w:pPr>
      <w:r w:rsidRPr="00983EE5">
        <w:t xml:space="preserve">printf("%s\n", </w:t>
      </w:r>
      <w:r>
        <w:t>name</w:t>
      </w:r>
      <w:r w:rsidRPr="00983EE5">
        <w:t>);</w:t>
      </w:r>
    </w:p>
    <w:p w:rsidR="00191A98" w:rsidRPr="00983EE5" w:rsidRDefault="00191A98" w:rsidP="00BD1DF6">
      <w:pPr>
        <w:rPr>
          <w:b/>
        </w:rPr>
      </w:pPr>
      <w:r>
        <w:rPr>
          <w:b/>
        </w:rPr>
        <w:t>Example output</w:t>
      </w:r>
    </w:p>
    <w:p w:rsidR="00191A98" w:rsidRPr="000F60D1" w:rsidRDefault="00191A98" w:rsidP="00BD1DF6">
      <w:pPr>
        <w:pStyle w:val="progbullet"/>
        <w:numPr>
          <w:ilvl w:val="0"/>
          <w:numId w:val="0"/>
        </w:numPr>
        <w:ind w:left="720" w:hanging="360"/>
        <w:rPr>
          <w:rFonts w:ascii="Courier New" w:hAnsi="Courier New" w:cs="Courier New"/>
          <w:noProof/>
        </w:rPr>
      </w:pPr>
      <w:r w:rsidRPr="000F60D1">
        <w:rPr>
          <w:rFonts w:ascii="Courier New" w:hAnsi="Courier New" w:cs="Courier New"/>
          <w:noProof/>
          <w:rtl/>
        </w:rPr>
        <w:t>المغرب</w:t>
      </w:r>
      <w:r w:rsidRPr="000F60D1">
        <w:rPr>
          <w:rFonts w:ascii="Courier New" w:hAnsi="Courier New" w:cs="Courier New"/>
          <w:noProof/>
          <w:cs/>
        </w:rPr>
        <w:t>‎‎</w:t>
      </w:r>
    </w:p>
    <w:p w:rsidR="00191A98" w:rsidRPr="00643893" w:rsidRDefault="00191A98" w:rsidP="00BD1DF6">
      <w:pPr>
        <w:pStyle w:val="progbullet"/>
        <w:numPr>
          <w:ilvl w:val="0"/>
          <w:numId w:val="0"/>
        </w:numPr>
        <w:ind w:left="720" w:hanging="360"/>
        <w:rPr>
          <w:bCs/>
        </w:rPr>
      </w:pPr>
    </w:p>
    <w:p w:rsidR="00191A98" w:rsidRPr="00D103C0" w:rsidRDefault="00191A98" w:rsidP="00C44ACC"/>
    <w:p w:rsidR="00191A98" w:rsidRPr="00D103C0" w:rsidRDefault="00191A98" w:rsidP="00BF2202">
      <w:pPr>
        <w:pStyle w:val="Heading1"/>
      </w:pPr>
      <w:bookmarkStart w:id="27" w:name="_Toc465975130"/>
      <w:r>
        <w:t>7</w:t>
      </w:r>
      <w:r w:rsidRPr="00D103C0">
        <w:t>. Data changes</w:t>
      </w:r>
      <w:bookmarkEnd w:id="27"/>
    </w:p>
    <w:p w:rsidR="00191A98" w:rsidRPr="002A001D" w:rsidRDefault="00191A98" w:rsidP="002A001D">
      <w:pPr>
        <w:pStyle w:val="Heading2"/>
        <w:rPr>
          <w:u w:val="none"/>
        </w:rPr>
      </w:pPr>
      <w:bookmarkStart w:id="28" w:name="_Toc465975131"/>
      <w:r>
        <w:rPr>
          <w:u w:val="none"/>
        </w:rPr>
        <w:t>7</w:t>
      </w:r>
      <w:r w:rsidRPr="002A001D">
        <w:rPr>
          <w:u w:val="none"/>
        </w:rPr>
        <w:t>.</w:t>
      </w:r>
      <w:r>
        <w:rPr>
          <w:u w:val="none"/>
        </w:rPr>
        <w:t>1 Data changes in version 2.0</w:t>
      </w:r>
      <w:bookmarkEnd w:id="28"/>
    </w:p>
    <w:p w:rsidR="00191A98" w:rsidRPr="008F7357" w:rsidRDefault="00191A98" w:rsidP="00C012DA">
      <w:pPr>
        <w:rPr>
          <w:sz w:val="20"/>
          <w:szCs w:val="20"/>
        </w:rPr>
      </w:pPr>
      <w:r w:rsidRPr="008F7357">
        <w:rPr>
          <w:sz w:val="20"/>
          <w:szCs w:val="20"/>
        </w:rPr>
        <w:t>Since version 2.0.0, coordinates are not rounded to the nearest 1,000,000</w:t>
      </w:r>
      <w:r w:rsidRPr="008F7357">
        <w:rPr>
          <w:sz w:val="20"/>
          <w:szCs w:val="20"/>
          <w:vertAlign w:val="superscript"/>
        </w:rPr>
        <w:t>th</w:t>
      </w:r>
      <w:r w:rsidRPr="008F7357">
        <w:rPr>
          <w:sz w:val="20"/>
          <w:szCs w:val="20"/>
        </w:rPr>
        <w:t xml:space="preserve"> of a degree (a millionth of a degree roughly equals 11 centimeters). This will seldom affect daily life, but decoding an old mapcode may yield differences in the 6</w:t>
      </w:r>
      <w:r w:rsidRPr="008F7357">
        <w:rPr>
          <w:sz w:val="20"/>
          <w:szCs w:val="20"/>
          <w:vertAlign w:val="superscript"/>
        </w:rPr>
        <w:t>th</w:t>
      </w:r>
      <w:r w:rsidRPr="008F7357">
        <w:rPr>
          <w:sz w:val="20"/>
          <w:szCs w:val="20"/>
        </w:rPr>
        <w:t xml:space="preserve"> coordinate decimal (i.e. on the 11-centimeter scale), and in edge cases, encoding a coordinate may yield a different mapcode than before (one that is a few centimeters </w:t>
      </w:r>
      <w:r w:rsidRPr="008F7357">
        <w:rPr>
          <w:i/>
          <w:iCs/>
          <w:sz w:val="20"/>
          <w:szCs w:val="20"/>
        </w:rPr>
        <w:t>closer</w:t>
      </w:r>
      <w:r w:rsidRPr="008F7357">
        <w:rPr>
          <w:sz w:val="20"/>
          <w:szCs w:val="20"/>
        </w:rPr>
        <w:t xml:space="preserve"> to the original coordinate than the mapcode produced with the old code). </w:t>
      </w:r>
    </w:p>
    <w:p w:rsidR="00191A98" w:rsidRPr="008F7357" w:rsidRDefault="00191A98" w:rsidP="00CD0363">
      <w:pPr>
        <w:rPr>
          <w:sz w:val="20"/>
          <w:szCs w:val="20"/>
        </w:rPr>
      </w:pPr>
      <w:r w:rsidRPr="008F7357">
        <w:rPr>
          <w:sz w:val="20"/>
          <w:szCs w:val="20"/>
        </w:rPr>
        <w:t xml:space="preserve">As part of the application process for the International Standards Organisation, a thorough check was done on all 16,000 territory/population-density rectangles defined in 2001. Some new code ranges were </w:t>
      </w:r>
      <w:r w:rsidRPr="008F7357">
        <w:rPr>
          <w:i/>
          <w:iCs/>
          <w:sz w:val="20"/>
          <w:szCs w:val="20"/>
        </w:rPr>
        <w:t>added</w:t>
      </w:r>
      <w:r w:rsidRPr="008F7357">
        <w:rPr>
          <w:sz w:val="20"/>
          <w:szCs w:val="20"/>
        </w:rPr>
        <w:t xml:space="preserve">, mostly for remote islands, which means the new rectangles can produce mapcodes that are not recognized on older systems. </w:t>
      </w:r>
    </w:p>
    <w:p w:rsidR="00191A98" w:rsidRPr="008F7357" w:rsidRDefault="00191A98" w:rsidP="00F5049E">
      <w:pPr>
        <w:rPr>
          <w:sz w:val="20"/>
          <w:szCs w:val="20"/>
        </w:rPr>
      </w:pPr>
      <w:r w:rsidRPr="008F7357">
        <w:rPr>
          <w:sz w:val="20"/>
          <w:szCs w:val="20"/>
        </w:rPr>
        <w:t xml:space="preserve">However, a few adjustments had to be made which </w:t>
      </w:r>
      <w:r w:rsidRPr="008F7357">
        <w:rPr>
          <w:b/>
          <w:bCs/>
          <w:sz w:val="20"/>
          <w:szCs w:val="20"/>
          <w:u w:val="single"/>
        </w:rPr>
        <w:t>break compatibility:</w:t>
      </w:r>
      <w:r w:rsidRPr="008F7357">
        <w:rPr>
          <w:sz w:val="20"/>
          <w:szCs w:val="20"/>
        </w:rPr>
        <w:t xml:space="preserve"> a mapcode generated by the new system would decode to a </w:t>
      </w:r>
      <w:r w:rsidRPr="008F7357">
        <w:rPr>
          <w:i/>
          <w:iCs/>
          <w:sz w:val="20"/>
          <w:szCs w:val="20"/>
        </w:rPr>
        <w:t xml:space="preserve">different coordinate </w:t>
      </w:r>
      <w:r w:rsidRPr="008F7357">
        <w:rPr>
          <w:sz w:val="20"/>
          <w:szCs w:val="20"/>
        </w:rPr>
        <w:t>on an old system, and vice versa. This is true for the changes listed below under “out-sized cells”.</w:t>
      </w:r>
    </w:p>
    <w:p w:rsidR="00191A98" w:rsidRPr="008F7357" w:rsidRDefault="00191A98" w:rsidP="00F5049E">
      <w:pPr>
        <w:rPr>
          <w:sz w:val="20"/>
          <w:szCs w:val="20"/>
        </w:rPr>
      </w:pPr>
      <w:r w:rsidRPr="008F7357">
        <w:rPr>
          <w:b/>
          <w:bCs/>
          <w:sz w:val="20"/>
          <w:szCs w:val="20"/>
        </w:rPr>
        <w:t xml:space="preserve">1) out-sized cells – </w:t>
      </w:r>
      <w:r w:rsidRPr="008F7357">
        <w:rPr>
          <w:sz w:val="20"/>
          <w:szCs w:val="20"/>
        </w:rPr>
        <w:t xml:space="preserve">The mapcode database divides the territories of the world into cells of at about 10 x 10 meters. The worst-case error in such cell is at the corners (about 7.1 meters from the center). Our check yielded about a dozen cases (out of 16,300) where the cells exceded 10.5 x 10.5 meters and the error could exceed 7.5 meters. These records were adjusted. </w:t>
      </w:r>
      <w:r w:rsidRPr="008F7357">
        <w:rPr>
          <w:sz w:val="20"/>
          <w:szCs w:val="20"/>
        </w:rPr>
        <w:br/>
        <w:t xml:space="preserve">This adjustments </w:t>
      </w:r>
      <w:r w:rsidRPr="008F7357">
        <w:rPr>
          <w:b/>
          <w:bCs/>
          <w:sz w:val="20"/>
          <w:szCs w:val="20"/>
          <w:u w:val="single"/>
        </w:rPr>
        <w:t>breaks compatibility</w:t>
      </w:r>
      <w:r w:rsidRPr="008F7357">
        <w:rPr>
          <w:sz w:val="20"/>
          <w:szCs w:val="20"/>
        </w:rPr>
        <w:t xml:space="preserve"> for the following “mainland” mapcodes:</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 for the small </w:t>
      </w:r>
      <w:r w:rsidRPr="008F7357">
        <w:rPr>
          <w:b/>
          <w:bCs/>
          <w:sz w:val="20"/>
          <w:szCs w:val="20"/>
        </w:rPr>
        <w:t>town of Altaysk</w:t>
      </w:r>
      <w:r w:rsidRPr="008F7357">
        <w:rPr>
          <w:sz w:val="20"/>
          <w:szCs w:val="20"/>
        </w:rPr>
        <w:t>, Altai Republic, Russia (RU-AL).</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 for the micro-state </w:t>
      </w:r>
      <w:r w:rsidRPr="008F7357">
        <w:rPr>
          <w:b/>
          <w:bCs/>
          <w:sz w:val="20"/>
          <w:szCs w:val="20"/>
        </w:rPr>
        <w:t>San Marino</w:t>
      </w:r>
      <w:r w:rsidRPr="008F7357">
        <w:rPr>
          <w:sz w:val="20"/>
          <w:szCs w:val="20"/>
        </w:rPr>
        <w:t>.</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xxxx.xxx in the </w:t>
      </w:r>
      <w:r w:rsidRPr="008F7357">
        <w:rPr>
          <w:b/>
          <w:bCs/>
          <w:sz w:val="20"/>
          <w:szCs w:val="20"/>
        </w:rPr>
        <w:t>Xinjiang Uyghur province</w:t>
      </w:r>
      <w:r w:rsidRPr="008F7357">
        <w:rPr>
          <w:sz w:val="20"/>
          <w:szCs w:val="20"/>
        </w:rPr>
        <w:t>, China.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7-letter codes for </w:t>
      </w:r>
      <w:r w:rsidRPr="008F7357">
        <w:rPr>
          <w:b/>
          <w:bCs/>
          <w:sz w:val="20"/>
          <w:szCs w:val="20"/>
        </w:rPr>
        <w:t>Inner Mongolia.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6-letter codes for </w:t>
      </w:r>
      <w:r w:rsidRPr="008F7357">
        <w:rPr>
          <w:b/>
          <w:bCs/>
          <w:sz w:val="20"/>
          <w:szCs w:val="20"/>
        </w:rPr>
        <w:t>state of</w:t>
      </w:r>
      <w:r w:rsidRPr="008F7357">
        <w:rPr>
          <w:sz w:val="20"/>
          <w:szCs w:val="20"/>
        </w:rPr>
        <w:t xml:space="preserve"> </w:t>
      </w:r>
      <w:r w:rsidRPr="008F7357">
        <w:rPr>
          <w:b/>
          <w:bCs/>
          <w:sz w:val="20"/>
          <w:szCs w:val="20"/>
        </w:rPr>
        <w:t>Chihuahua</w:t>
      </w:r>
      <w:r w:rsidRPr="008F7357">
        <w:rPr>
          <w:sz w:val="20"/>
          <w:szCs w:val="20"/>
        </w:rPr>
        <w:t>, Mexico.</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6-letter codes for </w:t>
      </w:r>
      <w:r w:rsidRPr="008F7357">
        <w:rPr>
          <w:b/>
          <w:bCs/>
          <w:sz w:val="20"/>
          <w:szCs w:val="20"/>
        </w:rPr>
        <w:t>Bangladesh</w:t>
      </w:r>
      <w:r w:rsidRPr="008F7357">
        <w:rPr>
          <w:sz w:val="20"/>
          <w:szCs w:val="20"/>
        </w:rPr>
        <w:t xml:space="preserve">  and </w:t>
      </w:r>
      <w:r w:rsidRPr="008F7357">
        <w:rPr>
          <w:b/>
          <w:bCs/>
          <w:sz w:val="20"/>
          <w:szCs w:val="20"/>
        </w:rPr>
        <w:t>Romania.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xxx.xxxx codes in the far north of </w:t>
      </w:r>
      <w:r w:rsidRPr="008F7357">
        <w:rPr>
          <w:b/>
          <w:bCs/>
          <w:sz w:val="20"/>
          <w:szCs w:val="20"/>
        </w:rPr>
        <w:t>Sakha Republic, Russia.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 for the </w:t>
      </w:r>
      <w:r w:rsidRPr="008F7357">
        <w:rPr>
          <w:b/>
          <w:bCs/>
          <w:sz w:val="20"/>
          <w:szCs w:val="20"/>
        </w:rPr>
        <w:t>town of</w:t>
      </w:r>
      <w:r w:rsidRPr="008F7357">
        <w:rPr>
          <w:sz w:val="20"/>
          <w:szCs w:val="20"/>
        </w:rPr>
        <w:t xml:space="preserve"> </w:t>
      </w:r>
      <w:r w:rsidRPr="008F7357">
        <w:rPr>
          <w:b/>
          <w:bCs/>
          <w:sz w:val="20"/>
          <w:szCs w:val="20"/>
        </w:rPr>
        <w:t xml:space="preserve">Fargo, </w:t>
      </w:r>
      <w:r w:rsidRPr="008F7357">
        <w:rPr>
          <w:sz w:val="20"/>
          <w:szCs w:val="20"/>
        </w:rPr>
        <w:t>in</w:t>
      </w:r>
      <w:r w:rsidRPr="008F7357">
        <w:rPr>
          <w:b/>
          <w:bCs/>
          <w:sz w:val="20"/>
          <w:szCs w:val="20"/>
        </w:rPr>
        <w:t xml:space="preserve"> </w:t>
      </w:r>
      <w:r w:rsidRPr="008F7357">
        <w:rPr>
          <w:sz w:val="20"/>
          <w:szCs w:val="20"/>
        </w:rPr>
        <w:t>North Dakota, USA.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Codes of the form xx.xxx for the town of </w:t>
      </w:r>
      <w:r w:rsidRPr="008F7357">
        <w:rPr>
          <w:b/>
          <w:bCs/>
          <w:sz w:val="20"/>
          <w:szCs w:val="20"/>
        </w:rPr>
        <w:t xml:space="preserve">Toronto </w:t>
      </w:r>
      <w:r w:rsidRPr="008F7357">
        <w:rPr>
          <w:sz w:val="20"/>
          <w:szCs w:val="20"/>
        </w:rPr>
        <w:t>in Canada.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The </w:t>
      </w:r>
      <w:r w:rsidRPr="008F7357">
        <w:rPr>
          <w:i/>
          <w:iCs/>
          <w:sz w:val="20"/>
          <w:szCs w:val="20"/>
        </w:rPr>
        <w:t>optional</w:t>
      </w:r>
      <w:r w:rsidRPr="008F7357">
        <w:rPr>
          <w:sz w:val="20"/>
          <w:szCs w:val="20"/>
        </w:rPr>
        <w:t xml:space="preserve"> 7-letter code range 6xx.xxxx for </w:t>
      </w:r>
      <w:r w:rsidRPr="008F7357">
        <w:rPr>
          <w:b/>
          <w:bCs/>
          <w:sz w:val="20"/>
          <w:szCs w:val="20"/>
        </w:rPr>
        <w:t>Andaman and Nicobar</w:t>
      </w:r>
      <w:r w:rsidRPr="008F7357">
        <w:rPr>
          <w:sz w:val="20"/>
          <w:szCs w:val="20"/>
        </w:rPr>
        <w:t>, India (a state fully covered by 6-character mapcodes).</w:t>
      </w:r>
    </w:p>
    <w:p w:rsidR="00191A98" w:rsidRPr="008F7357" w:rsidRDefault="00191A98" w:rsidP="00841A2C">
      <w:pPr>
        <w:numPr>
          <w:ilvl w:val="1"/>
          <w:numId w:val="7"/>
        </w:numPr>
        <w:tabs>
          <w:tab w:val="clear" w:pos="1440"/>
          <w:tab w:val="num" w:pos="720"/>
        </w:tabs>
        <w:ind w:left="720" w:hanging="720"/>
        <w:rPr>
          <w:sz w:val="20"/>
          <w:szCs w:val="20"/>
        </w:rPr>
      </w:pPr>
      <w:r w:rsidRPr="008F7357">
        <w:rPr>
          <w:sz w:val="20"/>
          <w:szCs w:val="20"/>
        </w:rPr>
        <w:t xml:space="preserve">7-letter codes for </w:t>
      </w:r>
      <w:r w:rsidRPr="008F7357">
        <w:rPr>
          <w:b/>
          <w:bCs/>
          <w:sz w:val="20"/>
          <w:szCs w:val="20"/>
        </w:rPr>
        <w:t xml:space="preserve">Sudan </w:t>
      </w:r>
      <w:r w:rsidRPr="008F7357">
        <w:rPr>
          <w:sz w:val="20"/>
          <w:szCs w:val="20"/>
        </w:rPr>
        <w:t>and</w:t>
      </w:r>
      <w:r w:rsidRPr="008F7357">
        <w:rPr>
          <w:b/>
          <w:bCs/>
          <w:sz w:val="20"/>
          <w:szCs w:val="20"/>
        </w:rPr>
        <w:t xml:space="preserve"> South Sudan</w:t>
      </w:r>
      <w:r w:rsidRPr="008F7357">
        <w:rPr>
          <w:sz w:val="20"/>
          <w:szCs w:val="20"/>
        </w:rPr>
        <w:t>, which are now contiguous (both countries were furthermore given optional 8-character codes).</w:t>
      </w:r>
    </w:p>
    <w:p w:rsidR="00191A98" w:rsidRPr="008F7357" w:rsidRDefault="00191A98" w:rsidP="002E4E10">
      <w:pPr>
        <w:tabs>
          <w:tab w:val="num" w:pos="1440"/>
        </w:tabs>
        <w:ind w:left="720"/>
        <w:rPr>
          <w:sz w:val="20"/>
          <w:szCs w:val="20"/>
        </w:rPr>
      </w:pPr>
      <w:r w:rsidRPr="008F7357">
        <w:rPr>
          <w:sz w:val="20"/>
          <w:szCs w:val="20"/>
        </w:rPr>
        <w:t>and also on the following island territories:</w:t>
      </w:r>
    </w:p>
    <w:p w:rsidR="00191A98" w:rsidRPr="008F7357" w:rsidRDefault="00191A98" w:rsidP="002E4E10">
      <w:pPr>
        <w:tabs>
          <w:tab w:val="num" w:pos="1440"/>
        </w:tabs>
        <w:rPr>
          <w:sz w:val="20"/>
          <w:szCs w:val="20"/>
        </w:rPr>
      </w:pP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the 5-letter codes for </w:t>
      </w:r>
      <w:r w:rsidRPr="008F7357">
        <w:rPr>
          <w:b/>
          <w:bCs/>
          <w:sz w:val="20"/>
          <w:szCs w:val="20"/>
        </w:rPr>
        <w:t xml:space="preserve">Reunion Island (REU) </w:t>
      </w:r>
      <w:r w:rsidRPr="008F7357">
        <w:rPr>
          <w:sz w:val="20"/>
          <w:szCs w:val="20"/>
        </w:rPr>
        <w:t>and</w:t>
      </w:r>
      <w:r w:rsidRPr="008F7357">
        <w:rPr>
          <w:b/>
          <w:bCs/>
          <w:sz w:val="20"/>
          <w:szCs w:val="20"/>
        </w:rPr>
        <w:t xml:space="preserve"> </w:t>
      </w:r>
      <w:r w:rsidRPr="008F7357">
        <w:rPr>
          <w:sz w:val="20"/>
          <w:szCs w:val="20"/>
        </w:rPr>
        <w:t>added optional codes of the form xxx.xxx.</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Replaced optional</w:t>
      </w:r>
      <w:r w:rsidRPr="008F7357">
        <w:rPr>
          <w:i/>
          <w:iCs/>
          <w:sz w:val="20"/>
          <w:szCs w:val="20"/>
        </w:rPr>
        <w:t xml:space="preserve"> </w:t>
      </w:r>
      <w:r w:rsidRPr="008F7357">
        <w:rPr>
          <w:sz w:val="20"/>
          <w:szCs w:val="20"/>
        </w:rPr>
        <w:t xml:space="preserve">codes of the form xxxx.xxx for </w:t>
      </w:r>
      <w:r w:rsidRPr="008F7357">
        <w:rPr>
          <w:b/>
          <w:bCs/>
          <w:sz w:val="20"/>
          <w:szCs w:val="20"/>
        </w:rPr>
        <w:t>Saint Helena, Ascension and Tristan da Cunha</w:t>
      </w:r>
      <w:r w:rsidRPr="008F7357">
        <w:rPr>
          <w:sz w:val="20"/>
          <w:szCs w:val="20"/>
        </w:rPr>
        <w:t xml:space="preserve"> (SHN) by optional codes of the form xxxx.xxxx (note: all land area is covered by shorter codes); Added code range K0.000-PZ.ZZZ to cover </w:t>
      </w:r>
      <w:r w:rsidRPr="008F7357">
        <w:rPr>
          <w:b/>
          <w:bCs/>
          <w:sz w:val="20"/>
          <w:szCs w:val="20"/>
        </w:rPr>
        <w:t>Cough Island</w:t>
      </w:r>
      <w:r w:rsidRPr="008F7357">
        <w:rPr>
          <w:sz w:val="20"/>
          <w:szCs w:val="20"/>
        </w:rPr>
        <w:t>.</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codes of the form </w:t>
      </w:r>
      <w:r w:rsidRPr="008F7357">
        <w:rPr>
          <w:b/>
          <w:bCs/>
          <w:sz w:val="20"/>
          <w:szCs w:val="20"/>
        </w:rPr>
        <w:t>xxx.xxx</w:t>
      </w:r>
      <w:r w:rsidRPr="008F7357">
        <w:rPr>
          <w:sz w:val="20"/>
          <w:szCs w:val="20"/>
        </w:rPr>
        <w:t xml:space="preserve"> for the </w:t>
      </w:r>
      <w:r w:rsidRPr="008F7357">
        <w:rPr>
          <w:b/>
          <w:bCs/>
          <w:sz w:val="20"/>
          <w:szCs w:val="20"/>
        </w:rPr>
        <w:t>Maldives (MDV)</w:t>
      </w:r>
      <w:r w:rsidRPr="008F7357">
        <w:rPr>
          <w:sz w:val="20"/>
          <w:szCs w:val="20"/>
        </w:rPr>
        <w:t xml:space="preserve">; added </w:t>
      </w:r>
      <w:r w:rsidRPr="008F7357">
        <w:rPr>
          <w:i/>
          <w:iCs/>
          <w:sz w:val="20"/>
          <w:szCs w:val="20"/>
        </w:rPr>
        <w:t>optional</w:t>
      </w:r>
      <w:r w:rsidRPr="008F7357">
        <w:rPr>
          <w:sz w:val="20"/>
          <w:szCs w:val="20"/>
        </w:rPr>
        <w:t xml:space="preserve"> 7-letter codes.</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codes of the form </w:t>
      </w:r>
      <w:r w:rsidRPr="008F7357">
        <w:rPr>
          <w:b/>
          <w:bCs/>
          <w:sz w:val="20"/>
          <w:szCs w:val="20"/>
        </w:rPr>
        <w:t>xx.xxx</w:t>
      </w:r>
      <w:r w:rsidRPr="008F7357">
        <w:rPr>
          <w:sz w:val="20"/>
          <w:szCs w:val="20"/>
        </w:rPr>
        <w:t xml:space="preserve"> codes for </w:t>
      </w:r>
      <w:r w:rsidRPr="008F7357">
        <w:rPr>
          <w:b/>
          <w:bCs/>
          <w:sz w:val="20"/>
          <w:szCs w:val="20"/>
        </w:rPr>
        <w:t xml:space="preserve">Saint Vincent and the Grenadines (VCT); </w:t>
      </w:r>
      <w:r w:rsidRPr="008F7357">
        <w:rPr>
          <w:sz w:val="20"/>
          <w:szCs w:val="20"/>
        </w:rPr>
        <w:t xml:space="preserve">added </w:t>
      </w:r>
      <w:r w:rsidRPr="008F7357">
        <w:rPr>
          <w:i/>
          <w:iCs/>
          <w:sz w:val="20"/>
          <w:szCs w:val="20"/>
        </w:rPr>
        <w:t>optional</w:t>
      </w:r>
      <w:r w:rsidRPr="008F7357">
        <w:rPr>
          <w:sz w:val="20"/>
          <w:szCs w:val="20"/>
        </w:rPr>
        <w:t xml:space="preserve"> 6-letter codes.</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the mapcodes for the </w:t>
      </w:r>
      <w:r w:rsidRPr="008F7357">
        <w:rPr>
          <w:b/>
          <w:bCs/>
          <w:sz w:val="20"/>
          <w:szCs w:val="20"/>
        </w:rPr>
        <w:t>islands of Kiribati (KIR).</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codes of the form </w:t>
      </w:r>
      <w:r w:rsidRPr="008F7357">
        <w:rPr>
          <w:b/>
          <w:bCs/>
          <w:sz w:val="20"/>
          <w:szCs w:val="20"/>
        </w:rPr>
        <w:t>xxxx.xx</w:t>
      </w:r>
      <w:r w:rsidRPr="008F7357">
        <w:rPr>
          <w:sz w:val="20"/>
          <w:szCs w:val="20"/>
        </w:rPr>
        <w:t xml:space="preserve"> for the </w:t>
      </w:r>
      <w:r w:rsidRPr="008F7357">
        <w:rPr>
          <w:b/>
          <w:bCs/>
          <w:sz w:val="20"/>
          <w:szCs w:val="20"/>
        </w:rPr>
        <w:t xml:space="preserve">South China Sea islands </w:t>
      </w:r>
      <w:r w:rsidRPr="008F7357">
        <w:rPr>
          <w:sz w:val="20"/>
          <w:szCs w:val="20"/>
        </w:rPr>
        <w:t>of the</w:t>
      </w:r>
      <w:r w:rsidRPr="008F7357">
        <w:rPr>
          <w:b/>
          <w:bCs/>
          <w:sz w:val="20"/>
          <w:szCs w:val="20"/>
        </w:rPr>
        <w:t xml:space="preserve"> Hainan province (CN-HI).</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codes of the form </w:t>
      </w:r>
      <w:r w:rsidRPr="008F7357">
        <w:rPr>
          <w:b/>
          <w:bCs/>
          <w:sz w:val="20"/>
          <w:szCs w:val="20"/>
        </w:rPr>
        <w:t>xx.xxx</w:t>
      </w:r>
      <w:r w:rsidRPr="008F7357">
        <w:rPr>
          <w:sz w:val="20"/>
          <w:szCs w:val="20"/>
        </w:rPr>
        <w:t xml:space="preserve"> for the </w:t>
      </w:r>
      <w:r w:rsidRPr="008F7357">
        <w:rPr>
          <w:b/>
          <w:bCs/>
          <w:sz w:val="20"/>
          <w:szCs w:val="20"/>
        </w:rPr>
        <w:t xml:space="preserve">o’Ahu island </w:t>
      </w:r>
      <w:r w:rsidRPr="008F7357">
        <w:rPr>
          <w:sz w:val="20"/>
          <w:szCs w:val="20"/>
        </w:rPr>
        <w:t>of Hawaii (US-HI).</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Changed codes of the form </w:t>
      </w:r>
      <w:r w:rsidRPr="008F7357">
        <w:rPr>
          <w:b/>
          <w:bCs/>
          <w:sz w:val="20"/>
          <w:szCs w:val="20"/>
        </w:rPr>
        <w:t>xx.xxx</w:t>
      </w:r>
      <w:r w:rsidRPr="008F7357">
        <w:rPr>
          <w:sz w:val="20"/>
          <w:szCs w:val="20"/>
        </w:rPr>
        <w:t xml:space="preserve"> for the </w:t>
      </w:r>
      <w:r w:rsidRPr="008F7357">
        <w:rPr>
          <w:b/>
          <w:bCs/>
          <w:sz w:val="20"/>
          <w:szCs w:val="20"/>
        </w:rPr>
        <w:t>British Virgin Islands (VGB).</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Improved 4-letter codes for </w:t>
      </w:r>
      <w:r w:rsidRPr="008F7357">
        <w:rPr>
          <w:b/>
          <w:bCs/>
          <w:sz w:val="20"/>
          <w:szCs w:val="20"/>
        </w:rPr>
        <w:t>Wallis and Futuna</w:t>
      </w:r>
      <w:r w:rsidRPr="008F7357">
        <w:rPr>
          <w:sz w:val="20"/>
          <w:szCs w:val="20"/>
        </w:rPr>
        <w:t xml:space="preserve"> (WLF) to cover almost all of Wallis.</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Adjusted 5-letter codes for </w:t>
      </w:r>
      <w:r w:rsidRPr="008F7357">
        <w:rPr>
          <w:b/>
          <w:bCs/>
          <w:sz w:val="20"/>
          <w:szCs w:val="20"/>
        </w:rPr>
        <w:t>Turks and Caicos Islands</w:t>
      </w:r>
      <w:r w:rsidRPr="008F7357">
        <w:rPr>
          <w:sz w:val="20"/>
          <w:szCs w:val="20"/>
        </w:rPr>
        <w:t xml:space="preserve"> (TCA) to include all land area.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Adjusted 5-letter codes for </w:t>
      </w:r>
      <w:r w:rsidRPr="008F7357">
        <w:rPr>
          <w:b/>
          <w:bCs/>
          <w:sz w:val="20"/>
          <w:szCs w:val="20"/>
        </w:rPr>
        <w:t>Comoros</w:t>
      </w:r>
      <w:r w:rsidRPr="008F7357">
        <w:rPr>
          <w:sz w:val="20"/>
          <w:szCs w:val="20"/>
        </w:rPr>
        <w:t xml:space="preserve"> (COM) to include all land area.</w:t>
      </w:r>
    </w:p>
    <w:p w:rsidR="00191A98" w:rsidRPr="008F7357" w:rsidRDefault="00191A98" w:rsidP="002E4E10">
      <w:pPr>
        <w:numPr>
          <w:ilvl w:val="1"/>
          <w:numId w:val="7"/>
        </w:numPr>
        <w:tabs>
          <w:tab w:val="clear" w:pos="1440"/>
          <w:tab w:val="num" w:pos="720"/>
        </w:tabs>
        <w:ind w:left="720" w:hanging="720"/>
        <w:rPr>
          <w:sz w:val="20"/>
          <w:szCs w:val="20"/>
        </w:rPr>
      </w:pPr>
      <w:r w:rsidRPr="008F7357">
        <w:rPr>
          <w:sz w:val="20"/>
          <w:szCs w:val="20"/>
        </w:rPr>
        <w:t xml:space="preserve">Adjusted 6-letter codes for </w:t>
      </w:r>
      <w:r w:rsidRPr="008F7357">
        <w:rPr>
          <w:b/>
          <w:bCs/>
          <w:sz w:val="20"/>
          <w:szCs w:val="20"/>
        </w:rPr>
        <w:t>Solomon Islands</w:t>
      </w:r>
      <w:r w:rsidRPr="008F7357">
        <w:rPr>
          <w:sz w:val="20"/>
          <w:szCs w:val="20"/>
        </w:rPr>
        <w:t xml:space="preserve"> (SLB) to include all land area.</w:t>
      </w:r>
      <w:r w:rsidRPr="008F7357">
        <w:rPr>
          <w:sz w:val="20"/>
          <w:szCs w:val="20"/>
        </w:rPr>
        <w:br/>
      </w:r>
    </w:p>
    <w:p w:rsidR="00191A98" w:rsidRPr="008F7357" w:rsidRDefault="00191A98" w:rsidP="00F5049E">
      <w:pPr>
        <w:tabs>
          <w:tab w:val="num" w:pos="2160"/>
        </w:tabs>
        <w:rPr>
          <w:rStyle w:val="Strong"/>
          <w:bCs/>
          <w:sz w:val="20"/>
          <w:szCs w:val="20"/>
        </w:rPr>
      </w:pPr>
      <w:r w:rsidRPr="008F7357">
        <w:rPr>
          <w:rStyle w:val="Strong"/>
          <w:bCs/>
          <w:sz w:val="20"/>
          <w:szCs w:val="20"/>
        </w:rPr>
        <w:t>2) Missing islands, atolls and rocks (extra code ranges only)</w:t>
      </w:r>
    </w:p>
    <w:p w:rsidR="00191A98" w:rsidRPr="008F7357" w:rsidRDefault="00191A98" w:rsidP="002E4E10">
      <w:pPr>
        <w:tabs>
          <w:tab w:val="num" w:pos="2160"/>
        </w:tabs>
        <w:rPr>
          <w:b/>
          <w:bCs/>
          <w:sz w:val="20"/>
          <w:szCs w:val="20"/>
        </w:rPr>
      </w:pPr>
      <w:r w:rsidRPr="008F7357">
        <w:rPr>
          <w:sz w:val="20"/>
          <w:szCs w:val="20"/>
        </w:rPr>
        <w:t xml:space="preserve">Code ranges were added to cover islands, atolls and rocks that were missing from the borders of certain island nations. All codes from old mapcode systems are correctly recognized, but the </w:t>
      </w:r>
      <w:r w:rsidRPr="008F7357">
        <w:rPr>
          <w:i/>
          <w:iCs/>
          <w:sz w:val="20"/>
          <w:szCs w:val="20"/>
        </w:rPr>
        <w:t>new</w:t>
      </w:r>
      <w:r w:rsidRPr="008F7357">
        <w:rPr>
          <w:sz w:val="20"/>
          <w:szCs w:val="20"/>
        </w:rPr>
        <w:t xml:space="preserve"> code ranges are not recognized by by old mapcode systems.</w:t>
      </w:r>
      <w:r w:rsidRPr="008F7357">
        <w:rPr>
          <w:b/>
          <w:bCs/>
          <w:sz w:val="20"/>
          <w:szCs w:val="20"/>
        </w:rPr>
        <w:tab/>
      </w:r>
    </w:p>
    <w:p w:rsidR="00191A98" w:rsidRPr="008F7357" w:rsidRDefault="00191A98" w:rsidP="00F5049E">
      <w:pPr>
        <w:numPr>
          <w:ilvl w:val="0"/>
          <w:numId w:val="8"/>
        </w:numPr>
        <w:ind w:hanging="720"/>
        <w:rPr>
          <w:sz w:val="20"/>
          <w:szCs w:val="20"/>
        </w:rPr>
      </w:pPr>
      <w:r w:rsidRPr="008F7357">
        <w:rPr>
          <w:sz w:val="20"/>
          <w:szCs w:val="20"/>
        </w:rPr>
        <w:t xml:space="preserve">ASM (American Samoa) – Code range H0.000-L6.ZPC added for </w:t>
      </w:r>
      <w:r w:rsidRPr="008F7357">
        <w:rPr>
          <w:b/>
          <w:bCs/>
          <w:sz w:val="20"/>
          <w:szCs w:val="20"/>
        </w:rPr>
        <w:t>Rose Atoll</w:t>
      </w:r>
      <w:r w:rsidRPr="008F7357">
        <w:rPr>
          <w:sz w:val="20"/>
          <w:szCs w:val="20"/>
        </w:rPr>
        <w:t>; Optional codes of the form xxxx.xxx added to cover all land area.</w:t>
      </w:r>
    </w:p>
    <w:p w:rsidR="00191A98" w:rsidRPr="008F7357" w:rsidRDefault="00191A98" w:rsidP="00F5049E">
      <w:pPr>
        <w:numPr>
          <w:ilvl w:val="0"/>
          <w:numId w:val="8"/>
        </w:numPr>
        <w:ind w:hanging="720"/>
        <w:rPr>
          <w:sz w:val="20"/>
          <w:szCs w:val="20"/>
        </w:rPr>
      </w:pPr>
      <w:r w:rsidRPr="008F7357">
        <w:rPr>
          <w:sz w:val="20"/>
          <w:szCs w:val="20"/>
        </w:rPr>
        <w:t xml:space="preserve">VIR (US Virgin Islands) - Codes of the form xxx.xx added to include </w:t>
      </w:r>
      <w:r w:rsidRPr="008F7357">
        <w:rPr>
          <w:b/>
          <w:bCs/>
          <w:sz w:val="20"/>
          <w:szCs w:val="20"/>
        </w:rPr>
        <w:t>Savana and French Cap Cay.</w:t>
      </w:r>
    </w:p>
    <w:p w:rsidR="00191A98" w:rsidRPr="008F7357" w:rsidRDefault="00191A98" w:rsidP="00F5049E">
      <w:pPr>
        <w:numPr>
          <w:ilvl w:val="0"/>
          <w:numId w:val="8"/>
        </w:numPr>
        <w:ind w:hanging="720"/>
        <w:rPr>
          <w:sz w:val="20"/>
          <w:szCs w:val="20"/>
        </w:rPr>
      </w:pPr>
      <w:r w:rsidRPr="008F7357">
        <w:rPr>
          <w:sz w:val="20"/>
          <w:szCs w:val="20"/>
        </w:rPr>
        <w:t xml:space="preserve">FSM (Deferated States of Micronesia) – codes of the form xxx.xxxx added to include the </w:t>
      </w:r>
      <w:r w:rsidRPr="008F7357">
        <w:rPr>
          <w:b/>
          <w:bCs/>
          <w:sz w:val="20"/>
          <w:szCs w:val="20"/>
        </w:rPr>
        <w:t>Nukuoro and Tokodakaaka Atolls.</w:t>
      </w:r>
    </w:p>
    <w:p w:rsidR="00191A98" w:rsidRPr="008F7357" w:rsidRDefault="00191A98" w:rsidP="00F5049E">
      <w:pPr>
        <w:numPr>
          <w:ilvl w:val="0"/>
          <w:numId w:val="8"/>
        </w:numPr>
        <w:ind w:hanging="720"/>
        <w:rPr>
          <w:b/>
          <w:bCs/>
          <w:sz w:val="20"/>
          <w:szCs w:val="20"/>
        </w:rPr>
      </w:pPr>
      <w:r w:rsidRPr="008F7357">
        <w:rPr>
          <w:sz w:val="20"/>
          <w:szCs w:val="20"/>
        </w:rPr>
        <w:t xml:space="preserve">MUS (Mauritius) – code range  X00.000-XZZ.ZZZ added to cover some </w:t>
      </w:r>
      <w:r w:rsidRPr="008F7357">
        <w:rPr>
          <w:b/>
          <w:bCs/>
          <w:sz w:val="20"/>
          <w:szCs w:val="20"/>
        </w:rPr>
        <w:t>atolls north of Cargados Carajos.</w:t>
      </w:r>
    </w:p>
    <w:p w:rsidR="00191A98" w:rsidRPr="008F7357" w:rsidRDefault="00191A98" w:rsidP="00F5049E">
      <w:pPr>
        <w:numPr>
          <w:ilvl w:val="0"/>
          <w:numId w:val="8"/>
        </w:numPr>
        <w:ind w:hanging="720"/>
        <w:rPr>
          <w:sz w:val="20"/>
          <w:szCs w:val="20"/>
        </w:rPr>
      </w:pPr>
      <w:r w:rsidRPr="008F7357">
        <w:rPr>
          <w:sz w:val="20"/>
          <w:szCs w:val="20"/>
        </w:rPr>
        <w:t xml:space="preserve">SGS (South Georgia and the South Sandwich Islands) – code range P000.00-RZZZ.ZZ added to cover </w:t>
      </w:r>
      <w:r w:rsidRPr="008F7357">
        <w:rPr>
          <w:b/>
          <w:bCs/>
          <w:sz w:val="20"/>
          <w:szCs w:val="20"/>
        </w:rPr>
        <w:t>Black Rock.</w:t>
      </w:r>
    </w:p>
    <w:p w:rsidR="00191A98" w:rsidRPr="008F7357" w:rsidRDefault="00191A98" w:rsidP="00F5049E">
      <w:pPr>
        <w:numPr>
          <w:ilvl w:val="0"/>
          <w:numId w:val="8"/>
        </w:numPr>
        <w:ind w:hanging="720"/>
        <w:rPr>
          <w:sz w:val="20"/>
          <w:szCs w:val="20"/>
        </w:rPr>
      </w:pPr>
      <w:r w:rsidRPr="008F7357">
        <w:rPr>
          <w:sz w:val="20"/>
          <w:szCs w:val="20"/>
        </w:rPr>
        <w:t xml:space="preserve">TWN (Taiwan) – added code range Y00.000-YZZ.ZZZ to cover </w:t>
      </w:r>
      <w:r w:rsidRPr="008F7357">
        <w:rPr>
          <w:b/>
          <w:bCs/>
          <w:sz w:val="20"/>
          <w:szCs w:val="20"/>
        </w:rPr>
        <w:t>Agincourt, Pinnacle, and Craig islands.</w:t>
      </w:r>
    </w:p>
    <w:p w:rsidR="00191A98" w:rsidRPr="008F7357" w:rsidRDefault="00191A98" w:rsidP="00F5049E">
      <w:pPr>
        <w:numPr>
          <w:ilvl w:val="0"/>
          <w:numId w:val="8"/>
        </w:numPr>
        <w:ind w:hanging="720"/>
        <w:rPr>
          <w:sz w:val="20"/>
          <w:szCs w:val="20"/>
        </w:rPr>
      </w:pPr>
      <w:r w:rsidRPr="008F7357">
        <w:rPr>
          <w:sz w:val="20"/>
          <w:szCs w:val="20"/>
        </w:rPr>
        <w:t xml:space="preserve">EST (Estonia) – added code range X00.000-XZZ.ZZZ to cover </w:t>
      </w:r>
      <w:r w:rsidRPr="008F7357">
        <w:rPr>
          <w:b/>
          <w:bCs/>
          <w:sz w:val="20"/>
          <w:szCs w:val="20"/>
        </w:rPr>
        <w:t>Vaindloo island.</w:t>
      </w:r>
    </w:p>
    <w:p w:rsidR="00191A98" w:rsidRPr="008F7357" w:rsidRDefault="00191A98" w:rsidP="00F5049E">
      <w:pPr>
        <w:numPr>
          <w:ilvl w:val="0"/>
          <w:numId w:val="8"/>
        </w:numPr>
        <w:ind w:hanging="720"/>
        <w:rPr>
          <w:sz w:val="20"/>
          <w:szCs w:val="20"/>
        </w:rPr>
      </w:pPr>
      <w:r w:rsidRPr="008F7357">
        <w:rPr>
          <w:sz w:val="20"/>
          <w:szCs w:val="20"/>
        </w:rPr>
        <w:t xml:space="preserve">GUF (French Guiana) – added code range B000.00-CZZZ.ZZ to include </w:t>
      </w:r>
      <w:r w:rsidRPr="008F7357">
        <w:rPr>
          <w:b/>
          <w:bCs/>
          <w:sz w:val="20"/>
          <w:szCs w:val="20"/>
        </w:rPr>
        <w:t>Isle du Grand Connetable and Ile du Diable.</w:t>
      </w:r>
    </w:p>
    <w:p w:rsidR="00191A98" w:rsidRPr="008F7357" w:rsidRDefault="00191A98" w:rsidP="00F5049E">
      <w:pPr>
        <w:numPr>
          <w:ilvl w:val="0"/>
          <w:numId w:val="8"/>
        </w:numPr>
        <w:ind w:hanging="720"/>
        <w:rPr>
          <w:sz w:val="20"/>
          <w:szCs w:val="20"/>
        </w:rPr>
      </w:pPr>
      <w:r w:rsidRPr="008F7357">
        <w:rPr>
          <w:sz w:val="20"/>
          <w:szCs w:val="20"/>
        </w:rPr>
        <w:t xml:space="preserve">PRT (Portugal) – added code ranges S000.00-SZZZ.ZZ and N000.000-NZZZ.ZZZ to cover some </w:t>
      </w:r>
      <w:r w:rsidRPr="008F7357">
        <w:rPr>
          <w:b/>
          <w:bCs/>
          <w:sz w:val="20"/>
          <w:szCs w:val="20"/>
        </w:rPr>
        <w:t>islands far south of Madeira.</w:t>
      </w:r>
    </w:p>
    <w:p w:rsidR="00191A98" w:rsidRPr="008F7357" w:rsidRDefault="00191A98" w:rsidP="00F5049E">
      <w:pPr>
        <w:numPr>
          <w:ilvl w:val="0"/>
          <w:numId w:val="8"/>
        </w:numPr>
        <w:ind w:hanging="720"/>
        <w:rPr>
          <w:b/>
          <w:bCs/>
          <w:sz w:val="20"/>
          <w:szCs w:val="20"/>
        </w:rPr>
      </w:pPr>
      <w:r w:rsidRPr="008F7357">
        <w:rPr>
          <w:sz w:val="20"/>
          <w:szCs w:val="20"/>
        </w:rPr>
        <w:t xml:space="preserve">KOR (South koreea) – added code range Z000.00-ZZZZ.ZZ to include the </w:t>
      </w:r>
      <w:r w:rsidRPr="008F7357">
        <w:rPr>
          <w:b/>
          <w:bCs/>
          <w:sz w:val="20"/>
          <w:szCs w:val="20"/>
        </w:rPr>
        <w:t>Dongdo-ri islands.</w:t>
      </w:r>
    </w:p>
    <w:p w:rsidR="00191A98" w:rsidRPr="008F7357" w:rsidRDefault="00191A98" w:rsidP="00F5049E">
      <w:pPr>
        <w:numPr>
          <w:ilvl w:val="0"/>
          <w:numId w:val="8"/>
        </w:numPr>
        <w:ind w:hanging="720"/>
        <w:rPr>
          <w:sz w:val="20"/>
          <w:szCs w:val="20"/>
        </w:rPr>
      </w:pPr>
      <w:r w:rsidRPr="008F7357">
        <w:rPr>
          <w:sz w:val="20"/>
          <w:szCs w:val="20"/>
        </w:rPr>
        <w:t xml:space="preserve">NZL (New Zealand) – added </w:t>
      </w:r>
      <w:r w:rsidRPr="008F7357">
        <w:rPr>
          <w:i/>
          <w:iCs/>
          <w:sz w:val="20"/>
          <w:szCs w:val="20"/>
        </w:rPr>
        <w:t>optional</w:t>
      </w:r>
      <w:r w:rsidRPr="008F7357">
        <w:rPr>
          <w:sz w:val="20"/>
          <w:szCs w:val="20"/>
        </w:rPr>
        <w:t xml:space="preserve"> code range L000.001-MZZZ.ZZZ to provide 7-letter optional equivalents for all 6 letter mapcodes.</w:t>
      </w:r>
    </w:p>
    <w:p w:rsidR="00191A98" w:rsidRPr="008F7357" w:rsidRDefault="00191A98" w:rsidP="00F5049E">
      <w:pPr>
        <w:numPr>
          <w:ilvl w:val="0"/>
          <w:numId w:val="8"/>
        </w:numPr>
        <w:ind w:hanging="720"/>
        <w:rPr>
          <w:sz w:val="20"/>
          <w:szCs w:val="20"/>
        </w:rPr>
      </w:pPr>
      <w:r w:rsidRPr="008F7357">
        <w:rPr>
          <w:sz w:val="20"/>
          <w:szCs w:val="20"/>
        </w:rPr>
        <w:t xml:space="preserve">JPN (Japan) - added range V000.001-WZZZ.ZZZ to cover the </w:t>
      </w:r>
      <w:r w:rsidRPr="008F7357">
        <w:rPr>
          <w:b/>
          <w:bCs/>
          <w:sz w:val="20"/>
          <w:szCs w:val="20"/>
        </w:rPr>
        <w:t>Liancourt Rocks, Oshima Island and Aramiko Island.</w:t>
      </w:r>
    </w:p>
    <w:p w:rsidR="00191A98" w:rsidRPr="008F7357" w:rsidRDefault="00191A98" w:rsidP="00F5049E">
      <w:pPr>
        <w:numPr>
          <w:ilvl w:val="0"/>
          <w:numId w:val="8"/>
        </w:numPr>
        <w:ind w:hanging="720"/>
        <w:rPr>
          <w:sz w:val="20"/>
          <w:szCs w:val="20"/>
        </w:rPr>
      </w:pPr>
      <w:r w:rsidRPr="008F7357">
        <w:rPr>
          <w:sz w:val="20"/>
          <w:szCs w:val="20"/>
        </w:rPr>
        <w:t xml:space="preserve">ALA (Aaland Islands) – optional borders extended to cover </w:t>
      </w:r>
      <w:r w:rsidRPr="008F7357">
        <w:rPr>
          <w:b/>
          <w:bCs/>
          <w:sz w:val="20"/>
          <w:szCs w:val="20"/>
        </w:rPr>
        <w:t>Lökharu island.</w:t>
      </w:r>
    </w:p>
    <w:p w:rsidR="00191A98" w:rsidRPr="008F7357" w:rsidRDefault="00191A98" w:rsidP="00F5049E">
      <w:pPr>
        <w:numPr>
          <w:ilvl w:val="0"/>
          <w:numId w:val="8"/>
        </w:numPr>
        <w:ind w:hanging="720"/>
        <w:rPr>
          <w:sz w:val="20"/>
          <w:szCs w:val="20"/>
        </w:rPr>
      </w:pPr>
      <w:r w:rsidRPr="008F7357">
        <w:rPr>
          <w:sz w:val="20"/>
          <w:szCs w:val="20"/>
        </w:rPr>
        <w:t xml:space="preserve">MDG (Madagascar) – added code range S000.01-SZZZ.ZZ to cover the </w:t>
      </w:r>
      <w:r w:rsidRPr="008F7357">
        <w:rPr>
          <w:b/>
          <w:bCs/>
          <w:sz w:val="20"/>
          <w:szCs w:val="20"/>
        </w:rPr>
        <w:t>western sand banks</w:t>
      </w:r>
      <w:r w:rsidRPr="008F7357">
        <w:rPr>
          <w:sz w:val="20"/>
          <w:szCs w:val="20"/>
        </w:rPr>
        <w:t xml:space="preserve">; Optional 8-character codes added to cover </w:t>
      </w:r>
      <w:r w:rsidRPr="008F7357">
        <w:rPr>
          <w:b/>
          <w:bCs/>
          <w:sz w:val="20"/>
          <w:szCs w:val="20"/>
        </w:rPr>
        <w:t>coastal waters.</w:t>
      </w:r>
    </w:p>
    <w:p w:rsidR="00191A98" w:rsidRPr="008F7357" w:rsidRDefault="00191A98" w:rsidP="00F5049E">
      <w:pPr>
        <w:numPr>
          <w:ilvl w:val="0"/>
          <w:numId w:val="8"/>
        </w:numPr>
        <w:ind w:hanging="720"/>
        <w:rPr>
          <w:sz w:val="20"/>
          <w:szCs w:val="20"/>
        </w:rPr>
      </w:pPr>
      <w:r w:rsidRPr="008F7357">
        <w:rPr>
          <w:sz w:val="20"/>
          <w:szCs w:val="20"/>
        </w:rPr>
        <w:t xml:space="preserve">ZAF (South Africa) – added code range M00.000Y-MZZ.ZZZZ to cover </w:t>
      </w:r>
      <w:r w:rsidRPr="008F7357">
        <w:rPr>
          <w:b/>
          <w:bCs/>
          <w:sz w:val="20"/>
          <w:szCs w:val="20"/>
        </w:rPr>
        <w:t>Marion Island and Prince Edward island.</w:t>
      </w:r>
    </w:p>
    <w:p w:rsidR="00191A98" w:rsidRPr="008F7357" w:rsidRDefault="00191A98" w:rsidP="00F5049E">
      <w:pPr>
        <w:numPr>
          <w:ilvl w:val="0"/>
          <w:numId w:val="8"/>
        </w:numPr>
        <w:ind w:hanging="720"/>
        <w:rPr>
          <w:b/>
          <w:bCs/>
          <w:sz w:val="20"/>
          <w:szCs w:val="20"/>
        </w:rPr>
      </w:pPr>
      <w:r w:rsidRPr="008F7357">
        <w:rPr>
          <w:sz w:val="20"/>
          <w:szCs w:val="20"/>
        </w:rPr>
        <w:t xml:space="preserve">Mexico – added code range 800.00A0 – 8ZZ.ZZZZ to include the </w:t>
      </w:r>
      <w:r w:rsidRPr="008F7357">
        <w:rPr>
          <w:b/>
          <w:bCs/>
          <w:sz w:val="20"/>
          <w:szCs w:val="20"/>
        </w:rPr>
        <w:t>Arrecife Alacranes islands.</w:t>
      </w:r>
    </w:p>
    <w:p w:rsidR="00191A98" w:rsidRPr="008F7357" w:rsidRDefault="00191A98" w:rsidP="002E4E10">
      <w:pPr>
        <w:tabs>
          <w:tab w:val="num" w:pos="2160"/>
        </w:tabs>
        <w:rPr>
          <w:b/>
          <w:bCs/>
          <w:sz w:val="20"/>
          <w:szCs w:val="20"/>
        </w:rPr>
      </w:pPr>
      <w:r w:rsidRPr="008F7357">
        <w:rPr>
          <w:sz w:val="20"/>
          <w:szCs w:val="20"/>
        </w:rPr>
        <w:t>3</w:t>
      </w:r>
      <w:r w:rsidRPr="008F7357">
        <w:rPr>
          <w:b/>
          <w:bCs/>
          <w:sz w:val="20"/>
          <w:szCs w:val="20"/>
        </w:rPr>
        <w:t>) Other improvements (extra code ranges only):</w:t>
      </w:r>
    </w:p>
    <w:p w:rsidR="00191A98" w:rsidRPr="008F7357" w:rsidRDefault="00191A98" w:rsidP="00F5049E">
      <w:pPr>
        <w:numPr>
          <w:ilvl w:val="0"/>
          <w:numId w:val="9"/>
        </w:numPr>
        <w:ind w:hanging="720"/>
        <w:rPr>
          <w:sz w:val="20"/>
          <w:szCs w:val="20"/>
        </w:rPr>
      </w:pPr>
      <w:r w:rsidRPr="008F7357">
        <w:rPr>
          <w:sz w:val="20"/>
          <w:szCs w:val="20"/>
        </w:rPr>
        <w:t>HUN (Hunagry) – added code range 70.00A0 - DZ.TCZK so that the whole south of the country has mapcodes of the same form (xx.xxxx); the mapcodes of the old forms are of course still available.</w:t>
      </w:r>
    </w:p>
    <w:p w:rsidR="00191A98" w:rsidRPr="008F7357" w:rsidRDefault="00191A98" w:rsidP="00F5049E">
      <w:pPr>
        <w:numPr>
          <w:ilvl w:val="0"/>
          <w:numId w:val="9"/>
        </w:numPr>
        <w:ind w:hanging="720"/>
        <w:rPr>
          <w:sz w:val="20"/>
          <w:szCs w:val="20"/>
        </w:rPr>
      </w:pPr>
      <w:r w:rsidRPr="008F7357">
        <w:rPr>
          <w:sz w:val="20"/>
          <w:szCs w:val="20"/>
        </w:rPr>
        <w:t>BGR (Bulgaria) – added code range L0.0000-MZ.ZZZZ so that</w:t>
      </w:r>
      <w:r w:rsidRPr="008F7357">
        <w:rPr>
          <w:i/>
          <w:iCs/>
          <w:sz w:val="20"/>
          <w:szCs w:val="20"/>
        </w:rPr>
        <w:t xml:space="preserve"> </w:t>
      </w:r>
      <w:r w:rsidRPr="008F7357">
        <w:rPr>
          <w:sz w:val="20"/>
          <w:szCs w:val="20"/>
        </w:rPr>
        <w:t>the whole south of the country has mapcodes of the same form (xx.xxxx); the mapcodes of the old forms are of course still available.</w:t>
      </w:r>
    </w:p>
    <w:p w:rsidR="00191A98" w:rsidRPr="008F7357" w:rsidRDefault="00191A98" w:rsidP="00F5049E">
      <w:pPr>
        <w:numPr>
          <w:ilvl w:val="0"/>
          <w:numId w:val="9"/>
        </w:numPr>
        <w:ind w:hanging="720"/>
        <w:rPr>
          <w:rFonts w:ascii="Courier New" w:hAnsi="Courier New" w:cs="Courier New"/>
          <w:sz w:val="20"/>
          <w:szCs w:val="20"/>
        </w:rPr>
      </w:pPr>
      <w:r w:rsidRPr="008F7357">
        <w:rPr>
          <w:sz w:val="20"/>
          <w:szCs w:val="20"/>
        </w:rPr>
        <w:t>BEN (Benin) - added code range V0.0000-ZZ.ZZZZ so that the whole</w:t>
      </w:r>
      <w:r w:rsidRPr="008F7357">
        <w:rPr>
          <w:i/>
          <w:iCs/>
          <w:sz w:val="20"/>
          <w:szCs w:val="20"/>
        </w:rPr>
        <w:t xml:space="preserve"> </w:t>
      </w:r>
      <w:r w:rsidRPr="008F7357">
        <w:rPr>
          <w:sz w:val="20"/>
          <w:szCs w:val="20"/>
        </w:rPr>
        <w:t>north of the country has mapcodes of the same form (xx.xxxx); the mapcodes of the old forms are of course still available.</w:t>
      </w:r>
    </w:p>
    <w:p w:rsidR="00191A98" w:rsidRPr="008F7357" w:rsidRDefault="00191A98" w:rsidP="00F5049E">
      <w:pPr>
        <w:numPr>
          <w:ilvl w:val="0"/>
          <w:numId w:val="9"/>
        </w:numPr>
        <w:ind w:hanging="720"/>
        <w:rPr>
          <w:rFonts w:ascii="Courier New" w:hAnsi="Courier New" w:cs="Courier New"/>
          <w:sz w:val="20"/>
          <w:szCs w:val="20"/>
        </w:rPr>
      </w:pPr>
      <w:r w:rsidRPr="008F7357">
        <w:rPr>
          <w:sz w:val="20"/>
          <w:szCs w:val="20"/>
        </w:rPr>
        <w:t>SUR (Suriname) - added code range Y0.0003-ZZ.ZZZY so that the whole south of the country has mapcodes of the same form (xx.xxxx); the mapcodes of the old forms are of course still available.</w:t>
      </w:r>
    </w:p>
    <w:p w:rsidR="00191A98" w:rsidRPr="008F7357" w:rsidRDefault="00191A98" w:rsidP="00F5049E">
      <w:pPr>
        <w:numPr>
          <w:ilvl w:val="0"/>
          <w:numId w:val="9"/>
        </w:numPr>
        <w:ind w:hanging="720"/>
        <w:rPr>
          <w:sz w:val="20"/>
          <w:szCs w:val="20"/>
        </w:rPr>
      </w:pPr>
      <w:r w:rsidRPr="008F7357">
        <w:rPr>
          <w:sz w:val="20"/>
          <w:szCs w:val="20"/>
        </w:rPr>
        <w:t>US-IL (Illinois, USA) - added code range X0.0002-ZZ.ZZZZ so that the whole south of the state has mapcodes of the same form (xx.xxxx); the mapcodes of the old forms are of course still available.</w:t>
      </w:r>
    </w:p>
    <w:p w:rsidR="00191A98" w:rsidRPr="008F7357" w:rsidRDefault="00191A98" w:rsidP="00F5049E">
      <w:pPr>
        <w:numPr>
          <w:ilvl w:val="0"/>
          <w:numId w:val="9"/>
        </w:numPr>
        <w:ind w:hanging="720"/>
        <w:rPr>
          <w:sz w:val="20"/>
          <w:szCs w:val="20"/>
        </w:rPr>
      </w:pPr>
      <w:r w:rsidRPr="008F7357">
        <w:rPr>
          <w:sz w:val="20"/>
          <w:szCs w:val="20"/>
        </w:rPr>
        <w:t>US-NY (New York State, USA) - added code range Z00.000-ZZY.ZZY so that every location in the state has a 6-letter code; the mapcodes of the old forms are of course still available.</w:t>
      </w:r>
    </w:p>
    <w:p w:rsidR="00191A98" w:rsidRPr="008F7357" w:rsidRDefault="00191A98" w:rsidP="00F5049E">
      <w:pPr>
        <w:numPr>
          <w:ilvl w:val="0"/>
          <w:numId w:val="9"/>
        </w:numPr>
        <w:ind w:hanging="720"/>
        <w:rPr>
          <w:sz w:val="20"/>
          <w:szCs w:val="20"/>
        </w:rPr>
      </w:pPr>
      <w:r w:rsidRPr="008F7357">
        <w:rPr>
          <w:sz w:val="20"/>
          <w:szCs w:val="20"/>
        </w:rPr>
        <w:t>SYR (Syria) – the country rectangle was incorrectly marked "optional” – for the south-east desert, 7-letter mapcodes are not optional.</w:t>
      </w:r>
    </w:p>
    <w:p w:rsidR="00191A98" w:rsidRPr="008F7357" w:rsidRDefault="00191A98" w:rsidP="00F5049E">
      <w:pPr>
        <w:numPr>
          <w:ilvl w:val="0"/>
          <w:numId w:val="9"/>
        </w:numPr>
        <w:ind w:hanging="720"/>
        <w:rPr>
          <w:sz w:val="20"/>
          <w:szCs w:val="20"/>
        </w:rPr>
      </w:pPr>
      <w:r w:rsidRPr="008F7357">
        <w:rPr>
          <w:sz w:val="20"/>
          <w:szCs w:val="20"/>
        </w:rPr>
        <w:t>PHL (Phillippines) – added code range of the forms xxx.xxxx and xxxx.xxxx to include Saluag Island and Francis Reef.</w:t>
      </w:r>
    </w:p>
    <w:p w:rsidR="00191A98" w:rsidRPr="008F7357" w:rsidRDefault="00191A98" w:rsidP="00F5049E">
      <w:pPr>
        <w:numPr>
          <w:ilvl w:val="0"/>
          <w:numId w:val="9"/>
        </w:numPr>
        <w:ind w:hanging="720"/>
        <w:rPr>
          <w:sz w:val="20"/>
          <w:szCs w:val="20"/>
        </w:rPr>
      </w:pPr>
      <w:r w:rsidRPr="008F7357">
        <w:rPr>
          <w:sz w:val="20"/>
          <w:szCs w:val="20"/>
        </w:rPr>
        <w:t>DNK (Denmark) – added code range Z0.0000-ZZ.ZZZZ to include Falster Islands’s southernmost point.</w:t>
      </w:r>
    </w:p>
    <w:p w:rsidR="00191A98" w:rsidRPr="008F7357" w:rsidRDefault="00191A98" w:rsidP="00F5049E">
      <w:pPr>
        <w:numPr>
          <w:ilvl w:val="0"/>
          <w:numId w:val="9"/>
        </w:numPr>
        <w:ind w:hanging="720"/>
        <w:rPr>
          <w:sz w:val="20"/>
          <w:szCs w:val="20"/>
        </w:rPr>
      </w:pPr>
      <w:r w:rsidRPr="008F7357">
        <w:rPr>
          <w:sz w:val="20"/>
          <w:szCs w:val="20"/>
        </w:rPr>
        <w:t>PER (Peru) – added code range of the forms xxx.xxxx and xxxx.xxxx to include the easternmost point.</w:t>
      </w:r>
    </w:p>
    <w:p w:rsidR="00191A98" w:rsidRPr="008F7357" w:rsidRDefault="00191A98" w:rsidP="00F5049E">
      <w:pPr>
        <w:numPr>
          <w:ilvl w:val="0"/>
          <w:numId w:val="9"/>
        </w:numPr>
        <w:ind w:hanging="720"/>
        <w:rPr>
          <w:sz w:val="20"/>
          <w:szCs w:val="20"/>
        </w:rPr>
      </w:pPr>
      <w:r w:rsidRPr="008F7357">
        <w:rPr>
          <w:sz w:val="20"/>
          <w:szCs w:val="20"/>
        </w:rPr>
        <w:t>BR-AC (Acre, Brazil) - added codes of the form xxxx.xxx as alternative for the 8-letter codes for the northern jungles.</w:t>
      </w:r>
    </w:p>
    <w:p w:rsidR="00191A98" w:rsidRPr="008F7357" w:rsidRDefault="00191A98" w:rsidP="00F5049E">
      <w:pPr>
        <w:numPr>
          <w:ilvl w:val="0"/>
          <w:numId w:val="9"/>
        </w:numPr>
        <w:ind w:hanging="720"/>
        <w:rPr>
          <w:sz w:val="20"/>
          <w:szCs w:val="20"/>
        </w:rPr>
      </w:pPr>
      <w:r w:rsidRPr="008F7357">
        <w:rPr>
          <w:sz w:val="20"/>
          <w:szCs w:val="20"/>
        </w:rPr>
        <w:t>For Mexico, India, Australia, Brazil, the USA and Russia, national mapcodes are also available as regional mapcodes (i.e. within the states and subdivisions). For the following subdivisions, the rectangles were slightly enlarged to assure all locations within the subdivision are enclosed: MX-DIF, MX-GRO, MX-VER, IN-PB, IN-HR, IN-TN, IN-PY, AU-NSW, AU-NT, AU-SA, AU-VIC, AU-QLD, BR-SP, BR-RS, US-NV, RU-AD, RU-AST, RU-VLA, RU-KRS, RU-TA, RU-TT, RU-RYA, RU-SAM, RU-PSK, RU-KDA and RU-PO.</w:t>
      </w:r>
    </w:p>
    <w:p w:rsidR="00191A98" w:rsidRPr="008F7357" w:rsidRDefault="00191A98" w:rsidP="006E6344">
      <w:pPr>
        <w:numPr>
          <w:ilvl w:val="0"/>
          <w:numId w:val="9"/>
        </w:numPr>
        <w:ind w:hanging="720"/>
        <w:rPr>
          <w:sz w:val="20"/>
          <w:szCs w:val="20"/>
        </w:rPr>
      </w:pPr>
      <w:r w:rsidRPr="008F7357">
        <w:rPr>
          <w:sz w:val="20"/>
          <w:szCs w:val="20"/>
        </w:rPr>
        <w:t>Added 6-letter codes for Gibraltar (GIB) that overlap with Spain mapcodes; added 6-letter and 7-letter codes for San Marino (SMR) that overlap with Italy mapcodes; added 7-letter codes for Isle of Man, Jersey and Guernsey that overlap with GBR mapcodes.</w:t>
      </w:r>
    </w:p>
    <w:p w:rsidR="00191A98" w:rsidRPr="002A001D" w:rsidRDefault="00191A98" w:rsidP="00687C99">
      <w:pPr>
        <w:pStyle w:val="Heading2"/>
        <w:rPr>
          <w:u w:val="none"/>
        </w:rPr>
      </w:pPr>
      <w:bookmarkStart w:id="29" w:name="_Toc465975132"/>
      <w:r>
        <w:rPr>
          <w:u w:val="none"/>
        </w:rPr>
        <w:t>7</w:t>
      </w:r>
      <w:r w:rsidRPr="002A001D">
        <w:rPr>
          <w:u w:val="none"/>
        </w:rPr>
        <w:t>.</w:t>
      </w:r>
      <w:r>
        <w:rPr>
          <w:u w:val="none"/>
        </w:rPr>
        <w:t>1</w:t>
      </w:r>
      <w:r w:rsidRPr="002A001D">
        <w:rPr>
          <w:u w:val="none"/>
        </w:rPr>
        <w:t xml:space="preserve"> Data changes in version 2.2</w:t>
      </w:r>
      <w:bookmarkEnd w:id="29"/>
    </w:p>
    <w:p w:rsidR="00191A98" w:rsidRPr="008F7357" w:rsidRDefault="00191A98" w:rsidP="007124EB">
      <w:pPr>
        <w:rPr>
          <w:sz w:val="20"/>
          <w:szCs w:val="20"/>
        </w:rPr>
      </w:pPr>
      <w:r w:rsidRPr="008F7357">
        <w:rPr>
          <w:sz w:val="20"/>
          <w:szCs w:val="20"/>
        </w:rPr>
        <w:t xml:space="preserve">It was discovered that there were a few micro-degree gaps between the rectangles that define a territory. For example, in Sierra Leone, one subarea ended at latitude 8.526879 and the next started at 8.526880. Since coordinates are not rounded to 6 decimals any more, locations that fell inside this 11-centimeter-wide gap, such as (8.5268795, -12), had no Sierra Leone mapcode! This required a fix to the data. </w:t>
      </w:r>
    </w:p>
    <w:p w:rsidR="00191A98" w:rsidRPr="008F7357" w:rsidRDefault="00191A98" w:rsidP="007124EB">
      <w:pPr>
        <w:rPr>
          <w:sz w:val="20"/>
          <w:szCs w:val="20"/>
        </w:rPr>
      </w:pPr>
      <w:r w:rsidRPr="008F7357">
        <w:rPr>
          <w:sz w:val="20"/>
          <w:szCs w:val="20"/>
        </w:rPr>
        <w:t>Effects: for mapcodes of the forms affected (see table), there will be up to 11 centimeter difference between the way an old system decodes such a mapcode, and the coordinate generated by a new mapcode system.</w:t>
      </w:r>
    </w:p>
    <w:tbl>
      <w:tblPr>
        <w:tblW w:w="0" w:type="auto"/>
        <w:tblLook w:val="01E0"/>
      </w:tblPr>
      <w:tblGrid>
        <w:gridCol w:w="2808"/>
        <w:gridCol w:w="5760"/>
      </w:tblGrid>
      <w:tr w:rsidR="00191A98" w:rsidRPr="008F7357" w:rsidTr="006472A2">
        <w:tc>
          <w:tcPr>
            <w:tcW w:w="2808" w:type="dxa"/>
          </w:tcPr>
          <w:p w:rsidR="00191A98" w:rsidRPr="008F7357" w:rsidRDefault="00191A98" w:rsidP="00195422">
            <w:pPr>
              <w:rPr>
                <w:b/>
                <w:bCs/>
                <w:sz w:val="20"/>
                <w:szCs w:val="20"/>
              </w:rPr>
            </w:pPr>
            <w:r w:rsidRPr="008F7357">
              <w:rPr>
                <w:b/>
                <w:bCs/>
                <w:sz w:val="20"/>
                <w:szCs w:val="20"/>
              </w:rPr>
              <w:t>Territory</w:t>
            </w:r>
          </w:p>
        </w:tc>
        <w:tc>
          <w:tcPr>
            <w:tcW w:w="5760" w:type="dxa"/>
          </w:tcPr>
          <w:p w:rsidR="00191A98" w:rsidRPr="008F7357" w:rsidRDefault="00191A98" w:rsidP="00195422">
            <w:pPr>
              <w:rPr>
                <w:b/>
                <w:bCs/>
                <w:sz w:val="20"/>
                <w:szCs w:val="20"/>
              </w:rPr>
            </w:pPr>
            <w:r w:rsidRPr="008F7357">
              <w:rPr>
                <w:b/>
                <w:bCs/>
                <w:sz w:val="20"/>
                <w:szCs w:val="20"/>
              </w:rPr>
              <w:t>Affects mapcodes of the form:</w:t>
            </w:r>
          </w:p>
        </w:tc>
      </w:tr>
      <w:tr w:rsidR="00191A98" w:rsidRPr="008F7357" w:rsidTr="006472A2">
        <w:tc>
          <w:tcPr>
            <w:tcW w:w="2808" w:type="dxa"/>
          </w:tcPr>
          <w:p w:rsidR="00191A98" w:rsidRPr="008F7357" w:rsidRDefault="00191A98" w:rsidP="00195422">
            <w:pPr>
              <w:rPr>
                <w:sz w:val="20"/>
                <w:szCs w:val="20"/>
              </w:rPr>
            </w:pPr>
            <w:r w:rsidRPr="008F7357">
              <w:rPr>
                <w:sz w:val="20"/>
                <w:szCs w:val="20"/>
              </w:rPr>
              <w:t>Antarctica</w:t>
            </w:r>
          </w:p>
        </w:tc>
        <w:tc>
          <w:tcPr>
            <w:tcW w:w="5760" w:type="dxa"/>
          </w:tcPr>
          <w:p w:rsidR="00191A98" w:rsidRPr="008F7357" w:rsidRDefault="00191A98" w:rsidP="00195422">
            <w:pPr>
              <w:rPr>
                <w:sz w:val="20"/>
                <w:szCs w:val="20"/>
              </w:rPr>
            </w:pPr>
            <w:r w:rsidRPr="008F7357">
              <w:rPr>
                <w:sz w:val="20"/>
                <w:szCs w:val="20"/>
              </w:rPr>
              <w:t>xxxx.xxxx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Austria</w:t>
            </w:r>
          </w:p>
        </w:tc>
        <w:tc>
          <w:tcPr>
            <w:tcW w:w="5760" w:type="dxa"/>
          </w:tcPr>
          <w:p w:rsidR="00191A98" w:rsidRPr="008F7357" w:rsidRDefault="00191A98" w:rsidP="00195422">
            <w:pPr>
              <w:rPr>
                <w:sz w:val="20"/>
                <w:szCs w:val="20"/>
              </w:rPr>
            </w:pPr>
            <w:r w:rsidRPr="008F7357">
              <w:rPr>
                <w:b/>
                <w:bCs/>
                <w:sz w:val="20"/>
                <w:szCs w:val="20"/>
              </w:rPr>
              <w:t>B</w:t>
            </w:r>
            <w:r w:rsidRPr="008F7357">
              <w:rPr>
                <w:sz w:val="20"/>
                <w:szCs w:val="20"/>
              </w:rPr>
              <w:t xml:space="preserve">xx.xxx , </w:t>
            </w:r>
            <w:r w:rsidRPr="008F7357">
              <w:rPr>
                <w:b/>
                <w:bCs/>
                <w:sz w:val="20"/>
                <w:szCs w:val="20"/>
              </w:rPr>
              <w:t>C</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Brazil</w:t>
            </w:r>
          </w:p>
        </w:tc>
        <w:tc>
          <w:tcPr>
            <w:tcW w:w="5760" w:type="dxa"/>
          </w:tcPr>
          <w:p w:rsidR="00191A98" w:rsidRPr="008F7357" w:rsidRDefault="00191A98" w:rsidP="00195422">
            <w:pPr>
              <w:rPr>
                <w:sz w:val="20"/>
                <w:szCs w:val="20"/>
              </w:rPr>
            </w:pPr>
            <w:r w:rsidRPr="008F7357">
              <w:rPr>
                <w:b/>
                <w:bCs/>
                <w:sz w:val="20"/>
                <w:szCs w:val="20"/>
              </w:rPr>
              <w:t>PR</w:t>
            </w:r>
            <w:r w:rsidRPr="008F7357">
              <w:rPr>
                <w:sz w:val="20"/>
                <w:szCs w:val="20"/>
              </w:rPr>
              <w:t xml:space="preserve"> 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Bulgaria</w:t>
            </w:r>
          </w:p>
        </w:tc>
        <w:tc>
          <w:tcPr>
            <w:tcW w:w="5760" w:type="dxa"/>
          </w:tcPr>
          <w:p w:rsidR="00191A98" w:rsidRPr="008F7357" w:rsidRDefault="00191A98" w:rsidP="00195422">
            <w:pPr>
              <w:rPr>
                <w:sz w:val="20"/>
                <w:szCs w:val="20"/>
              </w:rPr>
            </w:pPr>
            <w:r w:rsidRPr="008F7357">
              <w:rPr>
                <w:b/>
                <w:bCs/>
                <w:sz w:val="20"/>
                <w:szCs w:val="20"/>
              </w:rPr>
              <w:t>J</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Congo-Kinshasa</w:t>
            </w:r>
          </w:p>
        </w:tc>
        <w:tc>
          <w:tcPr>
            <w:tcW w:w="5760" w:type="dxa"/>
          </w:tcPr>
          <w:p w:rsidR="00191A98" w:rsidRPr="008F7357" w:rsidRDefault="00191A98" w:rsidP="00195422">
            <w:pPr>
              <w:rPr>
                <w:sz w:val="20"/>
                <w:szCs w:val="20"/>
              </w:rPr>
            </w:pPr>
            <w:r w:rsidRPr="008F7357">
              <w:rPr>
                <w:sz w:val="20"/>
                <w:szCs w:val="20"/>
              </w:rPr>
              <w:t>xxxx.xxx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Croatia</w:t>
            </w:r>
          </w:p>
        </w:tc>
        <w:tc>
          <w:tcPr>
            <w:tcW w:w="5760" w:type="dxa"/>
          </w:tcPr>
          <w:p w:rsidR="00191A98" w:rsidRPr="008F7357" w:rsidRDefault="00191A98" w:rsidP="00195422">
            <w:pPr>
              <w:rPr>
                <w:sz w:val="20"/>
                <w:szCs w:val="20"/>
              </w:rPr>
            </w:pPr>
            <w:r w:rsidRPr="008F7357">
              <w:rPr>
                <w:sz w:val="20"/>
                <w:szCs w:val="20"/>
              </w:rPr>
              <w:t>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Czech Republic</w:t>
            </w:r>
          </w:p>
        </w:tc>
        <w:tc>
          <w:tcPr>
            <w:tcW w:w="5760" w:type="dxa"/>
          </w:tcPr>
          <w:p w:rsidR="00191A98" w:rsidRPr="008F7357" w:rsidRDefault="00191A98" w:rsidP="00195422">
            <w:pPr>
              <w:rPr>
                <w:sz w:val="20"/>
                <w:szCs w:val="20"/>
              </w:rPr>
            </w:pPr>
            <w:r w:rsidRPr="008F7357">
              <w:rPr>
                <w:b/>
                <w:bCs/>
                <w:sz w:val="20"/>
                <w:szCs w:val="20"/>
              </w:rPr>
              <w:t>8</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Dominican Republic</w:t>
            </w:r>
          </w:p>
        </w:tc>
        <w:tc>
          <w:tcPr>
            <w:tcW w:w="5760" w:type="dxa"/>
          </w:tcPr>
          <w:p w:rsidR="00191A98" w:rsidRPr="008F7357" w:rsidRDefault="00191A98" w:rsidP="00195422">
            <w:pPr>
              <w:rPr>
                <w:sz w:val="20"/>
                <w:szCs w:val="20"/>
              </w:rPr>
            </w:pPr>
            <w:r w:rsidRPr="008F7357">
              <w:rPr>
                <w:b/>
                <w:bCs/>
                <w:sz w:val="20"/>
                <w:szCs w:val="20"/>
              </w:rPr>
              <w:t>Z</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French Guiana</w:t>
            </w:r>
          </w:p>
        </w:tc>
        <w:tc>
          <w:tcPr>
            <w:tcW w:w="5760" w:type="dxa"/>
          </w:tcPr>
          <w:p w:rsidR="00191A98" w:rsidRPr="008F7357" w:rsidRDefault="00191A98" w:rsidP="00195422">
            <w:pPr>
              <w:rPr>
                <w:sz w:val="20"/>
                <w:szCs w:val="20"/>
              </w:rPr>
            </w:pPr>
            <w:r w:rsidRPr="008F7357">
              <w:rPr>
                <w:b/>
                <w:bCs/>
                <w:sz w:val="20"/>
                <w:szCs w:val="20"/>
              </w:rPr>
              <w:t>9</w:t>
            </w:r>
            <w:r w:rsidRPr="008F7357">
              <w:rPr>
                <w:sz w:val="20"/>
                <w:szCs w:val="20"/>
              </w:rPr>
              <w:t xml:space="preserve">xx.xxx , </w:t>
            </w:r>
            <w:r w:rsidRPr="008F7357">
              <w:rPr>
                <w:b/>
                <w:bCs/>
                <w:sz w:val="20"/>
                <w:szCs w:val="20"/>
              </w:rPr>
              <w:t>D</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Ghana</w:t>
            </w:r>
          </w:p>
        </w:tc>
        <w:tc>
          <w:tcPr>
            <w:tcW w:w="5760" w:type="dxa"/>
          </w:tcPr>
          <w:p w:rsidR="00191A98" w:rsidRPr="008F7357" w:rsidRDefault="00191A98" w:rsidP="00195422">
            <w:pPr>
              <w:rPr>
                <w:sz w:val="20"/>
                <w:szCs w:val="20"/>
              </w:rPr>
            </w:pPr>
            <w:r w:rsidRPr="008F7357">
              <w:rPr>
                <w:sz w:val="20"/>
                <w:szCs w:val="20"/>
              </w:rPr>
              <w:t>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India</w:t>
            </w:r>
          </w:p>
        </w:tc>
        <w:tc>
          <w:tcPr>
            <w:tcW w:w="5760" w:type="dxa"/>
          </w:tcPr>
          <w:p w:rsidR="00191A98" w:rsidRPr="008F7357" w:rsidRDefault="00191A98" w:rsidP="00195422">
            <w:pPr>
              <w:rPr>
                <w:sz w:val="20"/>
                <w:szCs w:val="20"/>
              </w:rPr>
            </w:pPr>
            <w:r w:rsidRPr="008F7357">
              <w:rPr>
                <w:b/>
                <w:bCs/>
                <w:sz w:val="20"/>
                <w:szCs w:val="20"/>
              </w:rPr>
              <w:t>3</w:t>
            </w:r>
            <w:r w:rsidRPr="008F7357">
              <w:rPr>
                <w:sz w:val="20"/>
                <w:szCs w:val="20"/>
              </w:rPr>
              <w:t xml:space="preserve">xxx.xxx , </w:t>
            </w:r>
            <w:r w:rsidRPr="008F7357">
              <w:rPr>
                <w:b/>
                <w:bCs/>
                <w:sz w:val="20"/>
                <w:szCs w:val="20"/>
              </w:rPr>
              <w:t>4</w:t>
            </w:r>
            <w:r w:rsidRPr="008F7357">
              <w:rPr>
                <w:sz w:val="20"/>
                <w:szCs w:val="20"/>
              </w:rPr>
              <w:t xml:space="preserve">xxx.xxx, </w:t>
            </w:r>
            <w:r w:rsidRPr="008F7357">
              <w:rPr>
                <w:b/>
                <w:bCs/>
                <w:sz w:val="20"/>
                <w:szCs w:val="20"/>
              </w:rPr>
              <w:t>D</w:t>
            </w:r>
            <w:r w:rsidRPr="008F7357">
              <w:rPr>
                <w:sz w:val="20"/>
                <w:szCs w:val="20"/>
              </w:rPr>
              <w:t xml:space="preserve">xx.xxxx, </w:t>
            </w:r>
            <w:r w:rsidRPr="008F7357">
              <w:rPr>
                <w:b/>
                <w:bCs/>
                <w:sz w:val="20"/>
                <w:szCs w:val="20"/>
              </w:rPr>
              <w:t>BR</w:t>
            </w:r>
            <w:r w:rsidRPr="008F7357">
              <w:rPr>
                <w:sz w:val="20"/>
                <w:szCs w:val="20"/>
              </w:rPr>
              <w:t xml:space="preserve"> xxx.xxx, </w:t>
            </w:r>
            <w:r w:rsidRPr="008F7357">
              <w:rPr>
                <w:b/>
                <w:bCs/>
                <w:sz w:val="20"/>
                <w:szCs w:val="20"/>
              </w:rPr>
              <w:t>TN</w:t>
            </w:r>
            <w:r w:rsidRPr="008F7357">
              <w:rPr>
                <w:sz w:val="20"/>
                <w:szCs w:val="20"/>
              </w:rPr>
              <w:t xml:space="preserve"> 9xx.xxx, </w:t>
            </w:r>
            <w:r w:rsidRPr="008F7357">
              <w:rPr>
                <w:sz w:val="20"/>
                <w:szCs w:val="20"/>
              </w:rPr>
              <w:br/>
            </w:r>
            <w:r w:rsidRPr="008F7357">
              <w:rPr>
                <w:b/>
                <w:bCs/>
                <w:sz w:val="20"/>
                <w:szCs w:val="20"/>
              </w:rPr>
              <w:t>JH</w:t>
            </w:r>
            <w:r w:rsidRPr="008F7357">
              <w:rPr>
                <w:sz w:val="20"/>
                <w:szCs w:val="20"/>
              </w:rPr>
              <w:t xml:space="preserve"> xxx.xxx , </w:t>
            </w:r>
            <w:r w:rsidRPr="008F7357">
              <w:rPr>
                <w:b/>
                <w:bCs/>
                <w:sz w:val="20"/>
                <w:szCs w:val="20"/>
              </w:rPr>
              <w:t>JH</w:t>
            </w:r>
            <w:r w:rsidRPr="008F7357">
              <w:rPr>
                <w:sz w:val="20"/>
                <w:szCs w:val="20"/>
              </w:rPr>
              <w:t xml:space="preserve"> xx.xxxx , </w:t>
            </w:r>
            <w:r w:rsidRPr="008F7357">
              <w:rPr>
                <w:b/>
                <w:bCs/>
                <w:sz w:val="20"/>
                <w:szCs w:val="20"/>
              </w:rPr>
              <w:t>GJ</w:t>
            </w:r>
            <w:r w:rsidRPr="008F7357">
              <w:rPr>
                <w:sz w:val="20"/>
                <w:szCs w:val="20"/>
              </w:rPr>
              <w:t xml:space="preserve"> Zxxx.xx , </w:t>
            </w:r>
            <w:r w:rsidRPr="008F7357">
              <w:rPr>
                <w:b/>
                <w:bCs/>
                <w:sz w:val="20"/>
                <w:szCs w:val="20"/>
              </w:rPr>
              <w:t>UP</w:t>
            </w:r>
            <w:r w:rsidRPr="008F7357">
              <w:rPr>
                <w:sz w:val="20"/>
                <w:szCs w:val="20"/>
              </w:rPr>
              <w:t xml:space="preserve"> 7xxx.xx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Iran</w:t>
            </w:r>
          </w:p>
        </w:tc>
        <w:tc>
          <w:tcPr>
            <w:tcW w:w="5760" w:type="dxa"/>
          </w:tcPr>
          <w:p w:rsidR="00191A98" w:rsidRPr="008F7357" w:rsidRDefault="00191A98" w:rsidP="00195422">
            <w:pPr>
              <w:rPr>
                <w:sz w:val="20"/>
                <w:szCs w:val="20"/>
              </w:rPr>
            </w:pPr>
            <w:r w:rsidRPr="008F7357">
              <w:rPr>
                <w:sz w:val="20"/>
                <w:szCs w:val="20"/>
              </w:rPr>
              <w:t>xxxx.xxx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Liberia</w:t>
            </w:r>
          </w:p>
        </w:tc>
        <w:tc>
          <w:tcPr>
            <w:tcW w:w="5760" w:type="dxa"/>
          </w:tcPr>
          <w:p w:rsidR="00191A98" w:rsidRPr="008F7357" w:rsidRDefault="00191A98" w:rsidP="00195422">
            <w:pPr>
              <w:rPr>
                <w:sz w:val="20"/>
                <w:szCs w:val="20"/>
              </w:rPr>
            </w:pPr>
            <w:r w:rsidRPr="008F7357">
              <w:rPr>
                <w:b/>
                <w:bCs/>
                <w:sz w:val="20"/>
                <w:szCs w:val="20"/>
              </w:rPr>
              <w:t>C</w:t>
            </w:r>
            <w:r w:rsidRPr="008F7357">
              <w:rPr>
                <w:sz w:val="20"/>
                <w:szCs w:val="20"/>
              </w:rPr>
              <w:t xml:space="preserve">xx.xxx , </w:t>
            </w:r>
            <w:r w:rsidRPr="008F7357">
              <w:rPr>
                <w:b/>
                <w:bCs/>
                <w:sz w:val="20"/>
                <w:szCs w:val="20"/>
              </w:rPr>
              <w:t>G</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Malawi</w:t>
            </w:r>
          </w:p>
        </w:tc>
        <w:tc>
          <w:tcPr>
            <w:tcW w:w="5760" w:type="dxa"/>
          </w:tcPr>
          <w:p w:rsidR="00191A98" w:rsidRPr="008F7357" w:rsidRDefault="00191A98" w:rsidP="00195422">
            <w:pPr>
              <w:rPr>
                <w:sz w:val="20"/>
                <w:szCs w:val="20"/>
              </w:rPr>
            </w:pPr>
            <w:r w:rsidRPr="008F7357">
              <w:rPr>
                <w:b/>
                <w:bCs/>
                <w:sz w:val="20"/>
                <w:szCs w:val="20"/>
              </w:rPr>
              <w:t>1</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Mexico</w:t>
            </w:r>
          </w:p>
        </w:tc>
        <w:tc>
          <w:tcPr>
            <w:tcW w:w="5760" w:type="dxa"/>
          </w:tcPr>
          <w:p w:rsidR="00191A98" w:rsidRPr="008F7357" w:rsidRDefault="00191A98" w:rsidP="00195422">
            <w:pPr>
              <w:rPr>
                <w:sz w:val="20"/>
                <w:szCs w:val="20"/>
              </w:rPr>
            </w:pPr>
            <w:r w:rsidRPr="008F7357">
              <w:rPr>
                <w:sz w:val="20"/>
                <w:szCs w:val="20"/>
              </w:rPr>
              <w:t>xxxx.xxx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Moldova</w:t>
            </w:r>
          </w:p>
        </w:tc>
        <w:tc>
          <w:tcPr>
            <w:tcW w:w="5760" w:type="dxa"/>
          </w:tcPr>
          <w:p w:rsidR="00191A98" w:rsidRPr="008F7357" w:rsidRDefault="00191A98" w:rsidP="00195422">
            <w:pPr>
              <w:rPr>
                <w:sz w:val="20"/>
                <w:szCs w:val="20"/>
              </w:rPr>
            </w:pPr>
            <w:r w:rsidRPr="008F7357">
              <w:rPr>
                <w:sz w:val="20"/>
                <w:szCs w:val="20"/>
              </w:rPr>
              <w:t>Mxx.xxx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Pakistan</w:t>
            </w:r>
          </w:p>
        </w:tc>
        <w:tc>
          <w:tcPr>
            <w:tcW w:w="5760" w:type="dxa"/>
          </w:tcPr>
          <w:p w:rsidR="00191A98" w:rsidRPr="008F7357" w:rsidRDefault="00191A98" w:rsidP="00195422">
            <w:pPr>
              <w:rPr>
                <w:sz w:val="20"/>
                <w:szCs w:val="20"/>
              </w:rPr>
            </w:pPr>
            <w:r w:rsidRPr="008F7357">
              <w:rPr>
                <w:b/>
                <w:bCs/>
                <w:sz w:val="20"/>
                <w:szCs w:val="20"/>
              </w:rPr>
              <w:t>3</w:t>
            </w:r>
            <w:r w:rsidRPr="008F7357">
              <w:rPr>
                <w:sz w:val="20"/>
                <w:szCs w:val="20"/>
              </w:rPr>
              <w:t xml:space="preserve">xxx.xxx , </w:t>
            </w:r>
            <w:r w:rsidRPr="008F7357">
              <w:rPr>
                <w:b/>
                <w:bCs/>
                <w:sz w:val="20"/>
                <w:szCs w:val="20"/>
              </w:rPr>
              <w:t>4</w:t>
            </w:r>
            <w:r w:rsidRPr="008F7357">
              <w:rPr>
                <w:sz w:val="20"/>
                <w:szCs w:val="20"/>
              </w:rPr>
              <w:t>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Panama</w:t>
            </w:r>
          </w:p>
        </w:tc>
        <w:tc>
          <w:tcPr>
            <w:tcW w:w="5760" w:type="dxa"/>
          </w:tcPr>
          <w:p w:rsidR="00191A98" w:rsidRPr="008F7357" w:rsidRDefault="00191A98" w:rsidP="00195422">
            <w:pPr>
              <w:rPr>
                <w:sz w:val="20"/>
                <w:szCs w:val="20"/>
              </w:rPr>
            </w:pPr>
            <w:r w:rsidRPr="008F7357">
              <w:rPr>
                <w:b/>
                <w:bCs/>
                <w:sz w:val="20"/>
                <w:szCs w:val="20"/>
              </w:rPr>
              <w:t>3</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Saudi Arabia</w:t>
            </w:r>
          </w:p>
        </w:tc>
        <w:tc>
          <w:tcPr>
            <w:tcW w:w="5760" w:type="dxa"/>
          </w:tcPr>
          <w:p w:rsidR="00191A98" w:rsidRPr="008F7357" w:rsidRDefault="00191A98" w:rsidP="00195422">
            <w:pPr>
              <w:rPr>
                <w:sz w:val="20"/>
                <w:szCs w:val="20"/>
              </w:rPr>
            </w:pPr>
            <w:r w:rsidRPr="008F7357">
              <w:rPr>
                <w:b/>
                <w:bCs/>
                <w:sz w:val="20"/>
                <w:szCs w:val="20"/>
              </w:rPr>
              <w:t>2</w:t>
            </w:r>
            <w:r w:rsidRPr="008F7357">
              <w:rPr>
                <w:sz w:val="20"/>
                <w:szCs w:val="20"/>
              </w:rPr>
              <w:t xml:space="preserve">xxx.xxx , </w:t>
            </w:r>
            <w:r w:rsidRPr="008F7357">
              <w:rPr>
                <w:b/>
                <w:bCs/>
                <w:sz w:val="20"/>
                <w:szCs w:val="20"/>
              </w:rPr>
              <w:t>N</w:t>
            </w:r>
            <w:r w:rsidRPr="008F7357">
              <w:rPr>
                <w:sz w:val="20"/>
                <w:szCs w:val="20"/>
              </w:rPr>
              <w:t>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Sierra Leone</w:t>
            </w:r>
          </w:p>
        </w:tc>
        <w:tc>
          <w:tcPr>
            <w:tcW w:w="5760" w:type="dxa"/>
          </w:tcPr>
          <w:p w:rsidR="00191A98" w:rsidRPr="008F7357" w:rsidRDefault="00191A98" w:rsidP="00195422">
            <w:pPr>
              <w:rPr>
                <w:sz w:val="20"/>
                <w:szCs w:val="20"/>
              </w:rPr>
            </w:pPr>
            <w:r w:rsidRPr="008F7357">
              <w:rPr>
                <w:sz w:val="20"/>
                <w:szCs w:val="20"/>
              </w:rPr>
              <w:t xml:space="preserve">xxx.xxx , </w:t>
            </w:r>
            <w:r w:rsidRPr="008F7357">
              <w:rPr>
                <w:b/>
                <w:bCs/>
                <w:sz w:val="20"/>
                <w:szCs w:val="20"/>
              </w:rPr>
              <w:t>3</w:t>
            </w:r>
            <w:r w:rsidRPr="008F7357">
              <w:rPr>
                <w:sz w:val="20"/>
                <w:szCs w:val="20"/>
              </w:rPr>
              <w:t>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Tajikistan</w:t>
            </w:r>
          </w:p>
        </w:tc>
        <w:tc>
          <w:tcPr>
            <w:tcW w:w="5760" w:type="dxa"/>
          </w:tcPr>
          <w:p w:rsidR="00191A98" w:rsidRPr="008F7357" w:rsidRDefault="00191A98" w:rsidP="00195422">
            <w:pPr>
              <w:rPr>
                <w:sz w:val="20"/>
                <w:szCs w:val="20"/>
              </w:rPr>
            </w:pPr>
            <w:r w:rsidRPr="008F7357">
              <w:rPr>
                <w:sz w:val="20"/>
                <w:szCs w:val="20"/>
              </w:rPr>
              <w:t>xx.xxxx</w:t>
            </w:r>
          </w:p>
        </w:tc>
      </w:tr>
      <w:tr w:rsidR="00191A98" w:rsidRPr="008F7357" w:rsidTr="006472A2">
        <w:tc>
          <w:tcPr>
            <w:tcW w:w="2808" w:type="dxa"/>
          </w:tcPr>
          <w:p w:rsidR="00191A98" w:rsidRPr="008F7357" w:rsidRDefault="00191A98" w:rsidP="00195422">
            <w:pPr>
              <w:rPr>
                <w:sz w:val="20"/>
                <w:szCs w:val="20"/>
              </w:rPr>
            </w:pPr>
            <w:r w:rsidRPr="008F7357">
              <w:rPr>
                <w:sz w:val="20"/>
                <w:szCs w:val="20"/>
              </w:rPr>
              <w:t>USA</w:t>
            </w:r>
          </w:p>
        </w:tc>
        <w:tc>
          <w:tcPr>
            <w:tcW w:w="5760" w:type="dxa"/>
          </w:tcPr>
          <w:p w:rsidR="00191A98" w:rsidRPr="008F7357" w:rsidRDefault="00191A98" w:rsidP="00195422">
            <w:pPr>
              <w:rPr>
                <w:sz w:val="20"/>
                <w:szCs w:val="20"/>
              </w:rPr>
            </w:pPr>
            <w:r w:rsidRPr="008F7357">
              <w:rPr>
                <w:b/>
                <w:bCs/>
                <w:sz w:val="20"/>
                <w:szCs w:val="20"/>
              </w:rPr>
              <w:t>WV</w:t>
            </w:r>
            <w:r w:rsidRPr="008F7357">
              <w:rPr>
                <w:sz w:val="20"/>
                <w:szCs w:val="20"/>
              </w:rPr>
              <w:t xml:space="preserve"> xxx.xxx , </w:t>
            </w:r>
            <w:r w:rsidRPr="008F7357">
              <w:rPr>
                <w:b/>
                <w:bCs/>
                <w:sz w:val="20"/>
                <w:szCs w:val="20"/>
              </w:rPr>
              <w:t>AR</w:t>
            </w:r>
            <w:r w:rsidRPr="008F7357">
              <w:rPr>
                <w:sz w:val="20"/>
                <w:szCs w:val="20"/>
              </w:rPr>
              <w:t xml:space="preserve"> xx.xxxx , </w:t>
            </w:r>
            <w:r w:rsidRPr="008F7357">
              <w:rPr>
                <w:b/>
                <w:bCs/>
                <w:sz w:val="20"/>
                <w:szCs w:val="20"/>
              </w:rPr>
              <w:t>NC</w:t>
            </w:r>
            <w:r w:rsidRPr="008F7357">
              <w:rPr>
                <w:sz w:val="20"/>
                <w:szCs w:val="20"/>
              </w:rPr>
              <w:t xml:space="preserve"> xxx.xxx , </w:t>
            </w:r>
            <w:r w:rsidRPr="008F7357">
              <w:rPr>
                <w:b/>
                <w:bCs/>
                <w:sz w:val="20"/>
                <w:szCs w:val="20"/>
              </w:rPr>
              <w:t>NY</w:t>
            </w:r>
            <w:r w:rsidRPr="008F7357">
              <w:rPr>
                <w:sz w:val="20"/>
                <w:szCs w:val="20"/>
              </w:rPr>
              <w:t xml:space="preserve"> xxx.xxx , </w:t>
            </w:r>
            <w:r w:rsidRPr="008F7357">
              <w:rPr>
                <w:sz w:val="20"/>
                <w:szCs w:val="20"/>
              </w:rPr>
              <w:br/>
            </w:r>
            <w:r w:rsidRPr="008F7357">
              <w:rPr>
                <w:b/>
                <w:bCs/>
                <w:sz w:val="20"/>
                <w:szCs w:val="20"/>
              </w:rPr>
              <w:t>NY</w:t>
            </w:r>
            <w:r w:rsidRPr="008F7357">
              <w:rPr>
                <w:sz w:val="20"/>
                <w:szCs w:val="20"/>
              </w:rPr>
              <w:t xml:space="preserve"> xxxx.xx , </w:t>
            </w:r>
            <w:r w:rsidRPr="008F7357">
              <w:rPr>
                <w:b/>
                <w:bCs/>
                <w:sz w:val="20"/>
                <w:szCs w:val="20"/>
              </w:rPr>
              <w:t>FL</w:t>
            </w:r>
            <w:r w:rsidRPr="008F7357">
              <w:rPr>
                <w:sz w:val="20"/>
                <w:szCs w:val="20"/>
              </w:rPr>
              <w:t xml:space="preserve"> xxx.xxx , </w:t>
            </w:r>
            <w:r w:rsidRPr="008F7357">
              <w:rPr>
                <w:b/>
                <w:bCs/>
                <w:sz w:val="20"/>
                <w:szCs w:val="20"/>
              </w:rPr>
              <w:t>AK</w:t>
            </w:r>
            <w:r w:rsidRPr="008F7357">
              <w:rPr>
                <w:sz w:val="20"/>
                <w:szCs w:val="20"/>
              </w:rPr>
              <w:t xml:space="preserve"> </w:t>
            </w:r>
            <w:r w:rsidRPr="008F7357">
              <w:rPr>
                <w:b/>
                <w:bCs/>
                <w:sz w:val="20"/>
                <w:szCs w:val="20"/>
              </w:rPr>
              <w:t>2</w:t>
            </w:r>
            <w:r w:rsidRPr="008F7357">
              <w:rPr>
                <w:sz w:val="20"/>
                <w:szCs w:val="20"/>
              </w:rPr>
              <w:t xml:space="preserve">xxx.xxx , </w:t>
            </w:r>
            <w:r w:rsidRPr="008F7357">
              <w:rPr>
                <w:b/>
                <w:bCs/>
                <w:sz w:val="20"/>
                <w:szCs w:val="20"/>
              </w:rPr>
              <w:t>AK</w:t>
            </w:r>
            <w:r w:rsidRPr="008F7357">
              <w:rPr>
                <w:sz w:val="20"/>
                <w:szCs w:val="20"/>
              </w:rPr>
              <w:t xml:space="preserve"> </w:t>
            </w:r>
            <w:r w:rsidRPr="008F7357">
              <w:rPr>
                <w:b/>
                <w:bCs/>
                <w:sz w:val="20"/>
                <w:szCs w:val="20"/>
              </w:rPr>
              <w:t>3</w:t>
            </w:r>
            <w:r w:rsidRPr="008F7357">
              <w:rPr>
                <w:sz w:val="20"/>
                <w:szCs w:val="20"/>
              </w:rPr>
              <w:t>xxx.xxx</w:t>
            </w:r>
          </w:p>
        </w:tc>
      </w:tr>
    </w:tbl>
    <w:p w:rsidR="00191A98" w:rsidRPr="008F7357" w:rsidRDefault="00191A98" w:rsidP="007124EB">
      <w:pPr>
        <w:rPr>
          <w:sz w:val="20"/>
          <w:szCs w:val="20"/>
        </w:rPr>
      </w:pPr>
      <w:r w:rsidRPr="008F7357">
        <w:rPr>
          <w:sz w:val="20"/>
          <w:szCs w:val="20"/>
        </w:rPr>
        <w:t>In a few cases, larger gaps were discovered. Rather than breaking compatibility with old mapcodes beyond 11 centimeters, new sub-territories were added.</w:t>
      </w:r>
    </w:p>
    <w:p w:rsidR="00191A98" w:rsidRPr="008F7357" w:rsidRDefault="00191A98" w:rsidP="007124EB">
      <w:pPr>
        <w:rPr>
          <w:sz w:val="20"/>
          <w:szCs w:val="20"/>
        </w:rPr>
      </w:pPr>
      <w:r w:rsidRPr="008F7357">
        <w:rPr>
          <w:sz w:val="20"/>
          <w:szCs w:val="20"/>
        </w:rPr>
        <w:t>Effects: old systems will not recognize mapcodes of the forms listed below:</w:t>
      </w:r>
    </w:p>
    <w:tbl>
      <w:tblPr>
        <w:tblW w:w="8568" w:type="dxa"/>
        <w:tblLook w:val="01E0"/>
      </w:tblPr>
      <w:tblGrid>
        <w:gridCol w:w="2686"/>
        <w:gridCol w:w="5882"/>
      </w:tblGrid>
      <w:tr w:rsidR="00191A98" w:rsidRPr="008F7357" w:rsidTr="006472A2">
        <w:tc>
          <w:tcPr>
            <w:tcW w:w="2686" w:type="dxa"/>
          </w:tcPr>
          <w:p w:rsidR="00191A98" w:rsidRPr="008F7357" w:rsidRDefault="00191A98" w:rsidP="00195422">
            <w:pPr>
              <w:rPr>
                <w:b/>
                <w:bCs/>
                <w:sz w:val="20"/>
                <w:szCs w:val="20"/>
              </w:rPr>
            </w:pPr>
            <w:r w:rsidRPr="008F7357">
              <w:rPr>
                <w:b/>
                <w:bCs/>
                <w:sz w:val="20"/>
                <w:szCs w:val="20"/>
              </w:rPr>
              <w:t>Territory</w:t>
            </w:r>
          </w:p>
        </w:tc>
        <w:tc>
          <w:tcPr>
            <w:tcW w:w="5882" w:type="dxa"/>
          </w:tcPr>
          <w:p w:rsidR="00191A98" w:rsidRPr="008F7357" w:rsidRDefault="00191A98" w:rsidP="00195422">
            <w:pPr>
              <w:rPr>
                <w:b/>
                <w:bCs/>
                <w:sz w:val="20"/>
                <w:szCs w:val="20"/>
              </w:rPr>
            </w:pPr>
            <w:r w:rsidRPr="008F7357">
              <w:rPr>
                <w:b/>
                <w:bCs/>
                <w:sz w:val="20"/>
                <w:szCs w:val="20"/>
              </w:rPr>
              <w:t>New mapcodes of the form:</w:t>
            </w:r>
          </w:p>
        </w:tc>
      </w:tr>
      <w:tr w:rsidR="00191A98" w:rsidRPr="008F7357" w:rsidTr="006472A2">
        <w:tc>
          <w:tcPr>
            <w:tcW w:w="2686" w:type="dxa"/>
          </w:tcPr>
          <w:p w:rsidR="00191A98" w:rsidRPr="008F7357" w:rsidRDefault="00191A98" w:rsidP="00195422">
            <w:pPr>
              <w:rPr>
                <w:sz w:val="20"/>
                <w:szCs w:val="20"/>
              </w:rPr>
            </w:pPr>
            <w:r w:rsidRPr="008F7357">
              <w:rPr>
                <w:sz w:val="20"/>
                <w:szCs w:val="20"/>
              </w:rPr>
              <w:t>Croatia</w:t>
            </w:r>
          </w:p>
        </w:tc>
        <w:tc>
          <w:tcPr>
            <w:tcW w:w="5882" w:type="dxa"/>
          </w:tcPr>
          <w:p w:rsidR="00191A98" w:rsidRPr="008F7357" w:rsidRDefault="00191A98" w:rsidP="00195422">
            <w:pPr>
              <w:rPr>
                <w:sz w:val="20"/>
                <w:szCs w:val="20"/>
              </w:rPr>
            </w:pPr>
            <w:r w:rsidRPr="008F7357">
              <w:rPr>
                <w:b/>
                <w:bCs/>
                <w:sz w:val="20"/>
                <w:szCs w:val="20"/>
              </w:rPr>
              <w:t>Z</w:t>
            </w:r>
            <w:r w:rsidRPr="008F7357">
              <w:rPr>
                <w:sz w:val="20"/>
                <w:szCs w:val="20"/>
              </w:rPr>
              <w:t>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Japan</w:t>
            </w:r>
          </w:p>
        </w:tc>
        <w:tc>
          <w:tcPr>
            <w:tcW w:w="5882" w:type="dxa"/>
          </w:tcPr>
          <w:p w:rsidR="00191A98" w:rsidRPr="008F7357" w:rsidRDefault="00191A98" w:rsidP="00195422">
            <w:pPr>
              <w:rPr>
                <w:sz w:val="20"/>
                <w:szCs w:val="20"/>
              </w:rPr>
            </w:pPr>
            <w:r w:rsidRPr="008F7357">
              <w:rPr>
                <w:b/>
                <w:bCs/>
                <w:sz w:val="20"/>
                <w:szCs w:val="20"/>
              </w:rPr>
              <w:t>Z</w:t>
            </w:r>
            <w:r w:rsidRPr="008F7357">
              <w:rPr>
                <w:sz w:val="20"/>
                <w:szCs w:val="20"/>
              </w:rPr>
              <w:t>xxx.xxx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Congo-Kinshasa</w:t>
            </w:r>
          </w:p>
        </w:tc>
        <w:tc>
          <w:tcPr>
            <w:tcW w:w="5882" w:type="dxa"/>
          </w:tcPr>
          <w:p w:rsidR="00191A98" w:rsidRPr="008F7357" w:rsidRDefault="00191A98" w:rsidP="00195422">
            <w:pPr>
              <w:rPr>
                <w:sz w:val="20"/>
                <w:szCs w:val="20"/>
              </w:rPr>
            </w:pPr>
            <w:r w:rsidRPr="008F7357">
              <w:rPr>
                <w:b/>
                <w:bCs/>
                <w:sz w:val="20"/>
                <w:szCs w:val="20"/>
              </w:rPr>
              <w:t>8</w:t>
            </w:r>
            <w:r w:rsidRPr="008F7357">
              <w:rPr>
                <w:sz w:val="20"/>
                <w:szCs w:val="20"/>
              </w:rPr>
              <w:t>xx.xxxx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India</w:t>
            </w:r>
          </w:p>
        </w:tc>
        <w:tc>
          <w:tcPr>
            <w:tcW w:w="5882" w:type="dxa"/>
          </w:tcPr>
          <w:p w:rsidR="00191A98" w:rsidRPr="008F7357" w:rsidRDefault="00191A98" w:rsidP="00195422">
            <w:pPr>
              <w:rPr>
                <w:sz w:val="20"/>
                <w:szCs w:val="20"/>
              </w:rPr>
            </w:pPr>
            <w:r w:rsidRPr="008F7357">
              <w:rPr>
                <w:b/>
                <w:bCs/>
                <w:sz w:val="20"/>
                <w:szCs w:val="20"/>
              </w:rPr>
              <w:t>AS Z</w:t>
            </w:r>
            <w:r w:rsidRPr="008F7357">
              <w:rPr>
                <w:sz w:val="20"/>
                <w:szCs w:val="20"/>
              </w:rPr>
              <w:t xml:space="preserve">xx.xxx, </w:t>
            </w:r>
            <w:r w:rsidRPr="008F7357">
              <w:rPr>
                <w:b/>
                <w:bCs/>
                <w:sz w:val="20"/>
                <w:szCs w:val="20"/>
              </w:rPr>
              <w:t>AS T</w:t>
            </w:r>
            <w:r w:rsidRPr="008F7357">
              <w:rPr>
                <w:sz w:val="20"/>
                <w:szCs w:val="20"/>
              </w:rPr>
              <w:t xml:space="preserve">xx.xxx, </w:t>
            </w:r>
            <w:r w:rsidRPr="008F7357">
              <w:rPr>
                <w:b/>
                <w:bCs/>
                <w:sz w:val="20"/>
                <w:szCs w:val="20"/>
              </w:rPr>
              <w:t>BR Z</w:t>
            </w:r>
            <w:r w:rsidRPr="008F7357">
              <w:rPr>
                <w:sz w:val="20"/>
                <w:szCs w:val="20"/>
              </w:rPr>
              <w:t xml:space="preserve">xx.xxx , </w:t>
            </w:r>
            <w:r w:rsidRPr="008F7357">
              <w:rPr>
                <w:b/>
                <w:bCs/>
                <w:sz w:val="20"/>
                <w:szCs w:val="20"/>
              </w:rPr>
              <w:t>8</w:t>
            </w:r>
            <w:r w:rsidRPr="008F7357">
              <w:rPr>
                <w:sz w:val="20"/>
                <w:szCs w:val="20"/>
              </w:rPr>
              <w:t>xx.xxxx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USA</w:t>
            </w:r>
          </w:p>
        </w:tc>
        <w:tc>
          <w:tcPr>
            <w:tcW w:w="5882" w:type="dxa"/>
          </w:tcPr>
          <w:p w:rsidR="00191A98" w:rsidRPr="008F7357" w:rsidRDefault="00191A98" w:rsidP="00195422">
            <w:pPr>
              <w:rPr>
                <w:sz w:val="20"/>
                <w:szCs w:val="20"/>
              </w:rPr>
            </w:pPr>
            <w:r w:rsidRPr="008F7357">
              <w:rPr>
                <w:b/>
                <w:bCs/>
                <w:sz w:val="20"/>
                <w:szCs w:val="20"/>
              </w:rPr>
              <w:t>TX X</w:t>
            </w:r>
            <w:r w:rsidRPr="008F7357">
              <w:rPr>
                <w:sz w:val="20"/>
                <w:szCs w:val="20"/>
              </w:rPr>
              <w:t xml:space="preserve">xxx.xxx, </w:t>
            </w:r>
            <w:r w:rsidRPr="008F7357">
              <w:rPr>
                <w:b/>
                <w:bCs/>
                <w:sz w:val="20"/>
                <w:szCs w:val="20"/>
              </w:rPr>
              <w:t>TX Z</w:t>
            </w:r>
            <w:r w:rsidRPr="008F7357">
              <w:rPr>
                <w:sz w:val="20"/>
                <w:szCs w:val="20"/>
              </w:rPr>
              <w:t>xxx.xxx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Mexico</w:t>
            </w:r>
          </w:p>
        </w:tc>
        <w:tc>
          <w:tcPr>
            <w:tcW w:w="5882" w:type="dxa"/>
          </w:tcPr>
          <w:p w:rsidR="00191A98" w:rsidRPr="008F7357" w:rsidRDefault="00191A98" w:rsidP="00195422">
            <w:pPr>
              <w:rPr>
                <w:sz w:val="20"/>
                <w:szCs w:val="20"/>
              </w:rPr>
            </w:pPr>
            <w:r w:rsidRPr="008F7357">
              <w:rPr>
                <w:b/>
                <w:bCs/>
                <w:sz w:val="20"/>
                <w:szCs w:val="20"/>
              </w:rPr>
              <w:t>9</w:t>
            </w:r>
            <w:r w:rsidRPr="008F7357">
              <w:rPr>
                <w:sz w:val="20"/>
                <w:szCs w:val="20"/>
              </w:rPr>
              <w:t>xx.xxxx</w:t>
            </w:r>
          </w:p>
        </w:tc>
      </w:tr>
      <w:tr w:rsidR="00191A98" w:rsidRPr="008F7357" w:rsidTr="006472A2">
        <w:tc>
          <w:tcPr>
            <w:tcW w:w="2686" w:type="dxa"/>
          </w:tcPr>
          <w:p w:rsidR="00191A98" w:rsidRPr="008F7357" w:rsidRDefault="00191A98" w:rsidP="00195422">
            <w:pPr>
              <w:rPr>
                <w:sz w:val="20"/>
                <w:szCs w:val="20"/>
              </w:rPr>
            </w:pPr>
            <w:r w:rsidRPr="008F7357">
              <w:rPr>
                <w:sz w:val="20"/>
                <w:szCs w:val="20"/>
              </w:rPr>
              <w:t>Xinjiang Uyghur, China</w:t>
            </w:r>
          </w:p>
        </w:tc>
        <w:tc>
          <w:tcPr>
            <w:tcW w:w="5882" w:type="dxa"/>
          </w:tcPr>
          <w:p w:rsidR="00191A98" w:rsidRPr="008F7357" w:rsidRDefault="00191A98" w:rsidP="00195422">
            <w:pPr>
              <w:rPr>
                <w:sz w:val="20"/>
                <w:szCs w:val="20"/>
              </w:rPr>
            </w:pPr>
            <w:r w:rsidRPr="008F7357">
              <w:rPr>
                <w:b/>
                <w:bCs/>
                <w:sz w:val="20"/>
                <w:szCs w:val="20"/>
              </w:rPr>
              <w:t>W</w:t>
            </w:r>
            <w:r w:rsidRPr="008F7357">
              <w:rPr>
                <w:sz w:val="20"/>
                <w:szCs w:val="20"/>
              </w:rPr>
              <w:t>xxx.xxx</w:t>
            </w:r>
          </w:p>
        </w:tc>
      </w:tr>
    </w:tbl>
    <w:p w:rsidR="00191A98" w:rsidRPr="00D103C0" w:rsidRDefault="00191A98" w:rsidP="007124EB">
      <w:pPr>
        <w:pStyle w:val="Heading1"/>
      </w:pPr>
      <w:bookmarkStart w:id="30" w:name="_Toc465975133"/>
      <w:r>
        <w:t xml:space="preserve">8. </w:t>
      </w:r>
      <w:r w:rsidRPr="00D103C0">
        <w:t>C library version history</w:t>
      </w:r>
      <w:bookmarkEnd w:id="30"/>
    </w:p>
    <w:p w:rsidR="00191A98" w:rsidRPr="00D103C0" w:rsidRDefault="00191A98" w:rsidP="007124EB">
      <w:r w:rsidRPr="00D103C0">
        <w:t xml:space="preserve">1.25 </w:t>
      </w:r>
      <w:r>
        <w:t>I</w:t>
      </w:r>
      <w:r w:rsidRPr="00D103C0">
        <w:t>nitial release to the public domain.</w:t>
      </w:r>
    </w:p>
    <w:p w:rsidR="00191A98" w:rsidRPr="00D103C0" w:rsidRDefault="00191A98" w:rsidP="007124EB">
      <w:r w:rsidRPr="00D103C0">
        <w:t xml:space="preserve">1.26 </w:t>
      </w:r>
      <w:r>
        <w:t>A</w:t>
      </w:r>
      <w:r w:rsidRPr="00D103C0">
        <w:t>dded alias OD ("Odisha") for Indian state OR ("Orissa").</w:t>
      </w:r>
    </w:p>
    <w:p w:rsidR="00191A98" w:rsidRPr="00D103C0" w:rsidRDefault="00191A98" w:rsidP="007124EB">
      <w:r w:rsidRPr="00D103C0">
        <w:t xml:space="preserve">1.27 </w:t>
      </w:r>
      <w:r>
        <w:t>I</w:t>
      </w:r>
      <w:r w:rsidRPr="00D103C0">
        <w:t>mproved (faster) implementation of the function isInArea.</w:t>
      </w:r>
    </w:p>
    <w:p w:rsidR="00191A98" w:rsidRPr="00D103C0" w:rsidRDefault="00191A98" w:rsidP="007124EB">
      <w:r w:rsidRPr="00D103C0">
        <w:t xml:space="preserve">1.28 </w:t>
      </w:r>
      <w:r>
        <w:t>B</w:t>
      </w:r>
      <w:r w:rsidRPr="00D103C0">
        <w:t>ug fix for the needless generation of 7-letter alternatives</w:t>
      </w:r>
      <w:r>
        <w:t xml:space="preserve"> </w:t>
      </w:r>
      <w:r w:rsidRPr="00D103C0">
        <w:t>to short mapcodes in large states in India.</w:t>
      </w:r>
    </w:p>
    <w:p w:rsidR="00191A98" w:rsidRPr="00D103C0" w:rsidRDefault="00191A98" w:rsidP="007124EB">
      <w:r w:rsidRPr="00D103C0">
        <w:t xml:space="preserve">1.29 </w:t>
      </w:r>
      <w:r>
        <w:t>A</w:t>
      </w:r>
      <w:r w:rsidRPr="00D103C0">
        <w:t>lso generate country-wide alternative mapcodes for states.</w:t>
      </w:r>
    </w:p>
    <w:p w:rsidR="00191A98" w:rsidRPr="00D103C0" w:rsidRDefault="00191A98" w:rsidP="007124EB">
      <w:r w:rsidRPr="00D103C0">
        <w:t xml:space="preserve">1.30 </w:t>
      </w:r>
      <w:r>
        <w:t>U</w:t>
      </w:r>
      <w:r w:rsidRPr="00D103C0">
        <w:t>pdated the documentation and extended it with examples and suggestions.</w:t>
      </w:r>
    </w:p>
    <w:p w:rsidR="00191A98" w:rsidRPr="00D103C0" w:rsidRDefault="00191A98" w:rsidP="007124EB">
      <w:r w:rsidRPr="00D103C0">
        <w:t xml:space="preserve">1.31 </w:t>
      </w:r>
      <w:r>
        <w:t>A</w:t>
      </w:r>
      <w:r w:rsidRPr="00D103C0">
        <w:t>dded lookslikemapcode().</w:t>
      </w:r>
    </w:p>
    <w:p w:rsidR="00191A98" w:rsidRPr="00D103C0" w:rsidRDefault="00191A98" w:rsidP="007124EB">
      <w:r>
        <w:t>1.32 A</w:t>
      </w:r>
      <w:r w:rsidRPr="00D103C0">
        <w:t>dded coord2mc1();fixed 1.29 so no count</w:t>
      </w:r>
      <w:r>
        <w:t xml:space="preserve">ry-wide alternative is produced </w:t>
      </w:r>
      <w:r w:rsidRPr="00D103C0">
        <w:t>in edge cases; prevent FIJI failing to decode at exactly 180 degrees.</w:t>
      </w:r>
    </w:p>
    <w:p w:rsidR="00191A98" w:rsidRPr="00D103C0" w:rsidRDefault="00191A98" w:rsidP="002A001D">
      <w:r w:rsidRPr="00D103C0">
        <w:t xml:space="preserve">1.33 </w:t>
      </w:r>
      <w:r>
        <w:t>F</w:t>
      </w:r>
      <w:r w:rsidRPr="00D103C0">
        <w:t>ix to not remove valid results just across the edge of a territory</w:t>
      </w:r>
      <w:r>
        <w:t xml:space="preserve">; </w:t>
      </w:r>
      <w:r w:rsidRPr="00D103C0">
        <w:t>improved interface readability and renamed methods to more readable forms.</w:t>
      </w:r>
    </w:p>
    <w:p w:rsidR="00191A98" w:rsidRPr="00D103C0" w:rsidRDefault="00191A98" w:rsidP="007124EB">
      <w:r w:rsidRPr="00D103C0">
        <w:t xml:space="preserve">1.4 </w:t>
      </w:r>
      <w:r>
        <w:t>R</w:t>
      </w:r>
      <w:r w:rsidRPr="00D103C0">
        <w:t>enamed API to more appropriate convention (.h support legacy calls)</w:t>
      </w:r>
      <w:r>
        <w:t>.</w:t>
      </w:r>
    </w:p>
    <w:p w:rsidR="00191A98" w:rsidRPr="00D103C0" w:rsidRDefault="00191A98" w:rsidP="00FB3214">
      <w:r w:rsidRPr="00D103C0">
        <w:t xml:space="preserve">1.40 </w:t>
      </w:r>
      <w:r>
        <w:t>A</w:t>
      </w:r>
      <w:r w:rsidRPr="00D103C0">
        <w:t>dded extraDigits parameter so that high-precision mapcodes can be generated.</w:t>
      </w:r>
    </w:p>
    <w:p w:rsidR="00191A98" w:rsidRPr="00D103C0" w:rsidRDefault="00191A98" w:rsidP="00FB3214">
      <w:r w:rsidRPr="00D103C0">
        <w:t xml:space="preserve">1.41 </w:t>
      </w:r>
      <w:r>
        <w:t>A</w:t>
      </w:r>
      <w:r w:rsidRPr="00D103C0">
        <w:t>dded the India state Telangana (IN-TG), until 2014 a region in Adhra Pradesh.</w:t>
      </w:r>
    </w:p>
    <w:p w:rsidR="00191A98" w:rsidRPr="00D103C0" w:rsidRDefault="00191A98" w:rsidP="007124EB">
      <w:r w:rsidRPr="00D103C0">
        <w:t xml:space="preserve">1.5 </w:t>
      </w:r>
      <w:r>
        <w:t>M</w:t>
      </w:r>
      <w:r w:rsidRPr="00D103C0">
        <w:t>ade threadsafe versions of encoding/decoding routines</w:t>
      </w:r>
      <w:r>
        <w:t>.</w:t>
      </w:r>
    </w:p>
    <w:p w:rsidR="00191A98" w:rsidRPr="00D103C0" w:rsidRDefault="00191A98" w:rsidP="00C56E5D">
      <w:r w:rsidRPr="00D103C0">
        <w:t xml:space="preserve">2.0 </w:t>
      </w:r>
      <w:r>
        <w:t>A</w:t>
      </w:r>
      <w:r w:rsidRPr="00D103C0">
        <w:t>dded up to 8-character high-precision support (10 micron accuracy), made several change</w:t>
      </w:r>
      <w:r>
        <w:t>s to the raw data (see chapter 7</w:t>
      </w:r>
      <w:r w:rsidRPr="00D103C0">
        <w:t>.1).</w:t>
      </w:r>
    </w:p>
    <w:p w:rsidR="00191A98" w:rsidRPr="00D103C0" w:rsidRDefault="00191A98" w:rsidP="00E573D7">
      <w:r w:rsidRPr="00D103C0">
        <w:t>2.1 Rewrote fraction floating points to integer arithmetic; significant speed improvements; added source code to test the library calls.</w:t>
      </w:r>
    </w:p>
    <w:p w:rsidR="00191A98" w:rsidRPr="00D103C0" w:rsidRDefault="00191A98" w:rsidP="00C56E5D">
      <w:r w:rsidRPr="00D103C0">
        <w:t xml:space="preserve">2.2 </w:t>
      </w:r>
      <w:r>
        <w:t>F</w:t>
      </w:r>
      <w:r w:rsidRPr="00D103C0">
        <w:t xml:space="preserve">ixed micro-degree </w:t>
      </w:r>
      <w:r>
        <w:t>gap issue in data (see chapter 7</w:t>
      </w:r>
      <w:r w:rsidRPr="00D103C0">
        <w:t>.2)</w:t>
      </w:r>
      <w:r>
        <w:t>.</w:t>
      </w:r>
    </w:p>
    <w:p w:rsidR="00191A98" w:rsidRPr="00D103C0" w:rsidRDefault="00191A98" w:rsidP="00D01ED2">
      <w:r w:rsidRPr="00D103C0">
        <w:t xml:space="preserve">2.3 </w:t>
      </w:r>
      <w:r>
        <w:t>A</w:t>
      </w:r>
      <w:r w:rsidRPr="00D103C0">
        <w:t>dded support for Arabic script; improved Tibetan so it is easier to type on a keyboard; Adjusted mapcode generation for “abjad” languages (greek, Hebrew) so there will never be more than two consecutive non-digits in a mapcode.</w:t>
      </w:r>
    </w:p>
    <w:p w:rsidR="00191A98" w:rsidRPr="00D103C0" w:rsidRDefault="00191A98" w:rsidP="00D01ED2">
      <w:r w:rsidRPr="00D103C0">
        <w:t xml:space="preserve">2.4 </w:t>
      </w:r>
      <w:r>
        <w:t>A</w:t>
      </w:r>
      <w:r w:rsidRPr="00D103C0">
        <w:t>dded Korean (Choson'gul / Hangul), Burmese, Khmer, Sinhalese, Thaana (Maldivan), Chinese (Zhuyin, Bopomofo), Tifinagh (Berber), Tamil, Amharic, Telugu, Odia, Kannada, Gujarati. Changed some Arabic, Devanagari and Bengali char</w:t>
      </w:r>
      <w:r>
        <w:t>a</w:t>
      </w:r>
      <w:r w:rsidRPr="00D103C0">
        <w:t>cters to support sister languages (Urdu, Jawi, Assamese).</w:t>
      </w:r>
    </w:p>
    <w:p w:rsidR="00191A98" w:rsidRPr="00D103C0" w:rsidRDefault="00191A98" w:rsidP="00971C38">
      <w:r>
        <w:t>2.4.1 Enumerated territories and alphabets.</w:t>
      </w:r>
    </w:p>
    <w:p w:rsidR="00191A98" w:rsidRPr="00D103C0" w:rsidRDefault="00191A98" w:rsidP="007124EB"/>
    <w:sectPr w:rsidR="00191A98" w:rsidRPr="00D103C0" w:rsidSect="00D103C0">
      <w:headerReference w:type="default" r:id="rId7"/>
      <w:footerReference w:type="even" r:id="rId8"/>
      <w:footerReference w:type="default" r:id="rId9"/>
      <w:pgSz w:w="11909" w:h="16834" w:code="9"/>
      <w:pgMar w:top="1418" w:right="1418" w:bottom="147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A98" w:rsidRDefault="00191A98" w:rsidP="006E26D5">
      <w:r>
        <w:separator/>
      </w:r>
    </w:p>
  </w:endnote>
  <w:endnote w:type="continuationSeparator" w:id="0">
    <w:p w:rsidR="00191A98" w:rsidRDefault="00191A98" w:rsidP="006E26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irmala UI">
    <w:altName w:val="Helvetica"/>
    <w:panose1 w:val="020B0502040204020203"/>
    <w:charset w:val="00"/>
    <w:family w:val="swiss"/>
    <w:pitch w:val="variable"/>
    <w:sig w:usb0="80FF8023" w:usb1="0000004A" w:usb2="00000200" w:usb3="00000000" w:csb0="00000001" w:csb1="00000000"/>
  </w:font>
  <w:font w:name="Mangal">
    <w:altName w:val="Cambria"/>
    <w:panose1 w:val="02040503050203030202"/>
    <w:charset w:val="01"/>
    <w:family w:val="roman"/>
    <w:notTrueType/>
    <w:pitch w:val="variable"/>
    <w:sig w:usb0="00002001"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A98" w:rsidRDefault="00191A98" w:rsidP="00A97D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1A98" w:rsidRDefault="00191A98" w:rsidP="006E26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A98" w:rsidRDefault="00191A98" w:rsidP="00A97D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191A98" w:rsidRDefault="00191A98" w:rsidP="006E26D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A98" w:rsidRDefault="00191A98" w:rsidP="006E26D5">
      <w:r>
        <w:separator/>
      </w:r>
    </w:p>
  </w:footnote>
  <w:footnote w:type="continuationSeparator" w:id="0">
    <w:p w:rsidR="00191A98" w:rsidRDefault="00191A98" w:rsidP="006E26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A98" w:rsidRPr="002A001D" w:rsidRDefault="00191A98">
    <w:pPr>
      <w:pStyle w:val="Header"/>
      <w:rPr>
        <w:rFonts w:ascii="Arial" w:hAnsi="Arial" w:cs="Arial"/>
        <w:b/>
        <w:sz w:val="22"/>
        <w:szCs w:val="22"/>
      </w:rPr>
    </w:pPr>
    <w:r w:rsidRPr="002A001D">
      <w:rPr>
        <w:rFonts w:ascii="Arial" w:hAnsi="Arial" w:cs="Arial"/>
        <w:b/>
        <w:sz w:val="22"/>
        <w:szCs w:val="22"/>
      </w:rPr>
      <w:t>Mapcode C/C++ Library – Mapcode Foundation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95EE22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9B4945"/>
    <w:multiLevelType w:val="multilevel"/>
    <w:tmpl w:val="87B23B18"/>
    <w:numStyleLink w:val="StyleBulletedSymbolsymbolBefore0Hanging025"/>
  </w:abstractNum>
  <w:abstractNum w:abstractNumId="2">
    <w:nsid w:val="09B51459"/>
    <w:multiLevelType w:val="multilevel"/>
    <w:tmpl w:val="87B23B18"/>
    <w:numStyleLink w:val="StyleBulletedSymbolsymbolBefore0Hanging025"/>
  </w:abstractNum>
  <w:abstractNum w:abstractNumId="3">
    <w:nsid w:val="0B265043"/>
    <w:multiLevelType w:val="multilevel"/>
    <w:tmpl w:val="0413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C6655A3"/>
    <w:multiLevelType w:val="hybridMultilevel"/>
    <w:tmpl w:val="1422DB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0B404AD"/>
    <w:multiLevelType w:val="multilevel"/>
    <w:tmpl w:val="87B23B18"/>
    <w:numStyleLink w:val="StyleBulletedSymbolsymbolBefore0Hanging025"/>
  </w:abstractNum>
  <w:abstractNum w:abstractNumId="6">
    <w:nsid w:val="11906B94"/>
    <w:multiLevelType w:val="hybridMultilevel"/>
    <w:tmpl w:val="9CDC39D4"/>
    <w:lvl w:ilvl="0" w:tplc="19BC8328">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7">
    <w:nsid w:val="19D0001B"/>
    <w:multiLevelType w:val="hybridMultilevel"/>
    <w:tmpl w:val="2A66F1C4"/>
    <w:lvl w:ilvl="0" w:tplc="A4480146">
      <w:start w:val="1"/>
      <w:numFmt w:val="bullet"/>
      <w:pStyle w:val="prog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A126A7C"/>
    <w:multiLevelType w:val="multilevel"/>
    <w:tmpl w:val="87B23B18"/>
    <w:numStyleLink w:val="StyleBulletedSymbolsymbolBefore0Hanging025"/>
  </w:abstractNum>
  <w:abstractNum w:abstractNumId="9">
    <w:nsid w:val="1F301E5C"/>
    <w:multiLevelType w:val="multilevel"/>
    <w:tmpl w:val="87B23B18"/>
    <w:styleLink w:val="StyleBulletedSymbolsymbolBefore0Hanging025"/>
    <w:lvl w:ilvl="0">
      <w:start w:val="1"/>
      <w:numFmt w:val="bullet"/>
      <w:lvlText w:val=""/>
      <w:lvlJc w:val="left"/>
      <w:pPr>
        <w:tabs>
          <w:tab w:val="num" w:pos="360"/>
        </w:tabs>
        <w:ind w:left="1080" w:hanging="360"/>
      </w:pPr>
      <w:rPr>
        <w:rFonts w:ascii="Symbol" w:hAnsi="Symbol"/>
        <w:sz w:val="24"/>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209B15CF"/>
    <w:multiLevelType w:val="multilevel"/>
    <w:tmpl w:val="87B23B18"/>
    <w:numStyleLink w:val="StyleBulletedSymbolsymbolBefore0Hanging025"/>
  </w:abstractNum>
  <w:abstractNum w:abstractNumId="11">
    <w:nsid w:val="221B272C"/>
    <w:multiLevelType w:val="multilevel"/>
    <w:tmpl w:val="87B23B18"/>
    <w:numStyleLink w:val="StyleBulletedSymbolsymbolBefore0Hanging025"/>
  </w:abstractNum>
  <w:abstractNum w:abstractNumId="12">
    <w:nsid w:val="299F7F64"/>
    <w:multiLevelType w:val="hybridMultilevel"/>
    <w:tmpl w:val="397CADE2"/>
    <w:lvl w:ilvl="0" w:tplc="AB98586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9B30100"/>
    <w:multiLevelType w:val="multilevel"/>
    <w:tmpl w:val="87B23B18"/>
    <w:numStyleLink w:val="StyleBulletedSymbolsymbolBefore0Hanging025"/>
  </w:abstractNum>
  <w:abstractNum w:abstractNumId="14">
    <w:nsid w:val="2A250213"/>
    <w:multiLevelType w:val="hybridMultilevel"/>
    <w:tmpl w:val="61CE99C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06969D3"/>
    <w:multiLevelType w:val="multilevel"/>
    <w:tmpl w:val="87B23B18"/>
    <w:numStyleLink w:val="StyleBulletedSymbolsymbolBefore0Hanging025"/>
  </w:abstractNum>
  <w:abstractNum w:abstractNumId="16">
    <w:nsid w:val="34F60C4D"/>
    <w:multiLevelType w:val="multilevel"/>
    <w:tmpl w:val="87B23B18"/>
    <w:numStyleLink w:val="StyleBulletedSymbolsymbolBefore0Hanging025"/>
  </w:abstractNum>
  <w:abstractNum w:abstractNumId="17">
    <w:nsid w:val="371446F6"/>
    <w:multiLevelType w:val="multilevel"/>
    <w:tmpl w:val="87B23B18"/>
    <w:numStyleLink w:val="StyleBulletedSymbolsymbolBefore0Hanging025"/>
  </w:abstractNum>
  <w:abstractNum w:abstractNumId="18">
    <w:nsid w:val="3A593129"/>
    <w:multiLevelType w:val="multilevel"/>
    <w:tmpl w:val="87B23B18"/>
    <w:numStyleLink w:val="StyleBulletedSymbolsymbolBefore0Hanging025"/>
  </w:abstractNum>
  <w:abstractNum w:abstractNumId="19">
    <w:nsid w:val="3B5A3251"/>
    <w:multiLevelType w:val="multilevel"/>
    <w:tmpl w:val="87B23B18"/>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3D681131"/>
    <w:multiLevelType w:val="multilevel"/>
    <w:tmpl w:val="87B23B18"/>
    <w:numStyleLink w:val="StyleBulletedSymbolsymbolBefore0Hanging025"/>
  </w:abstractNum>
  <w:abstractNum w:abstractNumId="21">
    <w:nsid w:val="3DC32050"/>
    <w:multiLevelType w:val="hybridMultilevel"/>
    <w:tmpl w:val="87B23B1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E551240"/>
    <w:multiLevelType w:val="multilevel"/>
    <w:tmpl w:val="87B23B18"/>
    <w:numStyleLink w:val="StyleBulletedSymbolsymbolBefore0Hanging025"/>
  </w:abstractNum>
  <w:abstractNum w:abstractNumId="23">
    <w:nsid w:val="40664333"/>
    <w:multiLevelType w:val="multilevel"/>
    <w:tmpl w:val="87B23B18"/>
    <w:numStyleLink w:val="StyleBulletedSymbolsymbolBefore0Hanging025"/>
  </w:abstractNum>
  <w:abstractNum w:abstractNumId="24">
    <w:nsid w:val="42E87E21"/>
    <w:multiLevelType w:val="multilevel"/>
    <w:tmpl w:val="87B23B18"/>
    <w:numStyleLink w:val="StyleBulletedSymbolsymbolBefore0Hanging025"/>
  </w:abstractNum>
  <w:abstractNum w:abstractNumId="25">
    <w:nsid w:val="444725E9"/>
    <w:multiLevelType w:val="multilevel"/>
    <w:tmpl w:val="87B23B18"/>
    <w:numStyleLink w:val="StyleBulletedSymbolsymbolBefore0Hanging025"/>
  </w:abstractNum>
  <w:abstractNum w:abstractNumId="26">
    <w:nsid w:val="44C56A47"/>
    <w:multiLevelType w:val="hybridMultilevel"/>
    <w:tmpl w:val="2848BDFA"/>
    <w:lvl w:ilvl="0" w:tplc="8C2E2B0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7955634"/>
    <w:multiLevelType w:val="hybridMultilevel"/>
    <w:tmpl w:val="D340BAE2"/>
    <w:lvl w:ilvl="0" w:tplc="6E7A9970">
      <w:start w:val="1"/>
      <w:numFmt w:val="lowerLetter"/>
      <w:lvlText w:val="%1."/>
      <w:lvlJc w:val="left"/>
      <w:pPr>
        <w:tabs>
          <w:tab w:val="num" w:pos="720"/>
        </w:tabs>
        <w:ind w:left="720" w:hanging="360"/>
      </w:pPr>
      <w:rPr>
        <w:rFonts w:cs="Times New Roman" w:hint="default"/>
        <w:b/>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80B2245"/>
    <w:multiLevelType w:val="multilevel"/>
    <w:tmpl w:val="87B23B18"/>
    <w:numStyleLink w:val="StyleBulletedSymbolsymbolBefore0Hanging025"/>
  </w:abstractNum>
  <w:abstractNum w:abstractNumId="29">
    <w:nsid w:val="4E195629"/>
    <w:multiLevelType w:val="multilevel"/>
    <w:tmpl w:val="87B23B18"/>
    <w:numStyleLink w:val="StyleBulletedSymbolsymbolBefore0Hanging025"/>
  </w:abstractNum>
  <w:abstractNum w:abstractNumId="30">
    <w:nsid w:val="59892344"/>
    <w:multiLevelType w:val="multilevel"/>
    <w:tmpl w:val="87B23B18"/>
    <w:numStyleLink w:val="StyleBulletedSymbolsymbolBefore0Hanging025"/>
  </w:abstractNum>
  <w:abstractNum w:abstractNumId="31">
    <w:nsid w:val="5C5B6A5D"/>
    <w:multiLevelType w:val="multilevel"/>
    <w:tmpl w:val="87B23B18"/>
    <w:numStyleLink w:val="StyleBulletedSymbolsymbolBefore0Hanging025"/>
  </w:abstractNum>
  <w:abstractNum w:abstractNumId="32">
    <w:nsid w:val="5FE35BC8"/>
    <w:multiLevelType w:val="multilevel"/>
    <w:tmpl w:val="87B23B18"/>
    <w:numStyleLink w:val="StyleBulletedSymbolsymbolBefore0Hanging025"/>
  </w:abstractNum>
  <w:abstractNum w:abstractNumId="33">
    <w:nsid w:val="6247058E"/>
    <w:multiLevelType w:val="multilevel"/>
    <w:tmpl w:val="87B23B18"/>
    <w:numStyleLink w:val="StyleBulletedSymbolsymbolBefore0Hanging025"/>
  </w:abstractNum>
  <w:abstractNum w:abstractNumId="34">
    <w:nsid w:val="67F15068"/>
    <w:multiLevelType w:val="hybridMultilevel"/>
    <w:tmpl w:val="EFF413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9E416CB"/>
    <w:multiLevelType w:val="hybridMultilevel"/>
    <w:tmpl w:val="52748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D6F13FA"/>
    <w:multiLevelType w:val="hybridMultilevel"/>
    <w:tmpl w:val="15407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E200209"/>
    <w:multiLevelType w:val="multilevel"/>
    <w:tmpl w:val="87B23B18"/>
    <w:numStyleLink w:val="StyleBulletedSymbolsymbolBefore0Hanging025"/>
  </w:abstractNum>
  <w:abstractNum w:abstractNumId="38">
    <w:nsid w:val="73641C14"/>
    <w:multiLevelType w:val="multilevel"/>
    <w:tmpl w:val="87B23B18"/>
    <w:numStyleLink w:val="StyleBulletedSymbolsymbolBefore0Hanging025"/>
  </w:abstractNum>
  <w:abstractNum w:abstractNumId="39">
    <w:nsid w:val="784C5990"/>
    <w:multiLevelType w:val="multilevel"/>
    <w:tmpl w:val="87B23B18"/>
    <w:numStyleLink w:val="StyleBulletedSymbolsymbolBefore0Hanging025"/>
  </w:abstractNum>
  <w:abstractNum w:abstractNumId="40">
    <w:nsid w:val="7B484620"/>
    <w:multiLevelType w:val="multilevel"/>
    <w:tmpl w:val="87B23B18"/>
    <w:numStyleLink w:val="StyleBulletedSymbolsymbolBefore0Hanging025"/>
  </w:abstractNum>
  <w:num w:numId="1">
    <w:abstractNumId w:val="4"/>
  </w:num>
  <w:num w:numId="2">
    <w:abstractNumId w:val="14"/>
  </w:num>
  <w:num w:numId="3">
    <w:abstractNumId w:val="34"/>
  </w:num>
  <w:num w:numId="4">
    <w:abstractNumId w:val="21"/>
  </w:num>
  <w:num w:numId="5">
    <w:abstractNumId w:val="7"/>
  </w:num>
  <w:num w:numId="6">
    <w:abstractNumId w:val="0"/>
  </w:num>
  <w:num w:numId="7">
    <w:abstractNumId w:val="12"/>
  </w:num>
  <w:num w:numId="8">
    <w:abstractNumId w:val="26"/>
  </w:num>
  <w:num w:numId="9">
    <w:abstractNumId w:val="27"/>
  </w:num>
  <w:num w:numId="10">
    <w:abstractNumId w:val="35"/>
  </w:num>
  <w:num w:numId="11">
    <w:abstractNumId w:val="6"/>
  </w:num>
  <w:num w:numId="12">
    <w:abstractNumId w:val="3"/>
  </w:num>
  <w:num w:numId="13">
    <w:abstractNumId w:val="19"/>
  </w:num>
  <w:num w:numId="14">
    <w:abstractNumId w:val="9"/>
  </w:num>
  <w:num w:numId="15">
    <w:abstractNumId w:val="28"/>
  </w:num>
  <w:num w:numId="16">
    <w:abstractNumId w:val="32"/>
  </w:num>
  <w:num w:numId="17">
    <w:abstractNumId w:val="23"/>
  </w:num>
  <w:num w:numId="18">
    <w:abstractNumId w:val="15"/>
  </w:num>
  <w:num w:numId="19">
    <w:abstractNumId w:val="8"/>
  </w:num>
  <w:num w:numId="20">
    <w:abstractNumId w:val="33"/>
  </w:num>
  <w:num w:numId="21">
    <w:abstractNumId w:val="18"/>
  </w:num>
  <w:num w:numId="22">
    <w:abstractNumId w:val="16"/>
  </w:num>
  <w:num w:numId="23">
    <w:abstractNumId w:val="11"/>
  </w:num>
  <w:num w:numId="24">
    <w:abstractNumId w:val="39"/>
  </w:num>
  <w:num w:numId="25">
    <w:abstractNumId w:val="10"/>
  </w:num>
  <w:num w:numId="26">
    <w:abstractNumId w:val="31"/>
  </w:num>
  <w:num w:numId="27">
    <w:abstractNumId w:val="22"/>
  </w:num>
  <w:num w:numId="28">
    <w:abstractNumId w:val="24"/>
  </w:num>
  <w:num w:numId="29">
    <w:abstractNumId w:val="40"/>
  </w:num>
  <w:num w:numId="30">
    <w:abstractNumId w:val="37"/>
  </w:num>
  <w:num w:numId="31">
    <w:abstractNumId w:val="25"/>
  </w:num>
  <w:num w:numId="32">
    <w:abstractNumId w:val="2"/>
  </w:num>
  <w:num w:numId="33">
    <w:abstractNumId w:val="29"/>
  </w:num>
  <w:num w:numId="34">
    <w:abstractNumId w:val="20"/>
  </w:num>
  <w:num w:numId="35">
    <w:abstractNumId w:val="17"/>
  </w:num>
  <w:num w:numId="36">
    <w:abstractNumId w:val="1"/>
  </w:num>
  <w:num w:numId="37">
    <w:abstractNumId w:val="38"/>
  </w:num>
  <w:num w:numId="38">
    <w:abstractNumId w:val="13"/>
  </w:num>
  <w:num w:numId="39">
    <w:abstractNumId w:val="30"/>
  </w:num>
  <w:num w:numId="40">
    <w:abstractNumId w:val="5"/>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F0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DA0"/>
    <w:rsid w:val="00005999"/>
    <w:rsid w:val="000068CC"/>
    <w:rsid w:val="00016B35"/>
    <w:rsid w:val="000208A9"/>
    <w:rsid w:val="00033AA3"/>
    <w:rsid w:val="0003596D"/>
    <w:rsid w:val="00051C53"/>
    <w:rsid w:val="0005652F"/>
    <w:rsid w:val="00075B59"/>
    <w:rsid w:val="000914F6"/>
    <w:rsid w:val="000A13B2"/>
    <w:rsid w:val="000A1489"/>
    <w:rsid w:val="000A5427"/>
    <w:rsid w:val="000A7D6E"/>
    <w:rsid w:val="000C35BE"/>
    <w:rsid w:val="000C4B33"/>
    <w:rsid w:val="000C5DA5"/>
    <w:rsid w:val="000D7DF6"/>
    <w:rsid w:val="000E0793"/>
    <w:rsid w:val="000E6032"/>
    <w:rsid w:val="000E6FFE"/>
    <w:rsid w:val="000F0ABE"/>
    <w:rsid w:val="000F271F"/>
    <w:rsid w:val="000F4023"/>
    <w:rsid w:val="000F60D1"/>
    <w:rsid w:val="00110784"/>
    <w:rsid w:val="00116306"/>
    <w:rsid w:val="001310B8"/>
    <w:rsid w:val="00135DDD"/>
    <w:rsid w:val="00146CD3"/>
    <w:rsid w:val="00154B9B"/>
    <w:rsid w:val="00165189"/>
    <w:rsid w:val="0017028C"/>
    <w:rsid w:val="0017331E"/>
    <w:rsid w:val="00174793"/>
    <w:rsid w:val="001822F2"/>
    <w:rsid w:val="00184A85"/>
    <w:rsid w:val="00186345"/>
    <w:rsid w:val="001864D4"/>
    <w:rsid w:val="00191A98"/>
    <w:rsid w:val="00193692"/>
    <w:rsid w:val="00194AB8"/>
    <w:rsid w:val="00195422"/>
    <w:rsid w:val="001A23B1"/>
    <w:rsid w:val="001A32DF"/>
    <w:rsid w:val="001A547D"/>
    <w:rsid w:val="001B0AB7"/>
    <w:rsid w:val="001B0D19"/>
    <w:rsid w:val="001B25F4"/>
    <w:rsid w:val="001B2A2B"/>
    <w:rsid w:val="001C04D0"/>
    <w:rsid w:val="001D4D85"/>
    <w:rsid w:val="001F263F"/>
    <w:rsid w:val="001F3090"/>
    <w:rsid w:val="001F38D2"/>
    <w:rsid w:val="001F38F0"/>
    <w:rsid w:val="001F3981"/>
    <w:rsid w:val="00205740"/>
    <w:rsid w:val="00206126"/>
    <w:rsid w:val="00207A6E"/>
    <w:rsid w:val="002105CC"/>
    <w:rsid w:val="0021176C"/>
    <w:rsid w:val="002257F3"/>
    <w:rsid w:val="0023081D"/>
    <w:rsid w:val="00243C15"/>
    <w:rsid w:val="00246E8E"/>
    <w:rsid w:val="0025196D"/>
    <w:rsid w:val="00251EBB"/>
    <w:rsid w:val="00256196"/>
    <w:rsid w:val="002566A2"/>
    <w:rsid w:val="00261942"/>
    <w:rsid w:val="00271D79"/>
    <w:rsid w:val="00277B48"/>
    <w:rsid w:val="00281859"/>
    <w:rsid w:val="00281972"/>
    <w:rsid w:val="0028426E"/>
    <w:rsid w:val="002849E1"/>
    <w:rsid w:val="0028694F"/>
    <w:rsid w:val="00286C6E"/>
    <w:rsid w:val="00292C2B"/>
    <w:rsid w:val="00293011"/>
    <w:rsid w:val="002960B6"/>
    <w:rsid w:val="002A001D"/>
    <w:rsid w:val="002A2D4B"/>
    <w:rsid w:val="002A62DE"/>
    <w:rsid w:val="002A7C64"/>
    <w:rsid w:val="002B5082"/>
    <w:rsid w:val="002B50B5"/>
    <w:rsid w:val="002B6B1D"/>
    <w:rsid w:val="002C4135"/>
    <w:rsid w:val="002D3504"/>
    <w:rsid w:val="002D77A3"/>
    <w:rsid w:val="002E4E10"/>
    <w:rsid w:val="002E5985"/>
    <w:rsid w:val="002E6C33"/>
    <w:rsid w:val="002F0868"/>
    <w:rsid w:val="002F3AEA"/>
    <w:rsid w:val="00300D84"/>
    <w:rsid w:val="00306657"/>
    <w:rsid w:val="003100C1"/>
    <w:rsid w:val="003106D1"/>
    <w:rsid w:val="00312911"/>
    <w:rsid w:val="00317AA6"/>
    <w:rsid w:val="00327209"/>
    <w:rsid w:val="003275EA"/>
    <w:rsid w:val="00342296"/>
    <w:rsid w:val="00343ED8"/>
    <w:rsid w:val="00363A6C"/>
    <w:rsid w:val="00364A83"/>
    <w:rsid w:val="00371883"/>
    <w:rsid w:val="00381DBD"/>
    <w:rsid w:val="003831A8"/>
    <w:rsid w:val="00391AC3"/>
    <w:rsid w:val="003930F0"/>
    <w:rsid w:val="003A226A"/>
    <w:rsid w:val="003A44B3"/>
    <w:rsid w:val="003C453C"/>
    <w:rsid w:val="003D0CFE"/>
    <w:rsid w:val="003E3322"/>
    <w:rsid w:val="003F2E4F"/>
    <w:rsid w:val="003F4415"/>
    <w:rsid w:val="0040158C"/>
    <w:rsid w:val="004067EA"/>
    <w:rsid w:val="004114D0"/>
    <w:rsid w:val="00416754"/>
    <w:rsid w:val="00417AC4"/>
    <w:rsid w:val="0042000C"/>
    <w:rsid w:val="00420577"/>
    <w:rsid w:val="0042314E"/>
    <w:rsid w:val="0043557D"/>
    <w:rsid w:val="004446BC"/>
    <w:rsid w:val="00444C3E"/>
    <w:rsid w:val="00450060"/>
    <w:rsid w:val="0045277E"/>
    <w:rsid w:val="00452C75"/>
    <w:rsid w:val="00453F19"/>
    <w:rsid w:val="00454740"/>
    <w:rsid w:val="00463BA6"/>
    <w:rsid w:val="004678D3"/>
    <w:rsid w:val="004714A2"/>
    <w:rsid w:val="00471860"/>
    <w:rsid w:val="00477089"/>
    <w:rsid w:val="0047739E"/>
    <w:rsid w:val="0048410C"/>
    <w:rsid w:val="004937B2"/>
    <w:rsid w:val="00494F5D"/>
    <w:rsid w:val="004A0DA0"/>
    <w:rsid w:val="004B060A"/>
    <w:rsid w:val="004B2579"/>
    <w:rsid w:val="004B38AA"/>
    <w:rsid w:val="004B56DB"/>
    <w:rsid w:val="004C1C33"/>
    <w:rsid w:val="004C2337"/>
    <w:rsid w:val="004E2B49"/>
    <w:rsid w:val="004F1F3B"/>
    <w:rsid w:val="004F2D3B"/>
    <w:rsid w:val="00501637"/>
    <w:rsid w:val="00503049"/>
    <w:rsid w:val="005052E4"/>
    <w:rsid w:val="00510635"/>
    <w:rsid w:val="00511431"/>
    <w:rsid w:val="0051603A"/>
    <w:rsid w:val="00520C34"/>
    <w:rsid w:val="00531C10"/>
    <w:rsid w:val="00535D67"/>
    <w:rsid w:val="00540A83"/>
    <w:rsid w:val="00545867"/>
    <w:rsid w:val="00547388"/>
    <w:rsid w:val="00550448"/>
    <w:rsid w:val="00560E3C"/>
    <w:rsid w:val="005643E3"/>
    <w:rsid w:val="0056679B"/>
    <w:rsid w:val="005727F8"/>
    <w:rsid w:val="00580D23"/>
    <w:rsid w:val="00583743"/>
    <w:rsid w:val="00586F2D"/>
    <w:rsid w:val="00587C73"/>
    <w:rsid w:val="00587E7E"/>
    <w:rsid w:val="0059066D"/>
    <w:rsid w:val="00591438"/>
    <w:rsid w:val="00591A0A"/>
    <w:rsid w:val="005A34D0"/>
    <w:rsid w:val="005B4308"/>
    <w:rsid w:val="005B46F8"/>
    <w:rsid w:val="005B5ED2"/>
    <w:rsid w:val="005C45F0"/>
    <w:rsid w:val="005C7A2A"/>
    <w:rsid w:val="005C7A83"/>
    <w:rsid w:val="005D0D0A"/>
    <w:rsid w:val="005D71A6"/>
    <w:rsid w:val="005D783C"/>
    <w:rsid w:val="005E0253"/>
    <w:rsid w:val="005E3F83"/>
    <w:rsid w:val="005E49F6"/>
    <w:rsid w:val="005E55FB"/>
    <w:rsid w:val="005E7E51"/>
    <w:rsid w:val="005F519C"/>
    <w:rsid w:val="0061212E"/>
    <w:rsid w:val="00622D00"/>
    <w:rsid w:val="00623654"/>
    <w:rsid w:val="00630814"/>
    <w:rsid w:val="00631C7B"/>
    <w:rsid w:val="006320F8"/>
    <w:rsid w:val="00632F0B"/>
    <w:rsid w:val="00633E85"/>
    <w:rsid w:val="00635F89"/>
    <w:rsid w:val="00636729"/>
    <w:rsid w:val="00643264"/>
    <w:rsid w:val="00643893"/>
    <w:rsid w:val="006472A2"/>
    <w:rsid w:val="00652499"/>
    <w:rsid w:val="00652705"/>
    <w:rsid w:val="00667CA7"/>
    <w:rsid w:val="006715E6"/>
    <w:rsid w:val="00680570"/>
    <w:rsid w:val="00681B08"/>
    <w:rsid w:val="00683427"/>
    <w:rsid w:val="0068390C"/>
    <w:rsid w:val="00684C3F"/>
    <w:rsid w:val="00687C99"/>
    <w:rsid w:val="00687E9C"/>
    <w:rsid w:val="00692AAE"/>
    <w:rsid w:val="00697D5C"/>
    <w:rsid w:val="006A2168"/>
    <w:rsid w:val="006A5394"/>
    <w:rsid w:val="006A78D7"/>
    <w:rsid w:val="006B00D3"/>
    <w:rsid w:val="006B571B"/>
    <w:rsid w:val="006C2190"/>
    <w:rsid w:val="006C72CD"/>
    <w:rsid w:val="006D29E3"/>
    <w:rsid w:val="006E018B"/>
    <w:rsid w:val="006E059E"/>
    <w:rsid w:val="006E26D5"/>
    <w:rsid w:val="006E3D65"/>
    <w:rsid w:val="006E471F"/>
    <w:rsid w:val="006E6344"/>
    <w:rsid w:val="006E68BB"/>
    <w:rsid w:val="006F181B"/>
    <w:rsid w:val="006F1B05"/>
    <w:rsid w:val="007000C3"/>
    <w:rsid w:val="00700A59"/>
    <w:rsid w:val="00705454"/>
    <w:rsid w:val="007100FD"/>
    <w:rsid w:val="00711F71"/>
    <w:rsid w:val="007124EB"/>
    <w:rsid w:val="007161EA"/>
    <w:rsid w:val="0072150C"/>
    <w:rsid w:val="007223CA"/>
    <w:rsid w:val="00724E47"/>
    <w:rsid w:val="007318D1"/>
    <w:rsid w:val="00741253"/>
    <w:rsid w:val="00752E2E"/>
    <w:rsid w:val="00753D2E"/>
    <w:rsid w:val="00756F50"/>
    <w:rsid w:val="00764B84"/>
    <w:rsid w:val="00764B86"/>
    <w:rsid w:val="00766082"/>
    <w:rsid w:val="00767B5B"/>
    <w:rsid w:val="007778EB"/>
    <w:rsid w:val="00785E98"/>
    <w:rsid w:val="007A3FD6"/>
    <w:rsid w:val="007B0ECE"/>
    <w:rsid w:val="007B6656"/>
    <w:rsid w:val="007B7E5E"/>
    <w:rsid w:val="007C1ECA"/>
    <w:rsid w:val="007C60F8"/>
    <w:rsid w:val="007C669D"/>
    <w:rsid w:val="007C6707"/>
    <w:rsid w:val="007E1827"/>
    <w:rsid w:val="007E1AD5"/>
    <w:rsid w:val="007E427F"/>
    <w:rsid w:val="007E4C08"/>
    <w:rsid w:val="007F3224"/>
    <w:rsid w:val="007F6149"/>
    <w:rsid w:val="008019A3"/>
    <w:rsid w:val="0080547A"/>
    <w:rsid w:val="0081213C"/>
    <w:rsid w:val="008148FC"/>
    <w:rsid w:val="008170CF"/>
    <w:rsid w:val="00823447"/>
    <w:rsid w:val="008257BF"/>
    <w:rsid w:val="0082735A"/>
    <w:rsid w:val="00837975"/>
    <w:rsid w:val="008409AE"/>
    <w:rsid w:val="00841A2C"/>
    <w:rsid w:val="00843A3D"/>
    <w:rsid w:val="008461DA"/>
    <w:rsid w:val="008538CB"/>
    <w:rsid w:val="008571A9"/>
    <w:rsid w:val="00857BF3"/>
    <w:rsid w:val="0086415C"/>
    <w:rsid w:val="00872471"/>
    <w:rsid w:val="00872E70"/>
    <w:rsid w:val="00874925"/>
    <w:rsid w:val="00875979"/>
    <w:rsid w:val="0087666F"/>
    <w:rsid w:val="008766B5"/>
    <w:rsid w:val="00883E3B"/>
    <w:rsid w:val="00885FF6"/>
    <w:rsid w:val="00887313"/>
    <w:rsid w:val="0089274C"/>
    <w:rsid w:val="008A4183"/>
    <w:rsid w:val="008A5B89"/>
    <w:rsid w:val="008A6210"/>
    <w:rsid w:val="008A7DA8"/>
    <w:rsid w:val="008B3D2E"/>
    <w:rsid w:val="008B7D6B"/>
    <w:rsid w:val="008C01EA"/>
    <w:rsid w:val="008D454E"/>
    <w:rsid w:val="008E6377"/>
    <w:rsid w:val="008E7D82"/>
    <w:rsid w:val="008F1802"/>
    <w:rsid w:val="008F7357"/>
    <w:rsid w:val="00905500"/>
    <w:rsid w:val="00916928"/>
    <w:rsid w:val="00934BE4"/>
    <w:rsid w:val="00940ADC"/>
    <w:rsid w:val="00941174"/>
    <w:rsid w:val="009569B9"/>
    <w:rsid w:val="009601FA"/>
    <w:rsid w:val="0096137D"/>
    <w:rsid w:val="0096422C"/>
    <w:rsid w:val="009647E5"/>
    <w:rsid w:val="009674B5"/>
    <w:rsid w:val="00971C38"/>
    <w:rsid w:val="00972C53"/>
    <w:rsid w:val="009772D3"/>
    <w:rsid w:val="00983EE5"/>
    <w:rsid w:val="00992BB7"/>
    <w:rsid w:val="00994495"/>
    <w:rsid w:val="009962E6"/>
    <w:rsid w:val="009A340D"/>
    <w:rsid w:val="009A7652"/>
    <w:rsid w:val="009B48C0"/>
    <w:rsid w:val="009C63FC"/>
    <w:rsid w:val="009D102F"/>
    <w:rsid w:val="009D3A4E"/>
    <w:rsid w:val="009D4AB9"/>
    <w:rsid w:val="009D4AF0"/>
    <w:rsid w:val="009D7F7A"/>
    <w:rsid w:val="009E7669"/>
    <w:rsid w:val="009F0955"/>
    <w:rsid w:val="009F14C5"/>
    <w:rsid w:val="009F5DE5"/>
    <w:rsid w:val="009F650D"/>
    <w:rsid w:val="00A11277"/>
    <w:rsid w:val="00A1323A"/>
    <w:rsid w:val="00A27CBA"/>
    <w:rsid w:val="00A343C5"/>
    <w:rsid w:val="00A4606C"/>
    <w:rsid w:val="00A46E72"/>
    <w:rsid w:val="00A6153D"/>
    <w:rsid w:val="00A62D9F"/>
    <w:rsid w:val="00A64C28"/>
    <w:rsid w:val="00A6545F"/>
    <w:rsid w:val="00A65931"/>
    <w:rsid w:val="00A6769C"/>
    <w:rsid w:val="00A751E0"/>
    <w:rsid w:val="00A76E58"/>
    <w:rsid w:val="00A77F8E"/>
    <w:rsid w:val="00A81BA1"/>
    <w:rsid w:val="00A8506E"/>
    <w:rsid w:val="00A973B1"/>
    <w:rsid w:val="00A97DC0"/>
    <w:rsid w:val="00AA5EF5"/>
    <w:rsid w:val="00AB52D9"/>
    <w:rsid w:val="00AD05F3"/>
    <w:rsid w:val="00AD42E5"/>
    <w:rsid w:val="00AE0832"/>
    <w:rsid w:val="00AE506C"/>
    <w:rsid w:val="00AF44DD"/>
    <w:rsid w:val="00AF79E3"/>
    <w:rsid w:val="00B03D12"/>
    <w:rsid w:val="00B124B8"/>
    <w:rsid w:val="00B13491"/>
    <w:rsid w:val="00B25213"/>
    <w:rsid w:val="00B2579C"/>
    <w:rsid w:val="00B25CFE"/>
    <w:rsid w:val="00B323E1"/>
    <w:rsid w:val="00B376A3"/>
    <w:rsid w:val="00B40AED"/>
    <w:rsid w:val="00B43585"/>
    <w:rsid w:val="00B43CC2"/>
    <w:rsid w:val="00B46E5D"/>
    <w:rsid w:val="00B53A29"/>
    <w:rsid w:val="00B62293"/>
    <w:rsid w:val="00B63B2C"/>
    <w:rsid w:val="00B70059"/>
    <w:rsid w:val="00B72B04"/>
    <w:rsid w:val="00B73FBC"/>
    <w:rsid w:val="00B817D3"/>
    <w:rsid w:val="00B81F1E"/>
    <w:rsid w:val="00B87BA6"/>
    <w:rsid w:val="00B917F0"/>
    <w:rsid w:val="00B94E62"/>
    <w:rsid w:val="00BB3E4C"/>
    <w:rsid w:val="00BB6744"/>
    <w:rsid w:val="00BC264E"/>
    <w:rsid w:val="00BC3A0A"/>
    <w:rsid w:val="00BC4BD2"/>
    <w:rsid w:val="00BD0470"/>
    <w:rsid w:val="00BD1DF6"/>
    <w:rsid w:val="00BE19B0"/>
    <w:rsid w:val="00BE29F9"/>
    <w:rsid w:val="00BE3237"/>
    <w:rsid w:val="00BE6B5A"/>
    <w:rsid w:val="00BF2202"/>
    <w:rsid w:val="00BF777A"/>
    <w:rsid w:val="00C0037C"/>
    <w:rsid w:val="00C00A25"/>
    <w:rsid w:val="00C012DA"/>
    <w:rsid w:val="00C02024"/>
    <w:rsid w:val="00C12AA6"/>
    <w:rsid w:val="00C1372C"/>
    <w:rsid w:val="00C15EF4"/>
    <w:rsid w:val="00C20806"/>
    <w:rsid w:val="00C20AA5"/>
    <w:rsid w:val="00C30666"/>
    <w:rsid w:val="00C34742"/>
    <w:rsid w:val="00C35C40"/>
    <w:rsid w:val="00C41810"/>
    <w:rsid w:val="00C43936"/>
    <w:rsid w:val="00C44372"/>
    <w:rsid w:val="00C44894"/>
    <w:rsid w:val="00C44ACC"/>
    <w:rsid w:val="00C45811"/>
    <w:rsid w:val="00C5040F"/>
    <w:rsid w:val="00C5387F"/>
    <w:rsid w:val="00C56E5D"/>
    <w:rsid w:val="00C618F9"/>
    <w:rsid w:val="00C61BA9"/>
    <w:rsid w:val="00C65FC2"/>
    <w:rsid w:val="00C67839"/>
    <w:rsid w:val="00C75EAD"/>
    <w:rsid w:val="00C76C9A"/>
    <w:rsid w:val="00C958BA"/>
    <w:rsid w:val="00CA5557"/>
    <w:rsid w:val="00CB1A26"/>
    <w:rsid w:val="00CB2471"/>
    <w:rsid w:val="00CB6FA6"/>
    <w:rsid w:val="00CC108B"/>
    <w:rsid w:val="00CD0363"/>
    <w:rsid w:val="00CD2111"/>
    <w:rsid w:val="00CD54DD"/>
    <w:rsid w:val="00CD7D95"/>
    <w:rsid w:val="00CF74B6"/>
    <w:rsid w:val="00D01ED2"/>
    <w:rsid w:val="00D03890"/>
    <w:rsid w:val="00D04385"/>
    <w:rsid w:val="00D103C0"/>
    <w:rsid w:val="00D1187C"/>
    <w:rsid w:val="00D15656"/>
    <w:rsid w:val="00D21B2E"/>
    <w:rsid w:val="00D22E6F"/>
    <w:rsid w:val="00D250D6"/>
    <w:rsid w:val="00D35AD9"/>
    <w:rsid w:val="00D42299"/>
    <w:rsid w:val="00D42FA8"/>
    <w:rsid w:val="00D55BAC"/>
    <w:rsid w:val="00D55D24"/>
    <w:rsid w:val="00D6101C"/>
    <w:rsid w:val="00D6363F"/>
    <w:rsid w:val="00D64989"/>
    <w:rsid w:val="00D75506"/>
    <w:rsid w:val="00D77E5C"/>
    <w:rsid w:val="00D80D0F"/>
    <w:rsid w:val="00D83219"/>
    <w:rsid w:val="00D90EA7"/>
    <w:rsid w:val="00D9216D"/>
    <w:rsid w:val="00DA192B"/>
    <w:rsid w:val="00DA340E"/>
    <w:rsid w:val="00DA53B7"/>
    <w:rsid w:val="00DB2762"/>
    <w:rsid w:val="00DB7710"/>
    <w:rsid w:val="00DC206A"/>
    <w:rsid w:val="00DD0E2D"/>
    <w:rsid w:val="00DD4F84"/>
    <w:rsid w:val="00DD5505"/>
    <w:rsid w:val="00DD58E2"/>
    <w:rsid w:val="00DD73B2"/>
    <w:rsid w:val="00DE59F7"/>
    <w:rsid w:val="00DE7AF0"/>
    <w:rsid w:val="00DF3291"/>
    <w:rsid w:val="00E04239"/>
    <w:rsid w:val="00E04524"/>
    <w:rsid w:val="00E12FF4"/>
    <w:rsid w:val="00E2052E"/>
    <w:rsid w:val="00E2748B"/>
    <w:rsid w:val="00E32D37"/>
    <w:rsid w:val="00E359BF"/>
    <w:rsid w:val="00E40580"/>
    <w:rsid w:val="00E507CB"/>
    <w:rsid w:val="00E5117C"/>
    <w:rsid w:val="00E5505F"/>
    <w:rsid w:val="00E56197"/>
    <w:rsid w:val="00E573D7"/>
    <w:rsid w:val="00E579F5"/>
    <w:rsid w:val="00E6273D"/>
    <w:rsid w:val="00E650C4"/>
    <w:rsid w:val="00E654CB"/>
    <w:rsid w:val="00E6684B"/>
    <w:rsid w:val="00E76BCE"/>
    <w:rsid w:val="00E7765A"/>
    <w:rsid w:val="00E77C9A"/>
    <w:rsid w:val="00EA2B4B"/>
    <w:rsid w:val="00EB1E4A"/>
    <w:rsid w:val="00EB3043"/>
    <w:rsid w:val="00EC2A53"/>
    <w:rsid w:val="00ED514A"/>
    <w:rsid w:val="00EE3458"/>
    <w:rsid w:val="00EE6EFF"/>
    <w:rsid w:val="00EE7232"/>
    <w:rsid w:val="00EF3622"/>
    <w:rsid w:val="00EF6B2C"/>
    <w:rsid w:val="00F051E4"/>
    <w:rsid w:val="00F2696B"/>
    <w:rsid w:val="00F26B74"/>
    <w:rsid w:val="00F44A67"/>
    <w:rsid w:val="00F4562C"/>
    <w:rsid w:val="00F5049E"/>
    <w:rsid w:val="00F51BF8"/>
    <w:rsid w:val="00F618EE"/>
    <w:rsid w:val="00F65778"/>
    <w:rsid w:val="00F65F7C"/>
    <w:rsid w:val="00F661FF"/>
    <w:rsid w:val="00F72175"/>
    <w:rsid w:val="00F8219B"/>
    <w:rsid w:val="00F83996"/>
    <w:rsid w:val="00F910FA"/>
    <w:rsid w:val="00F918BA"/>
    <w:rsid w:val="00F95E2F"/>
    <w:rsid w:val="00F976E9"/>
    <w:rsid w:val="00FB3214"/>
    <w:rsid w:val="00FB5EB3"/>
    <w:rsid w:val="00FB7719"/>
    <w:rsid w:val="00FC08D2"/>
    <w:rsid w:val="00FC22C1"/>
    <w:rsid w:val="00FC330B"/>
    <w:rsid w:val="00FD592E"/>
    <w:rsid w:val="00FE1903"/>
    <w:rsid w:val="00FE3B33"/>
    <w:rsid w:val="00FE7722"/>
    <w:rsid w:val="00FF07CB"/>
    <w:rsid w:val="00FF0E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8FC"/>
    <w:pPr>
      <w:spacing w:before="120" w:line="264" w:lineRule="auto"/>
      <w:jc w:val="both"/>
    </w:pPr>
    <w:rPr>
      <w:sz w:val="24"/>
      <w:szCs w:val="24"/>
    </w:rPr>
  </w:style>
  <w:style w:type="paragraph" w:styleId="Heading1">
    <w:name w:val="heading 1"/>
    <w:basedOn w:val="Normal"/>
    <w:next w:val="Normal"/>
    <w:link w:val="Heading1Char"/>
    <w:uiPriority w:val="99"/>
    <w:qFormat/>
    <w:rsid w:val="008F7357"/>
    <w:pPr>
      <w:keepNext/>
      <w:pageBreakBefore/>
      <w:spacing w:before="360" w:after="12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A001D"/>
    <w:pPr>
      <w:keepNext/>
      <w:spacing w:before="240" w:after="120"/>
      <w:outlineLvl w:val="1"/>
    </w:pPr>
    <w:rPr>
      <w:rFonts w:ascii="Arial" w:hAnsi="Arial"/>
      <w:b/>
      <w:bCs/>
      <w:iCs/>
      <w:sz w:val="28"/>
      <w:szCs w:val="28"/>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7357"/>
    <w:rPr>
      <w:rFonts w:ascii="Arial" w:hAnsi="Arial" w:cs="Times New Roman"/>
      <w:b/>
      <w:kern w:val="32"/>
      <w:sz w:val="32"/>
      <w:lang w:val="en-US" w:eastAsia="en-US"/>
    </w:rPr>
  </w:style>
  <w:style w:type="character" w:customStyle="1" w:styleId="Heading2Char">
    <w:name w:val="Heading 2 Char"/>
    <w:basedOn w:val="DefaultParagraphFont"/>
    <w:link w:val="Heading2"/>
    <w:uiPriority w:val="99"/>
    <w:locked/>
    <w:rsid w:val="002A001D"/>
    <w:rPr>
      <w:rFonts w:ascii="Arial" w:hAnsi="Arial" w:cs="Times New Roman"/>
      <w:b/>
      <w:sz w:val="28"/>
      <w:u w:val="single"/>
      <w:lang w:val="en-US" w:eastAsia="en-US"/>
    </w:rPr>
  </w:style>
  <w:style w:type="paragraph" w:styleId="BalloonText">
    <w:name w:val="Balloon Text"/>
    <w:basedOn w:val="Normal"/>
    <w:link w:val="BalloonTextChar"/>
    <w:uiPriority w:val="99"/>
    <w:semiHidden/>
    <w:rsid w:val="00194AB8"/>
    <w:rPr>
      <w:sz w:val="18"/>
      <w:szCs w:val="18"/>
    </w:rPr>
  </w:style>
  <w:style w:type="character" w:customStyle="1" w:styleId="BalloonTextChar">
    <w:name w:val="Balloon Text Char"/>
    <w:basedOn w:val="DefaultParagraphFont"/>
    <w:link w:val="BalloonText"/>
    <w:uiPriority w:val="99"/>
    <w:semiHidden/>
    <w:locked/>
    <w:rsid w:val="00193692"/>
    <w:rPr>
      <w:rFonts w:cs="Times New Roman"/>
      <w:sz w:val="18"/>
      <w:lang w:val="en-US" w:eastAsia="en-US"/>
    </w:rPr>
  </w:style>
  <w:style w:type="character" w:styleId="Strong">
    <w:name w:val="Strong"/>
    <w:basedOn w:val="DefaultParagraphFont"/>
    <w:uiPriority w:val="99"/>
    <w:qFormat/>
    <w:rsid w:val="00C618F9"/>
    <w:rPr>
      <w:rFonts w:cs="Times New Roman"/>
      <w:b/>
    </w:rPr>
  </w:style>
  <w:style w:type="paragraph" w:styleId="Footer">
    <w:name w:val="footer"/>
    <w:basedOn w:val="Normal"/>
    <w:link w:val="FooterChar"/>
    <w:uiPriority w:val="99"/>
    <w:rsid w:val="006E26D5"/>
    <w:pPr>
      <w:tabs>
        <w:tab w:val="center" w:pos="4536"/>
        <w:tab w:val="right" w:pos="9072"/>
      </w:tabs>
    </w:pPr>
    <w:rPr>
      <w:szCs w:val="20"/>
    </w:rPr>
  </w:style>
  <w:style w:type="character" w:customStyle="1" w:styleId="FooterChar">
    <w:name w:val="Footer Char"/>
    <w:basedOn w:val="DefaultParagraphFont"/>
    <w:link w:val="Footer"/>
    <w:uiPriority w:val="99"/>
    <w:locked/>
    <w:rsid w:val="006E26D5"/>
    <w:rPr>
      <w:rFonts w:cs="Times New Roman"/>
      <w:sz w:val="24"/>
      <w:lang w:val="en-US" w:eastAsia="en-US"/>
    </w:rPr>
  </w:style>
  <w:style w:type="character" w:styleId="PageNumber">
    <w:name w:val="page number"/>
    <w:basedOn w:val="DefaultParagraphFont"/>
    <w:uiPriority w:val="99"/>
    <w:rsid w:val="006E26D5"/>
    <w:rPr>
      <w:rFonts w:cs="Times New Roman"/>
    </w:rPr>
  </w:style>
  <w:style w:type="character" w:styleId="Emphasis">
    <w:name w:val="Emphasis"/>
    <w:basedOn w:val="DefaultParagraphFont"/>
    <w:uiPriority w:val="99"/>
    <w:qFormat/>
    <w:rsid w:val="006E26D5"/>
    <w:rPr>
      <w:rFonts w:cs="Times New Roman"/>
      <w:i/>
    </w:rPr>
  </w:style>
  <w:style w:type="paragraph" w:styleId="Header">
    <w:name w:val="header"/>
    <w:basedOn w:val="Normal"/>
    <w:link w:val="HeaderChar"/>
    <w:uiPriority w:val="99"/>
    <w:rsid w:val="006E26D5"/>
    <w:pPr>
      <w:tabs>
        <w:tab w:val="center" w:pos="4536"/>
        <w:tab w:val="right" w:pos="9072"/>
      </w:tabs>
    </w:pPr>
    <w:rPr>
      <w:szCs w:val="20"/>
    </w:rPr>
  </w:style>
  <w:style w:type="character" w:customStyle="1" w:styleId="HeaderChar">
    <w:name w:val="Header Char"/>
    <w:basedOn w:val="DefaultParagraphFont"/>
    <w:link w:val="Header"/>
    <w:uiPriority w:val="99"/>
    <w:locked/>
    <w:rsid w:val="006E26D5"/>
    <w:rPr>
      <w:rFonts w:cs="Times New Roman"/>
      <w:sz w:val="24"/>
      <w:lang w:val="en-US" w:eastAsia="en-US"/>
    </w:rPr>
  </w:style>
  <w:style w:type="paragraph" w:customStyle="1" w:styleId="progtitle">
    <w:name w:val="progtitle"/>
    <w:basedOn w:val="Normal"/>
    <w:uiPriority w:val="99"/>
    <w:rsid w:val="00EC2A53"/>
    <w:rPr>
      <w:b/>
      <w:color w:val="3366FF"/>
    </w:rPr>
  </w:style>
  <w:style w:type="paragraph" w:customStyle="1" w:styleId="progbullet">
    <w:name w:val="progbullet"/>
    <w:basedOn w:val="Normal"/>
    <w:uiPriority w:val="99"/>
    <w:rsid w:val="00EC2A53"/>
    <w:pPr>
      <w:numPr>
        <w:numId w:val="5"/>
      </w:numPr>
      <w:tabs>
        <w:tab w:val="clear" w:pos="360"/>
        <w:tab w:val="num" w:pos="720"/>
      </w:tabs>
      <w:ind w:left="720"/>
    </w:pPr>
  </w:style>
  <w:style w:type="table" w:styleId="TableGrid">
    <w:name w:val="Table Grid"/>
    <w:basedOn w:val="TableNormal"/>
    <w:uiPriority w:val="99"/>
    <w:rsid w:val="007124EB"/>
    <w:rPr>
      <w:sz w:val="20"/>
      <w:szCs w:val="20"/>
      <w:lang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8F7357"/>
    <w:pPr>
      <w:tabs>
        <w:tab w:val="right" w:leader="dot" w:pos="9063"/>
      </w:tabs>
      <w:spacing w:before="0"/>
    </w:pPr>
    <w:rPr>
      <w:b/>
    </w:rPr>
  </w:style>
  <w:style w:type="paragraph" w:styleId="TOC2">
    <w:name w:val="toc 2"/>
    <w:basedOn w:val="Normal"/>
    <w:next w:val="Normal"/>
    <w:autoRedefine/>
    <w:uiPriority w:val="99"/>
    <w:rsid w:val="008F7357"/>
    <w:pPr>
      <w:tabs>
        <w:tab w:val="right" w:leader="dot" w:pos="9063"/>
      </w:tabs>
      <w:spacing w:before="0"/>
      <w:ind w:left="144"/>
    </w:pPr>
  </w:style>
  <w:style w:type="character" w:styleId="Hyperlink">
    <w:name w:val="Hyperlink"/>
    <w:basedOn w:val="DefaultParagraphFont"/>
    <w:uiPriority w:val="99"/>
    <w:rsid w:val="00752E2E"/>
    <w:rPr>
      <w:rFonts w:cs="Times New Roman"/>
      <w:color w:val="0000FF"/>
      <w:u w:val="single"/>
    </w:rPr>
  </w:style>
  <w:style w:type="paragraph" w:customStyle="1" w:styleId="Code">
    <w:name w:val="Code"/>
    <w:basedOn w:val="Normal"/>
    <w:uiPriority w:val="99"/>
    <w:rsid w:val="00992BB7"/>
    <w:pPr>
      <w:spacing w:after="120" w:line="240" w:lineRule="auto"/>
      <w:ind w:left="432"/>
      <w:contextualSpacing/>
      <w:jc w:val="left"/>
    </w:pPr>
    <w:rPr>
      <w:rFonts w:ascii="Courier New" w:hAnsi="Courier New" w:cs="Courier New"/>
      <w:noProof/>
      <w:sz w:val="20"/>
      <w:szCs w:val="20"/>
    </w:rPr>
  </w:style>
  <w:style w:type="paragraph" w:styleId="ListParagraph">
    <w:name w:val="List Paragraph"/>
    <w:basedOn w:val="Normal"/>
    <w:uiPriority w:val="99"/>
    <w:qFormat/>
    <w:rsid w:val="008148FC"/>
    <w:pPr>
      <w:ind w:left="720"/>
      <w:contextualSpacing/>
    </w:pPr>
  </w:style>
  <w:style w:type="paragraph" w:styleId="TOC3">
    <w:name w:val="toc 3"/>
    <w:basedOn w:val="Normal"/>
    <w:next w:val="Normal"/>
    <w:autoRedefine/>
    <w:uiPriority w:val="99"/>
    <w:rsid w:val="008148FC"/>
    <w:pPr>
      <w:ind w:left="480"/>
    </w:pPr>
  </w:style>
  <w:style w:type="paragraph" w:styleId="TOC4">
    <w:name w:val="toc 4"/>
    <w:basedOn w:val="Normal"/>
    <w:next w:val="Normal"/>
    <w:autoRedefine/>
    <w:uiPriority w:val="99"/>
    <w:rsid w:val="008148FC"/>
    <w:pPr>
      <w:ind w:left="720"/>
    </w:pPr>
  </w:style>
  <w:style w:type="paragraph" w:styleId="TOC5">
    <w:name w:val="toc 5"/>
    <w:basedOn w:val="Normal"/>
    <w:next w:val="Normal"/>
    <w:autoRedefine/>
    <w:uiPriority w:val="99"/>
    <w:rsid w:val="008148FC"/>
    <w:pPr>
      <w:ind w:left="960"/>
    </w:pPr>
  </w:style>
  <w:style w:type="paragraph" w:styleId="TOC6">
    <w:name w:val="toc 6"/>
    <w:basedOn w:val="Normal"/>
    <w:next w:val="Normal"/>
    <w:autoRedefine/>
    <w:uiPriority w:val="99"/>
    <w:rsid w:val="008148FC"/>
    <w:pPr>
      <w:ind w:left="1200"/>
    </w:pPr>
  </w:style>
  <w:style w:type="paragraph" w:styleId="TOC7">
    <w:name w:val="toc 7"/>
    <w:basedOn w:val="Normal"/>
    <w:next w:val="Normal"/>
    <w:autoRedefine/>
    <w:uiPriority w:val="99"/>
    <w:rsid w:val="008148FC"/>
    <w:pPr>
      <w:ind w:left="1440"/>
    </w:pPr>
  </w:style>
  <w:style w:type="paragraph" w:styleId="TOC8">
    <w:name w:val="toc 8"/>
    <w:basedOn w:val="Normal"/>
    <w:next w:val="Normal"/>
    <w:autoRedefine/>
    <w:uiPriority w:val="99"/>
    <w:rsid w:val="008148FC"/>
    <w:pPr>
      <w:ind w:left="1680"/>
    </w:pPr>
  </w:style>
  <w:style w:type="paragraph" w:styleId="TOC9">
    <w:name w:val="toc 9"/>
    <w:basedOn w:val="Normal"/>
    <w:next w:val="Normal"/>
    <w:autoRedefine/>
    <w:uiPriority w:val="99"/>
    <w:rsid w:val="008148FC"/>
    <w:pPr>
      <w:ind w:left="1920"/>
    </w:pPr>
  </w:style>
  <w:style w:type="paragraph" w:customStyle="1" w:styleId="Style1">
    <w:name w:val="Style1"/>
    <w:basedOn w:val="Normal"/>
    <w:uiPriority w:val="99"/>
    <w:rsid w:val="007E427F"/>
    <w:pPr>
      <w:spacing w:before="160" w:after="160"/>
    </w:pPr>
    <w:rPr>
      <w:b/>
    </w:rPr>
  </w:style>
  <w:style w:type="paragraph" w:customStyle="1" w:styleId="myTitle">
    <w:name w:val="myTitle"/>
    <w:basedOn w:val="Normal"/>
    <w:uiPriority w:val="99"/>
    <w:rsid w:val="007E427F"/>
    <w:pPr>
      <w:spacing w:before="160" w:after="160"/>
    </w:pPr>
    <w:rPr>
      <w:b/>
    </w:rPr>
  </w:style>
  <w:style w:type="numbering" w:customStyle="1" w:styleId="StyleBulletedSymbolsymbolBefore0Hanging025">
    <w:name w:val="Style Bulleted Symbol (symbol) Before:  0&quot; Hanging:  0.25&quot;"/>
    <w:rsid w:val="00291730"/>
    <w:pPr>
      <w:numPr>
        <w:numId w:val="1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319</TotalTime>
  <Pages>24</Pages>
  <Words>5895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all, I have been thinking abut the best way to support mapcode with services</dc:title>
  <dc:subject/>
  <dc:creator>Pieter</dc:creator>
  <cp:keywords/>
  <dc:description/>
  <cp:lastModifiedBy>Pieter</cp:lastModifiedBy>
  <cp:revision>122</cp:revision>
  <cp:lastPrinted>2016-10-25T10:37:00Z</cp:lastPrinted>
  <dcterms:created xsi:type="dcterms:W3CDTF">2016-10-14T09:34:00Z</dcterms:created>
  <dcterms:modified xsi:type="dcterms:W3CDTF">2016-11-03T21:26:00Z</dcterms:modified>
</cp:coreProperties>
</file>